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6A" w:rsidRDefault="0033586A" w:rsidP="00995FCF">
      <w:pPr>
        <w:jc w:val="center"/>
        <w:rPr>
          <w:rFonts w:ascii="Arial" w:hAnsi="Arial" w:cs="Arial"/>
          <w:b/>
          <w:kern w:val="0"/>
          <w:szCs w:val="20"/>
          <w:lang w:val="pt-PT" w:eastAsia="zh-MO"/>
        </w:rPr>
      </w:pPr>
    </w:p>
    <w:p w:rsidR="005A7913" w:rsidRDefault="001924BA" w:rsidP="00ED76D7">
      <w:pPr>
        <w:jc w:val="center"/>
        <w:rPr>
          <w:rFonts w:ascii="Arial" w:hAnsi="Arial" w:cs="Arial"/>
          <w:b/>
          <w:kern w:val="0"/>
          <w:szCs w:val="20"/>
          <w:lang w:val="pt-PT" w:eastAsia="zh-MO"/>
        </w:rPr>
      </w:pPr>
      <w:r w:rsidRPr="009D29DC">
        <w:rPr>
          <w:rFonts w:ascii="Arial" w:hAnsi="Arial" w:cs="Arial"/>
          <w:b/>
          <w:kern w:val="0"/>
          <w:szCs w:val="20"/>
          <w:lang w:val="pt-PT"/>
        </w:rPr>
        <w:t>G</w:t>
      </w:r>
      <w:r>
        <w:rPr>
          <w:rFonts w:ascii="Arial" w:hAnsi="Arial" w:cs="Arial"/>
          <w:b/>
          <w:kern w:val="0"/>
          <w:szCs w:val="20"/>
          <w:lang w:val="pt-PT"/>
        </w:rPr>
        <w:t>IF</w:t>
      </w:r>
      <w:r w:rsidRPr="009D29DC">
        <w:rPr>
          <w:rFonts w:ascii="Arial" w:hAnsi="Arial" w:cs="Arial"/>
          <w:b/>
          <w:kern w:val="0"/>
          <w:szCs w:val="20"/>
          <w:lang w:val="pt-PT"/>
        </w:rPr>
        <w:t xml:space="preserve"> </w:t>
      </w:r>
      <w:r w:rsidRPr="001924BA">
        <w:rPr>
          <w:rFonts w:ascii="Arial" w:hAnsi="Arial" w:cs="Arial"/>
          <w:b/>
          <w:kern w:val="0"/>
          <w:szCs w:val="20"/>
          <w:lang w:val="pt-PT"/>
        </w:rPr>
        <w:t xml:space="preserve">passa para </w:t>
      </w:r>
      <w:r w:rsidR="000475C2">
        <w:rPr>
          <w:rFonts w:ascii="Arial" w:hAnsi="Arial" w:cs="Arial"/>
          <w:b/>
          <w:kern w:val="0"/>
          <w:szCs w:val="20"/>
          <w:lang w:val="pt-PT"/>
        </w:rPr>
        <w:t>a tutela</w:t>
      </w:r>
      <w:r w:rsidRPr="001924BA">
        <w:rPr>
          <w:rFonts w:ascii="Arial" w:hAnsi="Arial" w:cs="Arial"/>
          <w:b/>
          <w:kern w:val="0"/>
          <w:szCs w:val="20"/>
          <w:lang w:val="pt-PT"/>
        </w:rPr>
        <w:t xml:space="preserve"> </w:t>
      </w:r>
      <w:r w:rsidR="00827AA3">
        <w:rPr>
          <w:rFonts w:ascii="Arial" w:hAnsi="Arial" w:cs="Arial"/>
          <w:b/>
          <w:kern w:val="0"/>
          <w:szCs w:val="20"/>
          <w:lang w:val="pt-PT"/>
        </w:rPr>
        <w:t>da</w:t>
      </w:r>
      <w:r w:rsidRPr="001924BA">
        <w:rPr>
          <w:rFonts w:ascii="Arial" w:hAnsi="Arial" w:cs="Arial"/>
          <w:b/>
          <w:kern w:val="0"/>
          <w:szCs w:val="20"/>
          <w:lang w:val="pt-PT"/>
        </w:rPr>
        <w:t xml:space="preserve"> Secret</w:t>
      </w:r>
      <w:r w:rsidR="00827AA3">
        <w:rPr>
          <w:rFonts w:ascii="Arial" w:hAnsi="Arial" w:cs="Arial"/>
          <w:b/>
          <w:kern w:val="0"/>
          <w:szCs w:val="20"/>
          <w:lang w:val="pt-PT"/>
        </w:rPr>
        <w:t>aria</w:t>
      </w:r>
      <w:bookmarkStart w:id="0" w:name="_GoBack"/>
      <w:bookmarkEnd w:id="0"/>
      <w:r w:rsidRPr="001924BA">
        <w:rPr>
          <w:rFonts w:ascii="Arial" w:hAnsi="Arial" w:cs="Arial"/>
          <w:b/>
          <w:kern w:val="0"/>
          <w:szCs w:val="20"/>
          <w:lang w:val="pt-PT"/>
        </w:rPr>
        <w:t xml:space="preserve"> para a Segurança </w:t>
      </w:r>
    </w:p>
    <w:p w:rsidR="005A7913" w:rsidRPr="007A4B42" w:rsidRDefault="005A7913" w:rsidP="00BA14F7">
      <w:pPr>
        <w:jc w:val="center"/>
        <w:rPr>
          <w:rFonts w:ascii="Arial" w:hAnsi="Arial" w:cs="Arial"/>
          <w:kern w:val="0"/>
          <w:szCs w:val="20"/>
          <w:lang w:val="pt-PT" w:eastAsia="zh-MO"/>
        </w:rPr>
      </w:pPr>
    </w:p>
    <w:p w:rsidR="00955C8A" w:rsidRDefault="009D29DC" w:rsidP="00A14118">
      <w:pPr>
        <w:jc w:val="both"/>
        <w:rPr>
          <w:rFonts w:ascii="Arial" w:hAnsi="Arial" w:cs="Arial"/>
          <w:kern w:val="0"/>
          <w:szCs w:val="20"/>
          <w:lang w:val="pt-PT" w:eastAsia="zh-MO"/>
        </w:rPr>
      </w:pPr>
      <w:r>
        <w:rPr>
          <w:rFonts w:ascii="Arial" w:hAnsi="Arial" w:cs="Arial"/>
          <w:kern w:val="0"/>
          <w:szCs w:val="20"/>
          <w:lang w:val="pt-PT"/>
        </w:rPr>
        <w:t xml:space="preserve">O secretário para a </w:t>
      </w:r>
      <w:r w:rsidR="000475C2">
        <w:rPr>
          <w:rFonts w:ascii="Arial" w:hAnsi="Arial" w:cs="Arial"/>
          <w:kern w:val="0"/>
          <w:szCs w:val="20"/>
          <w:lang w:val="pt-PT"/>
        </w:rPr>
        <w:t>Segurança</w:t>
      </w:r>
      <w:r>
        <w:rPr>
          <w:rFonts w:ascii="Arial" w:hAnsi="Arial" w:cs="Arial"/>
          <w:kern w:val="0"/>
          <w:szCs w:val="20"/>
          <w:lang w:val="pt-PT"/>
        </w:rPr>
        <w:t xml:space="preserve">, </w:t>
      </w:r>
      <w:proofErr w:type="spellStart"/>
      <w:r>
        <w:rPr>
          <w:rFonts w:ascii="Arial" w:hAnsi="Arial" w:cs="Arial"/>
          <w:kern w:val="0"/>
          <w:szCs w:val="20"/>
          <w:lang w:val="pt-PT"/>
        </w:rPr>
        <w:t>Wong</w:t>
      </w:r>
      <w:proofErr w:type="spellEnd"/>
      <w:r>
        <w:rPr>
          <w:rFonts w:ascii="Arial" w:hAnsi="Arial" w:cs="Arial"/>
          <w:kern w:val="0"/>
          <w:szCs w:val="20"/>
          <w:lang w:val="pt-PT"/>
        </w:rPr>
        <w:t xml:space="preserve"> Sio </w:t>
      </w:r>
      <w:proofErr w:type="spellStart"/>
      <w:r>
        <w:rPr>
          <w:rFonts w:ascii="Arial" w:hAnsi="Arial" w:cs="Arial"/>
          <w:kern w:val="0"/>
          <w:szCs w:val="20"/>
          <w:lang w:val="pt-PT"/>
        </w:rPr>
        <w:t>Chak</w:t>
      </w:r>
      <w:proofErr w:type="spellEnd"/>
      <w:r>
        <w:rPr>
          <w:rFonts w:ascii="Arial" w:hAnsi="Arial" w:cs="Arial"/>
          <w:kern w:val="0"/>
          <w:szCs w:val="20"/>
          <w:lang w:val="pt-PT"/>
        </w:rPr>
        <w:t xml:space="preserve">, afirmou, hoje </w:t>
      </w:r>
      <w:r>
        <w:rPr>
          <w:rFonts w:ascii="Arial" w:hAnsi="Arial" w:cs="Arial" w:hint="eastAsia"/>
          <w:kern w:val="0"/>
          <w:szCs w:val="20"/>
          <w:lang w:val="pt-PT"/>
        </w:rPr>
        <w:t xml:space="preserve">(13 de Outubro), </w:t>
      </w:r>
      <w:r w:rsidR="00955C8A">
        <w:rPr>
          <w:rFonts w:ascii="Arial" w:hAnsi="Arial" w:cs="Arial"/>
          <w:kern w:val="0"/>
          <w:szCs w:val="20"/>
          <w:lang w:val="pt-PT"/>
        </w:rPr>
        <w:t xml:space="preserve">que </w:t>
      </w:r>
      <w:r w:rsidRPr="009D29DC">
        <w:rPr>
          <w:rFonts w:ascii="Arial" w:hAnsi="Arial" w:cs="Arial"/>
          <w:kern w:val="0"/>
          <w:szCs w:val="20"/>
          <w:lang w:val="pt-PT"/>
        </w:rPr>
        <w:t>o Gabinete</w:t>
      </w:r>
      <w:r w:rsidR="00C31E0E">
        <w:rPr>
          <w:rFonts w:ascii="Arial" w:hAnsi="Arial" w:cs="Arial"/>
          <w:kern w:val="0"/>
          <w:szCs w:val="20"/>
          <w:lang w:val="pt-PT"/>
        </w:rPr>
        <w:t xml:space="preserve"> de Informação Financeira (GIF) </w:t>
      </w:r>
      <w:r w:rsidR="001924BA">
        <w:rPr>
          <w:rFonts w:ascii="Arial" w:hAnsi="Arial" w:cs="Arial"/>
          <w:kern w:val="0"/>
          <w:szCs w:val="20"/>
          <w:lang w:val="pt-PT"/>
        </w:rPr>
        <w:t xml:space="preserve">passa para </w:t>
      </w:r>
      <w:r w:rsidR="00C31E0E" w:rsidRPr="00C31E0E">
        <w:rPr>
          <w:rFonts w:ascii="Arial" w:hAnsi="Arial" w:cs="Arial"/>
          <w:kern w:val="0"/>
          <w:szCs w:val="20"/>
          <w:lang w:val="pt-PT"/>
        </w:rPr>
        <w:t xml:space="preserve">a dependência hierárquica </w:t>
      </w:r>
      <w:r w:rsidR="000475C2">
        <w:rPr>
          <w:rFonts w:ascii="Arial" w:hAnsi="Arial" w:cs="Arial"/>
          <w:kern w:val="0"/>
          <w:szCs w:val="20"/>
          <w:lang w:val="pt-PT"/>
        </w:rPr>
        <w:t xml:space="preserve">da Secretaria </w:t>
      </w:r>
      <w:r w:rsidR="00D37998">
        <w:rPr>
          <w:rFonts w:ascii="Arial" w:hAnsi="Arial" w:cs="Arial"/>
          <w:kern w:val="0"/>
          <w:szCs w:val="20"/>
          <w:lang w:val="pt-PT"/>
        </w:rPr>
        <w:t xml:space="preserve">para </w:t>
      </w:r>
      <w:r w:rsidR="000475C2">
        <w:rPr>
          <w:rFonts w:ascii="Arial" w:hAnsi="Arial" w:cs="Arial"/>
          <w:kern w:val="0"/>
          <w:szCs w:val="20"/>
          <w:lang w:val="pt-PT"/>
        </w:rPr>
        <w:t>a</w:t>
      </w:r>
      <w:r w:rsidR="00C31E0E" w:rsidRPr="00C31E0E">
        <w:rPr>
          <w:rFonts w:ascii="Arial" w:hAnsi="Arial" w:cs="Arial"/>
          <w:kern w:val="0"/>
          <w:szCs w:val="20"/>
          <w:lang w:val="pt-PT"/>
        </w:rPr>
        <w:t xml:space="preserve"> Segurança</w:t>
      </w:r>
      <w:r w:rsidR="000475C2">
        <w:rPr>
          <w:rFonts w:ascii="Arial" w:hAnsi="Arial" w:cs="Arial"/>
          <w:kern w:val="0"/>
          <w:szCs w:val="20"/>
          <w:lang w:val="pt-PT"/>
        </w:rPr>
        <w:t>, considerando</w:t>
      </w:r>
      <w:r w:rsidR="00A14118">
        <w:rPr>
          <w:rFonts w:ascii="Arial" w:hAnsi="Arial" w:cs="Arial"/>
          <w:lang w:val="pt-PT"/>
        </w:rPr>
        <w:t xml:space="preserve"> a </w:t>
      </w:r>
      <w:r w:rsidR="00C31E0E" w:rsidRPr="00C31E0E">
        <w:rPr>
          <w:rFonts w:ascii="Arial" w:hAnsi="Arial" w:cs="Arial"/>
          <w:kern w:val="0"/>
          <w:szCs w:val="20"/>
          <w:lang w:val="pt-PT" w:eastAsia="zh-MO"/>
        </w:rPr>
        <w:t xml:space="preserve">experiência acumulada </w:t>
      </w:r>
      <w:r w:rsidR="000475C2">
        <w:rPr>
          <w:rFonts w:ascii="Arial" w:hAnsi="Arial" w:cs="Arial"/>
          <w:kern w:val="0"/>
          <w:szCs w:val="20"/>
          <w:lang w:val="pt-PT" w:eastAsia="zh-MO"/>
        </w:rPr>
        <w:t>ao longo dos</w:t>
      </w:r>
      <w:r w:rsidR="00774B28">
        <w:rPr>
          <w:rFonts w:ascii="Arial" w:hAnsi="Arial" w:cs="Arial"/>
          <w:kern w:val="0"/>
          <w:szCs w:val="20"/>
          <w:lang w:val="pt-PT" w:eastAsia="zh-MO"/>
        </w:rPr>
        <w:t xml:space="preserve"> anos</w:t>
      </w:r>
      <w:r w:rsidR="000475C2">
        <w:rPr>
          <w:rFonts w:ascii="Arial" w:hAnsi="Arial" w:cs="Arial"/>
          <w:kern w:val="0"/>
          <w:szCs w:val="20"/>
          <w:lang w:val="pt-PT" w:eastAsia="zh-MO"/>
        </w:rPr>
        <w:t xml:space="preserve"> e </w:t>
      </w:r>
      <w:r w:rsidR="00C31E0E" w:rsidRPr="00C31E0E">
        <w:rPr>
          <w:rFonts w:ascii="Arial" w:hAnsi="Arial" w:cs="Arial"/>
          <w:kern w:val="0"/>
          <w:szCs w:val="20"/>
          <w:lang w:val="pt-PT" w:eastAsia="zh-MO"/>
        </w:rPr>
        <w:t xml:space="preserve">a opinião </w:t>
      </w:r>
      <w:r w:rsidR="000475C2" w:rsidRPr="00C31E0E">
        <w:rPr>
          <w:rFonts w:ascii="Arial" w:hAnsi="Arial" w:cs="Arial"/>
          <w:kern w:val="0"/>
          <w:szCs w:val="20"/>
          <w:lang w:val="pt-PT" w:eastAsia="zh-MO"/>
        </w:rPr>
        <w:t>das organizações internacionais</w:t>
      </w:r>
      <w:r w:rsidR="000475C2">
        <w:rPr>
          <w:rFonts w:ascii="Arial" w:hAnsi="Arial" w:cs="Arial"/>
          <w:kern w:val="0"/>
          <w:szCs w:val="20"/>
          <w:lang w:val="pt-PT" w:eastAsia="zh-MO"/>
        </w:rPr>
        <w:t xml:space="preserve"> à </w:t>
      </w:r>
      <w:r w:rsidR="00A14118">
        <w:rPr>
          <w:rFonts w:ascii="Arial" w:hAnsi="Arial" w:cs="Arial"/>
          <w:kern w:val="0"/>
          <w:szCs w:val="20"/>
          <w:lang w:val="pt-PT" w:eastAsia="zh-MO"/>
        </w:rPr>
        <w:t>avaliação</w:t>
      </w:r>
      <w:r w:rsidR="000475C2">
        <w:rPr>
          <w:rFonts w:ascii="Arial" w:hAnsi="Arial" w:cs="Arial"/>
          <w:kern w:val="0"/>
          <w:szCs w:val="20"/>
          <w:lang w:val="pt-PT" w:eastAsia="zh-MO"/>
        </w:rPr>
        <w:t xml:space="preserve"> do GIF</w:t>
      </w:r>
      <w:r w:rsidR="00A14118">
        <w:rPr>
          <w:rFonts w:ascii="Arial" w:hAnsi="Arial" w:cs="Arial"/>
          <w:kern w:val="0"/>
          <w:szCs w:val="20"/>
          <w:lang w:val="pt-PT" w:eastAsia="zh-MO"/>
        </w:rPr>
        <w:t xml:space="preserve">, </w:t>
      </w:r>
      <w:r w:rsidR="000475C2">
        <w:rPr>
          <w:rFonts w:ascii="Arial" w:hAnsi="Arial" w:cs="Arial"/>
          <w:kern w:val="0"/>
          <w:szCs w:val="20"/>
          <w:lang w:val="pt-PT" w:eastAsia="zh-MO"/>
        </w:rPr>
        <w:t xml:space="preserve">cujas </w:t>
      </w:r>
      <w:r w:rsidR="00A14118" w:rsidRPr="00A14118">
        <w:rPr>
          <w:rFonts w:ascii="Arial" w:hAnsi="Arial" w:cs="Arial"/>
          <w:kern w:val="0"/>
          <w:szCs w:val="20"/>
          <w:lang w:val="pt-PT" w:eastAsia="zh-MO"/>
        </w:rPr>
        <w:t xml:space="preserve">competências </w:t>
      </w:r>
      <w:r w:rsidR="000475C2">
        <w:rPr>
          <w:rFonts w:ascii="Arial" w:hAnsi="Arial" w:cs="Arial"/>
          <w:kern w:val="0"/>
          <w:szCs w:val="20"/>
          <w:lang w:val="pt-PT" w:eastAsia="zh-MO"/>
        </w:rPr>
        <w:t xml:space="preserve">se </w:t>
      </w:r>
      <w:r w:rsidR="00A14118" w:rsidRPr="00A14118">
        <w:rPr>
          <w:rFonts w:ascii="Arial" w:hAnsi="Arial" w:cs="Arial"/>
          <w:kern w:val="0"/>
          <w:szCs w:val="20"/>
          <w:lang w:val="pt-PT" w:eastAsia="zh-MO"/>
        </w:rPr>
        <w:t xml:space="preserve">mantêm </w:t>
      </w:r>
      <w:r w:rsidR="00A14118">
        <w:rPr>
          <w:rFonts w:ascii="Arial" w:hAnsi="Arial" w:cs="Arial"/>
          <w:kern w:val="0"/>
          <w:szCs w:val="20"/>
          <w:lang w:val="pt-PT" w:eastAsia="zh-MO"/>
        </w:rPr>
        <w:t>inalteradas.</w:t>
      </w:r>
    </w:p>
    <w:p w:rsidR="00A14118" w:rsidRDefault="00A14118" w:rsidP="00A14118">
      <w:pPr>
        <w:jc w:val="both"/>
        <w:rPr>
          <w:rFonts w:ascii="Arial" w:hAnsi="Arial" w:cs="Arial"/>
          <w:kern w:val="0"/>
          <w:szCs w:val="20"/>
          <w:lang w:val="pt-PT" w:eastAsia="zh-MO"/>
        </w:rPr>
      </w:pPr>
    </w:p>
    <w:p w:rsidR="00A14118" w:rsidRDefault="00A14118" w:rsidP="00A14118">
      <w:pPr>
        <w:jc w:val="both"/>
        <w:rPr>
          <w:rFonts w:ascii="Arial" w:hAnsi="Arial" w:cs="Arial"/>
          <w:kern w:val="0"/>
          <w:szCs w:val="20"/>
          <w:lang w:val="pt-PT" w:eastAsia="zh-MO"/>
        </w:rPr>
      </w:pPr>
      <w:r>
        <w:rPr>
          <w:rFonts w:ascii="Arial" w:hAnsi="Arial" w:cs="Arial"/>
          <w:kern w:val="0"/>
          <w:szCs w:val="20"/>
          <w:lang w:val="pt-PT" w:eastAsia="zh-MO"/>
        </w:rPr>
        <w:t xml:space="preserve">Esta tarde, </w:t>
      </w:r>
      <w:r w:rsidR="00313437">
        <w:rPr>
          <w:rFonts w:ascii="Arial" w:hAnsi="Arial" w:cs="Arial"/>
          <w:kern w:val="0"/>
          <w:szCs w:val="20"/>
          <w:lang w:val="pt-PT" w:eastAsia="zh-MO"/>
        </w:rPr>
        <w:t xml:space="preserve">ao ser questionado pela comunicação social numa ocasião pública, </w:t>
      </w:r>
      <w:proofErr w:type="spellStart"/>
      <w:r w:rsidR="00313437">
        <w:rPr>
          <w:rFonts w:ascii="Arial" w:hAnsi="Arial" w:cs="Arial"/>
          <w:kern w:val="0"/>
          <w:szCs w:val="20"/>
          <w:lang w:val="pt-PT" w:eastAsia="zh-MO"/>
        </w:rPr>
        <w:t>Wong</w:t>
      </w:r>
      <w:proofErr w:type="spellEnd"/>
      <w:r w:rsidR="00313437">
        <w:rPr>
          <w:rFonts w:ascii="Arial" w:hAnsi="Arial" w:cs="Arial"/>
          <w:kern w:val="0"/>
          <w:szCs w:val="20"/>
          <w:lang w:val="pt-PT" w:eastAsia="zh-MO"/>
        </w:rPr>
        <w:t xml:space="preserve"> Sio </w:t>
      </w:r>
      <w:proofErr w:type="spellStart"/>
      <w:r w:rsidR="00313437">
        <w:rPr>
          <w:rFonts w:ascii="Arial" w:hAnsi="Arial" w:cs="Arial"/>
          <w:kern w:val="0"/>
          <w:szCs w:val="20"/>
          <w:lang w:val="pt-PT" w:eastAsia="zh-MO"/>
        </w:rPr>
        <w:t>Chak</w:t>
      </w:r>
      <w:proofErr w:type="spellEnd"/>
      <w:r w:rsidR="00313437">
        <w:rPr>
          <w:rFonts w:ascii="Arial" w:hAnsi="Arial" w:cs="Arial"/>
          <w:kern w:val="0"/>
          <w:szCs w:val="20"/>
          <w:lang w:val="pt-PT" w:eastAsia="zh-MO"/>
        </w:rPr>
        <w:t xml:space="preserve"> reve</w:t>
      </w:r>
      <w:r w:rsidR="001924BA">
        <w:rPr>
          <w:rFonts w:ascii="Arial" w:hAnsi="Arial" w:cs="Arial"/>
          <w:kern w:val="0"/>
          <w:szCs w:val="20"/>
          <w:lang w:val="pt-PT" w:eastAsia="zh-MO"/>
        </w:rPr>
        <w:t>l</w:t>
      </w:r>
      <w:r w:rsidR="00313437">
        <w:rPr>
          <w:rFonts w:ascii="Arial" w:hAnsi="Arial" w:cs="Arial"/>
          <w:kern w:val="0"/>
          <w:szCs w:val="20"/>
          <w:lang w:val="pt-PT" w:eastAsia="zh-MO"/>
        </w:rPr>
        <w:t xml:space="preserve">ou </w:t>
      </w:r>
      <w:r w:rsidR="000475C2">
        <w:rPr>
          <w:rFonts w:ascii="Arial" w:hAnsi="Arial" w:cs="Arial"/>
          <w:kern w:val="0"/>
          <w:szCs w:val="20"/>
          <w:lang w:val="pt-PT" w:eastAsia="zh-MO"/>
        </w:rPr>
        <w:t xml:space="preserve">existirem dois modelos </w:t>
      </w:r>
      <w:r w:rsidR="00D37998">
        <w:rPr>
          <w:rFonts w:ascii="Arial" w:hAnsi="Arial" w:cs="Arial"/>
          <w:kern w:val="0"/>
          <w:szCs w:val="20"/>
          <w:lang w:val="pt-PT" w:eastAsia="zh-MO"/>
        </w:rPr>
        <w:t>d</w:t>
      </w:r>
      <w:r w:rsidR="000475C2" w:rsidRPr="000475C2">
        <w:rPr>
          <w:rFonts w:ascii="Arial" w:hAnsi="Arial" w:cs="Arial"/>
          <w:kern w:val="0"/>
          <w:szCs w:val="20"/>
          <w:lang w:val="pt-PT" w:eastAsia="zh-MO"/>
        </w:rPr>
        <w:t>os serviços de informação financeira</w:t>
      </w:r>
      <w:r w:rsidR="000475C2">
        <w:rPr>
          <w:rFonts w:ascii="Arial" w:hAnsi="Arial" w:cs="Arial"/>
          <w:kern w:val="0"/>
          <w:szCs w:val="20"/>
          <w:lang w:val="pt-PT" w:eastAsia="zh-MO"/>
        </w:rPr>
        <w:t xml:space="preserve">, a nível internacional, </w:t>
      </w:r>
      <w:r w:rsidR="001924BA">
        <w:rPr>
          <w:rFonts w:ascii="Arial" w:hAnsi="Arial" w:cs="Arial"/>
          <w:kern w:val="0"/>
          <w:szCs w:val="20"/>
          <w:lang w:val="pt-PT" w:eastAsia="zh-MO"/>
        </w:rPr>
        <w:t>um pertence</w:t>
      </w:r>
      <w:r w:rsidR="00D37998">
        <w:rPr>
          <w:rFonts w:ascii="Arial" w:hAnsi="Arial" w:cs="Arial"/>
          <w:kern w:val="0"/>
          <w:szCs w:val="20"/>
          <w:lang w:val="pt-PT" w:eastAsia="zh-MO"/>
        </w:rPr>
        <w:t>nte</w:t>
      </w:r>
      <w:r w:rsidR="001924BA">
        <w:rPr>
          <w:rFonts w:ascii="Arial" w:hAnsi="Arial" w:cs="Arial"/>
          <w:kern w:val="0"/>
          <w:szCs w:val="20"/>
          <w:lang w:val="pt-PT" w:eastAsia="zh-MO"/>
        </w:rPr>
        <w:t xml:space="preserve"> </w:t>
      </w:r>
      <w:r w:rsidR="000475C2">
        <w:rPr>
          <w:rFonts w:ascii="Arial" w:hAnsi="Arial" w:cs="Arial"/>
          <w:kern w:val="0"/>
          <w:szCs w:val="20"/>
          <w:lang w:val="pt-PT" w:eastAsia="zh-MO"/>
        </w:rPr>
        <w:t>à tutela da</w:t>
      </w:r>
      <w:r w:rsidR="001924BA">
        <w:rPr>
          <w:rFonts w:ascii="Arial" w:hAnsi="Arial" w:cs="Arial"/>
          <w:kern w:val="0"/>
          <w:szCs w:val="20"/>
          <w:lang w:val="pt-PT" w:eastAsia="zh-MO"/>
        </w:rPr>
        <w:t xml:space="preserve"> </w:t>
      </w:r>
      <w:r w:rsidR="00763B1A">
        <w:rPr>
          <w:rFonts w:ascii="Arial" w:hAnsi="Arial" w:cs="Arial"/>
          <w:kern w:val="0"/>
          <w:szCs w:val="20"/>
          <w:lang w:val="pt-PT" w:eastAsia="zh-MO"/>
        </w:rPr>
        <w:t>e</w:t>
      </w:r>
      <w:r w:rsidR="000475C2">
        <w:rPr>
          <w:rFonts w:ascii="Arial" w:hAnsi="Arial" w:cs="Arial"/>
          <w:kern w:val="0"/>
          <w:szCs w:val="20"/>
          <w:lang w:val="pt-PT" w:eastAsia="zh-MO"/>
        </w:rPr>
        <w:t>conomia e finanças</w:t>
      </w:r>
      <w:r w:rsidR="001924BA">
        <w:rPr>
          <w:rFonts w:ascii="Arial" w:hAnsi="Arial" w:cs="Arial"/>
          <w:kern w:val="0"/>
          <w:szCs w:val="20"/>
          <w:lang w:val="pt-PT" w:eastAsia="zh-MO"/>
        </w:rPr>
        <w:t xml:space="preserve"> </w:t>
      </w:r>
      <w:r w:rsidR="00763B1A">
        <w:rPr>
          <w:rFonts w:ascii="Arial" w:hAnsi="Arial" w:cs="Arial"/>
          <w:kern w:val="0"/>
          <w:szCs w:val="20"/>
          <w:lang w:val="pt-PT" w:eastAsia="zh-MO"/>
        </w:rPr>
        <w:t xml:space="preserve">e </w:t>
      </w:r>
      <w:r w:rsidR="000475C2">
        <w:rPr>
          <w:rFonts w:ascii="Arial" w:hAnsi="Arial" w:cs="Arial"/>
          <w:kern w:val="0"/>
          <w:szCs w:val="20"/>
          <w:lang w:val="pt-PT" w:eastAsia="zh-MO"/>
        </w:rPr>
        <w:t xml:space="preserve">um </w:t>
      </w:r>
      <w:r w:rsidR="00763B1A">
        <w:rPr>
          <w:rFonts w:ascii="Arial" w:hAnsi="Arial" w:cs="Arial"/>
          <w:kern w:val="0"/>
          <w:szCs w:val="20"/>
          <w:lang w:val="pt-PT" w:eastAsia="zh-MO"/>
        </w:rPr>
        <w:t xml:space="preserve">outro </w:t>
      </w:r>
      <w:r w:rsidR="00D37998">
        <w:rPr>
          <w:rFonts w:ascii="Arial" w:hAnsi="Arial" w:cs="Arial"/>
          <w:kern w:val="0"/>
          <w:szCs w:val="20"/>
          <w:lang w:val="pt-PT" w:eastAsia="zh-MO"/>
        </w:rPr>
        <w:t>à do</w:t>
      </w:r>
      <w:r w:rsidR="000475C2">
        <w:rPr>
          <w:rFonts w:ascii="Arial" w:hAnsi="Arial" w:cs="Arial"/>
          <w:kern w:val="0"/>
          <w:szCs w:val="20"/>
          <w:lang w:val="pt-PT" w:eastAsia="zh-MO"/>
        </w:rPr>
        <w:t>s</w:t>
      </w:r>
      <w:r w:rsidR="00763B1A">
        <w:rPr>
          <w:rFonts w:ascii="Arial" w:hAnsi="Arial" w:cs="Arial"/>
          <w:kern w:val="0"/>
          <w:szCs w:val="20"/>
          <w:lang w:val="pt-PT" w:eastAsia="zh-MO"/>
        </w:rPr>
        <w:t xml:space="preserve"> serviços policiais. </w:t>
      </w:r>
      <w:r w:rsidR="000475C2">
        <w:rPr>
          <w:rFonts w:ascii="Arial" w:hAnsi="Arial" w:cs="Arial"/>
          <w:kern w:val="0"/>
          <w:szCs w:val="20"/>
          <w:lang w:val="pt-PT" w:eastAsia="zh-MO"/>
        </w:rPr>
        <w:t>Explicou que a passagem</w:t>
      </w:r>
      <w:r w:rsidR="00D37998">
        <w:rPr>
          <w:rFonts w:ascii="Arial" w:hAnsi="Arial" w:cs="Arial"/>
          <w:kern w:val="0"/>
          <w:szCs w:val="20"/>
          <w:lang w:val="pt-PT" w:eastAsia="zh-MO"/>
        </w:rPr>
        <w:t xml:space="preserve"> do GIF </w:t>
      </w:r>
      <w:r w:rsidR="00763B1A">
        <w:rPr>
          <w:rFonts w:ascii="Arial" w:hAnsi="Arial" w:cs="Arial"/>
          <w:kern w:val="0"/>
          <w:szCs w:val="20"/>
          <w:lang w:val="pt-PT" w:eastAsia="zh-MO"/>
        </w:rPr>
        <w:t xml:space="preserve">para a tutela da </w:t>
      </w:r>
      <w:r w:rsidR="00D37998">
        <w:rPr>
          <w:rFonts w:ascii="Arial" w:hAnsi="Arial" w:cs="Arial"/>
          <w:kern w:val="0"/>
          <w:szCs w:val="20"/>
          <w:lang w:val="pt-PT" w:eastAsia="zh-MO"/>
        </w:rPr>
        <w:t>S</w:t>
      </w:r>
      <w:r w:rsidR="00763B1A">
        <w:rPr>
          <w:rFonts w:ascii="Arial" w:hAnsi="Arial" w:cs="Arial"/>
          <w:kern w:val="0"/>
          <w:szCs w:val="20"/>
          <w:lang w:val="pt-PT" w:eastAsia="zh-MO"/>
        </w:rPr>
        <w:t xml:space="preserve">ecretaria para a Segurança tem como objectivo reforçar </w:t>
      </w:r>
      <w:r w:rsidR="005A270F">
        <w:rPr>
          <w:rFonts w:ascii="Arial" w:hAnsi="Arial" w:cs="Arial"/>
          <w:kern w:val="0"/>
          <w:szCs w:val="20"/>
          <w:lang w:val="pt-PT" w:eastAsia="zh-MO"/>
        </w:rPr>
        <w:t xml:space="preserve">a cooperação entre </w:t>
      </w:r>
      <w:r w:rsidR="00D37998">
        <w:rPr>
          <w:rFonts w:ascii="Arial" w:hAnsi="Arial" w:cs="Arial"/>
          <w:kern w:val="0"/>
          <w:szCs w:val="20"/>
          <w:lang w:val="pt-PT" w:eastAsia="zh-MO"/>
        </w:rPr>
        <w:t>este Gabinete</w:t>
      </w:r>
      <w:r w:rsidR="005A270F">
        <w:rPr>
          <w:rFonts w:ascii="Arial" w:hAnsi="Arial" w:cs="Arial"/>
          <w:kern w:val="0"/>
          <w:szCs w:val="20"/>
          <w:lang w:val="pt-PT" w:eastAsia="zh-MO"/>
        </w:rPr>
        <w:t xml:space="preserve"> e </w:t>
      </w:r>
      <w:r w:rsidR="00D37998">
        <w:rPr>
          <w:rFonts w:ascii="Arial" w:hAnsi="Arial" w:cs="Arial"/>
          <w:kern w:val="0"/>
          <w:szCs w:val="20"/>
          <w:lang w:val="pt-PT" w:eastAsia="zh-MO"/>
        </w:rPr>
        <w:t xml:space="preserve">os </w:t>
      </w:r>
      <w:r w:rsidR="005A270F">
        <w:rPr>
          <w:rFonts w:ascii="Arial" w:hAnsi="Arial" w:cs="Arial"/>
          <w:kern w:val="0"/>
          <w:szCs w:val="20"/>
          <w:lang w:val="pt-PT" w:eastAsia="zh-MO"/>
        </w:rPr>
        <w:t>ó</w:t>
      </w:r>
      <w:r w:rsidR="005A270F" w:rsidRPr="005A270F">
        <w:rPr>
          <w:rFonts w:ascii="Arial" w:hAnsi="Arial" w:cs="Arial"/>
          <w:kern w:val="0"/>
          <w:szCs w:val="20"/>
          <w:lang w:val="pt-PT" w:eastAsia="zh-MO"/>
        </w:rPr>
        <w:t xml:space="preserve">rgãos </w:t>
      </w:r>
      <w:r w:rsidR="00D37998">
        <w:rPr>
          <w:rFonts w:ascii="Arial" w:hAnsi="Arial" w:cs="Arial"/>
          <w:kern w:val="0"/>
          <w:szCs w:val="20"/>
          <w:lang w:val="pt-PT" w:eastAsia="zh-MO"/>
        </w:rPr>
        <w:t>responsáveis pela</w:t>
      </w:r>
      <w:r w:rsidR="005A270F" w:rsidRPr="005A270F">
        <w:rPr>
          <w:rFonts w:ascii="Arial" w:hAnsi="Arial" w:cs="Arial"/>
          <w:kern w:val="0"/>
          <w:szCs w:val="20"/>
          <w:lang w:val="pt-PT" w:eastAsia="zh-MO"/>
        </w:rPr>
        <w:t xml:space="preserve"> execução da lei</w:t>
      </w:r>
      <w:r w:rsidR="005A270F">
        <w:rPr>
          <w:rFonts w:ascii="Arial" w:hAnsi="Arial" w:cs="Arial"/>
          <w:kern w:val="0"/>
          <w:szCs w:val="20"/>
          <w:lang w:val="pt-PT" w:eastAsia="zh-MO"/>
        </w:rPr>
        <w:t xml:space="preserve">, </w:t>
      </w:r>
      <w:r w:rsidR="00D37998">
        <w:rPr>
          <w:rFonts w:ascii="Arial" w:hAnsi="Arial" w:cs="Arial"/>
          <w:kern w:val="0"/>
          <w:szCs w:val="20"/>
          <w:lang w:val="pt-PT" w:eastAsia="zh-MO"/>
        </w:rPr>
        <w:t>no sentido de reforçar</w:t>
      </w:r>
      <w:r w:rsidR="00F8655B">
        <w:rPr>
          <w:rFonts w:ascii="Arial" w:hAnsi="Arial" w:cs="Arial"/>
          <w:kern w:val="0"/>
          <w:szCs w:val="20"/>
          <w:lang w:val="pt-PT" w:eastAsia="zh-MO"/>
        </w:rPr>
        <w:t xml:space="preserve"> ainda mais a e</w:t>
      </w:r>
      <w:r w:rsidR="00F8655B" w:rsidRPr="00F8655B">
        <w:rPr>
          <w:rFonts w:ascii="Arial" w:hAnsi="Arial" w:cs="Arial"/>
          <w:kern w:val="0"/>
          <w:szCs w:val="20"/>
          <w:lang w:val="pt-PT" w:eastAsia="zh-MO"/>
        </w:rPr>
        <w:t>ficiência</w:t>
      </w:r>
      <w:r w:rsidR="00F8655B">
        <w:rPr>
          <w:rFonts w:ascii="Arial" w:hAnsi="Arial" w:cs="Arial"/>
          <w:kern w:val="0"/>
          <w:szCs w:val="20"/>
          <w:lang w:val="pt-PT"/>
        </w:rPr>
        <w:t xml:space="preserve"> </w:t>
      </w:r>
      <w:r w:rsidR="00D37998">
        <w:rPr>
          <w:rFonts w:ascii="Arial" w:hAnsi="Arial" w:cs="Arial"/>
          <w:kern w:val="0"/>
          <w:szCs w:val="20"/>
          <w:lang w:val="pt-PT"/>
        </w:rPr>
        <w:t xml:space="preserve">em matéria </w:t>
      </w:r>
      <w:r w:rsidR="00F8655B">
        <w:rPr>
          <w:rFonts w:ascii="Arial" w:hAnsi="Arial" w:cs="Arial"/>
          <w:kern w:val="0"/>
          <w:szCs w:val="20"/>
          <w:lang w:val="pt-PT"/>
        </w:rPr>
        <w:t xml:space="preserve">de </w:t>
      </w:r>
      <w:r w:rsidR="00F8655B">
        <w:rPr>
          <w:rFonts w:ascii="Arial" w:hAnsi="Arial" w:cs="Arial"/>
          <w:kern w:val="0"/>
          <w:szCs w:val="20"/>
          <w:lang w:val="pt-PT" w:eastAsia="zh-MO"/>
        </w:rPr>
        <w:t xml:space="preserve">prevenção e combate </w:t>
      </w:r>
      <w:r w:rsidR="00D37998">
        <w:rPr>
          <w:rFonts w:ascii="Arial" w:hAnsi="Arial" w:cs="Arial"/>
          <w:kern w:val="0"/>
          <w:szCs w:val="20"/>
          <w:lang w:val="pt-PT" w:eastAsia="zh-MO"/>
        </w:rPr>
        <w:t>aos</w:t>
      </w:r>
      <w:r w:rsidR="00F8655B">
        <w:rPr>
          <w:rFonts w:ascii="Arial" w:hAnsi="Arial" w:cs="Arial"/>
          <w:kern w:val="0"/>
          <w:szCs w:val="20"/>
          <w:lang w:val="pt-PT" w:eastAsia="zh-MO"/>
        </w:rPr>
        <w:t xml:space="preserve"> </w:t>
      </w:r>
      <w:r w:rsidR="00F8655B" w:rsidRPr="00F8655B">
        <w:rPr>
          <w:rFonts w:ascii="Arial" w:hAnsi="Arial" w:cs="Arial"/>
          <w:kern w:val="0"/>
          <w:szCs w:val="20"/>
          <w:lang w:val="pt-PT" w:eastAsia="zh-MO"/>
        </w:rPr>
        <w:t>crimes</w:t>
      </w:r>
      <w:r w:rsidR="00D37998">
        <w:rPr>
          <w:rFonts w:ascii="Arial" w:hAnsi="Arial" w:cs="Arial"/>
          <w:kern w:val="0"/>
          <w:szCs w:val="20"/>
          <w:lang w:val="pt-PT" w:eastAsia="zh-MO"/>
        </w:rPr>
        <w:t xml:space="preserve"> financeiros</w:t>
      </w:r>
      <w:r w:rsidR="00F8655B">
        <w:rPr>
          <w:rFonts w:ascii="Arial" w:hAnsi="Arial" w:cs="Arial"/>
          <w:kern w:val="0"/>
          <w:szCs w:val="20"/>
          <w:lang w:val="pt-PT" w:eastAsia="zh-MO"/>
        </w:rPr>
        <w:t xml:space="preserve">. </w:t>
      </w:r>
      <w:r w:rsidR="00D37998">
        <w:rPr>
          <w:rFonts w:ascii="Arial" w:hAnsi="Arial" w:cs="Arial"/>
          <w:kern w:val="0"/>
          <w:szCs w:val="20"/>
          <w:lang w:val="pt-PT" w:eastAsia="zh-MO"/>
        </w:rPr>
        <w:t>Esclareceu que esta alteração na tutela deveu-se à</w:t>
      </w:r>
      <w:r w:rsidR="00B0366E" w:rsidRPr="00B0366E">
        <w:rPr>
          <w:rFonts w:ascii="Arial" w:hAnsi="Arial" w:cs="Arial"/>
          <w:kern w:val="0"/>
          <w:szCs w:val="20"/>
          <w:lang w:val="pt-PT" w:eastAsia="zh-MO"/>
        </w:rPr>
        <w:t xml:space="preserve"> experiência acumulada </w:t>
      </w:r>
      <w:r w:rsidR="00D37998">
        <w:rPr>
          <w:rFonts w:ascii="Arial" w:hAnsi="Arial" w:cs="Arial"/>
          <w:kern w:val="0"/>
          <w:szCs w:val="20"/>
          <w:lang w:val="pt-PT" w:eastAsia="zh-MO"/>
        </w:rPr>
        <w:t>pelo</w:t>
      </w:r>
      <w:r w:rsidR="00B0366E">
        <w:rPr>
          <w:rFonts w:ascii="Arial" w:hAnsi="Arial" w:cs="Arial"/>
          <w:kern w:val="0"/>
          <w:szCs w:val="20"/>
          <w:lang w:val="pt-PT" w:eastAsia="zh-MO"/>
        </w:rPr>
        <w:t xml:space="preserve"> governo</w:t>
      </w:r>
      <w:r w:rsidR="00D37998">
        <w:rPr>
          <w:rFonts w:ascii="Arial" w:hAnsi="Arial" w:cs="Arial"/>
          <w:kern w:val="0"/>
          <w:szCs w:val="20"/>
          <w:lang w:val="pt-PT" w:eastAsia="zh-MO"/>
        </w:rPr>
        <w:t xml:space="preserve"> ao longo dos</w:t>
      </w:r>
      <w:r w:rsidR="00B0366E" w:rsidRPr="00B0366E">
        <w:rPr>
          <w:rFonts w:ascii="Arial" w:hAnsi="Arial" w:cs="Arial"/>
          <w:kern w:val="0"/>
          <w:szCs w:val="20"/>
          <w:lang w:val="pt-PT" w:eastAsia="zh-MO"/>
        </w:rPr>
        <w:t xml:space="preserve"> anos</w:t>
      </w:r>
      <w:r w:rsidR="00B0366E">
        <w:rPr>
          <w:rFonts w:ascii="Arial" w:hAnsi="Arial" w:cs="Arial"/>
          <w:kern w:val="0"/>
          <w:szCs w:val="20"/>
          <w:lang w:val="pt-PT" w:eastAsia="zh-MO"/>
        </w:rPr>
        <w:t xml:space="preserve">, bem como </w:t>
      </w:r>
      <w:r w:rsidR="00D37998">
        <w:rPr>
          <w:rFonts w:ascii="Arial" w:hAnsi="Arial" w:cs="Arial"/>
          <w:kern w:val="0"/>
          <w:szCs w:val="20"/>
          <w:lang w:val="pt-PT" w:eastAsia="zh-MO"/>
        </w:rPr>
        <w:t xml:space="preserve">as </w:t>
      </w:r>
      <w:r w:rsidR="00B0366E">
        <w:rPr>
          <w:rFonts w:ascii="Arial" w:hAnsi="Arial" w:cs="Arial"/>
          <w:kern w:val="0"/>
          <w:szCs w:val="20"/>
          <w:lang w:val="pt-PT" w:eastAsia="zh-MO"/>
        </w:rPr>
        <w:t xml:space="preserve">sugestões de </w:t>
      </w:r>
      <w:r w:rsidR="00F32EEF">
        <w:rPr>
          <w:rFonts w:ascii="Arial" w:hAnsi="Arial" w:cs="Arial"/>
          <w:kern w:val="0"/>
          <w:szCs w:val="20"/>
          <w:lang w:val="pt-PT" w:eastAsia="zh-MO"/>
        </w:rPr>
        <w:t>organizações de internacionais.</w:t>
      </w:r>
    </w:p>
    <w:p w:rsidR="00F32EEF" w:rsidRDefault="00F32EEF" w:rsidP="00A14118">
      <w:pPr>
        <w:jc w:val="both"/>
        <w:rPr>
          <w:rFonts w:ascii="Arial" w:hAnsi="Arial" w:cs="Arial"/>
          <w:kern w:val="0"/>
          <w:szCs w:val="20"/>
          <w:lang w:val="pt-PT" w:eastAsia="zh-MO"/>
        </w:rPr>
      </w:pPr>
    </w:p>
    <w:p w:rsidR="00F32EEF" w:rsidRDefault="00F32EEF" w:rsidP="00A14118">
      <w:pPr>
        <w:jc w:val="both"/>
        <w:rPr>
          <w:rFonts w:ascii="Arial" w:hAnsi="Arial" w:cs="Arial"/>
          <w:kern w:val="0"/>
          <w:szCs w:val="20"/>
          <w:lang w:val="pt-PT"/>
        </w:rPr>
      </w:pPr>
      <w:r>
        <w:rPr>
          <w:rFonts w:ascii="Arial" w:hAnsi="Arial" w:cs="Arial"/>
          <w:kern w:val="0"/>
          <w:szCs w:val="20"/>
          <w:lang w:val="pt-PT" w:eastAsia="zh-MO"/>
        </w:rPr>
        <w:t xml:space="preserve">O mesmo responsável </w:t>
      </w:r>
      <w:r w:rsidR="00D37998">
        <w:rPr>
          <w:rFonts w:ascii="Arial" w:hAnsi="Arial" w:cs="Arial"/>
          <w:kern w:val="0"/>
          <w:szCs w:val="20"/>
          <w:lang w:val="pt-PT" w:eastAsia="zh-MO"/>
        </w:rPr>
        <w:t xml:space="preserve">garantiu que as </w:t>
      </w:r>
      <w:r w:rsidRPr="00F32EEF">
        <w:rPr>
          <w:rFonts w:ascii="Arial" w:hAnsi="Arial" w:cs="Arial"/>
          <w:kern w:val="0"/>
          <w:szCs w:val="20"/>
          <w:lang w:val="pt-PT" w:eastAsia="zh-MO"/>
        </w:rPr>
        <w:t xml:space="preserve">competências </w:t>
      </w:r>
      <w:r>
        <w:rPr>
          <w:rFonts w:ascii="Arial" w:hAnsi="Arial" w:cs="Arial"/>
          <w:kern w:val="0"/>
          <w:szCs w:val="20"/>
          <w:lang w:val="pt-PT" w:eastAsia="zh-MO"/>
        </w:rPr>
        <w:t xml:space="preserve">do GIF </w:t>
      </w:r>
      <w:r w:rsidRPr="00F32EEF">
        <w:rPr>
          <w:rFonts w:ascii="Arial" w:hAnsi="Arial" w:cs="Arial"/>
          <w:kern w:val="0"/>
          <w:szCs w:val="20"/>
          <w:lang w:val="pt-PT" w:eastAsia="zh-MO"/>
        </w:rPr>
        <w:t xml:space="preserve">mantêm-se </w:t>
      </w:r>
      <w:r>
        <w:rPr>
          <w:rFonts w:ascii="Arial" w:hAnsi="Arial" w:cs="Arial"/>
          <w:kern w:val="0"/>
          <w:szCs w:val="20"/>
          <w:lang w:val="pt-PT" w:eastAsia="zh-MO"/>
        </w:rPr>
        <w:t>inalteradas,</w:t>
      </w:r>
      <w:r w:rsidR="00685B53">
        <w:rPr>
          <w:rFonts w:ascii="Arial" w:hAnsi="Arial" w:cs="Arial"/>
          <w:kern w:val="0"/>
          <w:szCs w:val="20"/>
          <w:lang w:val="pt-PT" w:eastAsia="zh-MO"/>
        </w:rPr>
        <w:t xml:space="preserve"> </w:t>
      </w:r>
      <w:r w:rsidR="00D37998">
        <w:rPr>
          <w:rFonts w:ascii="Arial" w:hAnsi="Arial" w:cs="Arial"/>
          <w:kern w:val="0"/>
          <w:szCs w:val="20"/>
          <w:lang w:val="pt-PT" w:eastAsia="zh-MO"/>
        </w:rPr>
        <w:t>e que seguirá os</w:t>
      </w:r>
      <w:r w:rsidR="00685B53">
        <w:rPr>
          <w:rFonts w:ascii="Arial" w:hAnsi="Arial" w:cs="Arial"/>
          <w:kern w:val="0"/>
          <w:szCs w:val="20"/>
          <w:lang w:val="pt-PT" w:eastAsia="zh-MO"/>
        </w:rPr>
        <w:t xml:space="preserve"> regimes j</w:t>
      </w:r>
      <w:r w:rsidR="00685B53" w:rsidRPr="00685B53">
        <w:rPr>
          <w:rFonts w:ascii="Arial" w:hAnsi="Arial" w:cs="Arial"/>
          <w:kern w:val="0"/>
          <w:szCs w:val="20"/>
          <w:lang w:val="pt-PT" w:eastAsia="zh-MO"/>
        </w:rPr>
        <w:t>urídico</w:t>
      </w:r>
      <w:r w:rsidR="00685B53">
        <w:rPr>
          <w:rFonts w:ascii="Arial" w:hAnsi="Arial" w:cs="Arial"/>
          <w:kern w:val="0"/>
          <w:szCs w:val="20"/>
          <w:lang w:val="pt-PT" w:eastAsia="zh-MO"/>
        </w:rPr>
        <w:t xml:space="preserve">s e práticas internacionais </w:t>
      </w:r>
      <w:r w:rsidR="00D37998">
        <w:rPr>
          <w:rFonts w:ascii="Arial" w:hAnsi="Arial" w:cs="Arial"/>
          <w:kern w:val="0"/>
          <w:szCs w:val="20"/>
          <w:lang w:val="pt-PT" w:eastAsia="zh-MO"/>
        </w:rPr>
        <w:t>no que diz respeito ao desenvolvimento de</w:t>
      </w:r>
      <w:r w:rsidR="00685B53">
        <w:rPr>
          <w:rFonts w:ascii="Arial" w:hAnsi="Arial" w:cs="Arial"/>
          <w:kern w:val="0"/>
          <w:szCs w:val="20"/>
          <w:lang w:val="pt-PT" w:eastAsia="zh-MO"/>
        </w:rPr>
        <w:t xml:space="preserve"> trabalhos da área de informação f</w:t>
      </w:r>
      <w:r w:rsidR="00685B53" w:rsidRPr="00685B53">
        <w:rPr>
          <w:rFonts w:ascii="Arial" w:hAnsi="Arial" w:cs="Arial"/>
          <w:kern w:val="0"/>
          <w:szCs w:val="20"/>
          <w:lang w:val="pt-PT" w:eastAsia="zh-MO"/>
        </w:rPr>
        <w:t>inanceira</w:t>
      </w:r>
      <w:r w:rsidR="00780BB0">
        <w:rPr>
          <w:rFonts w:ascii="Arial" w:hAnsi="Arial" w:cs="Arial"/>
          <w:kern w:val="0"/>
          <w:szCs w:val="20"/>
          <w:lang w:val="pt-PT" w:eastAsia="zh-MO"/>
        </w:rPr>
        <w:t xml:space="preserve">. </w:t>
      </w:r>
      <w:r w:rsidR="00D37998">
        <w:rPr>
          <w:rFonts w:ascii="Arial" w:hAnsi="Arial" w:cs="Arial"/>
          <w:kern w:val="0"/>
          <w:szCs w:val="20"/>
          <w:lang w:val="pt-PT" w:eastAsia="zh-MO"/>
        </w:rPr>
        <w:t>Sublinhou que este organismo já tem mecanismos internacionais de cooperação e</w:t>
      </w:r>
      <w:r w:rsidR="002766F7">
        <w:rPr>
          <w:rFonts w:ascii="Arial" w:hAnsi="Arial" w:cs="Arial"/>
          <w:kern w:val="0"/>
          <w:szCs w:val="20"/>
          <w:lang w:val="pt-PT" w:eastAsia="zh-MO"/>
        </w:rPr>
        <w:t>, por isso</w:t>
      </w:r>
      <w:r w:rsidR="00D37998">
        <w:rPr>
          <w:rFonts w:ascii="Arial" w:hAnsi="Arial" w:cs="Arial"/>
          <w:kern w:val="0"/>
          <w:szCs w:val="20"/>
          <w:lang w:val="pt-PT" w:eastAsia="zh-MO"/>
        </w:rPr>
        <w:t>,</w:t>
      </w:r>
      <w:r w:rsidR="002766F7">
        <w:rPr>
          <w:rFonts w:ascii="Arial" w:hAnsi="Arial" w:cs="Arial"/>
          <w:kern w:val="0"/>
          <w:szCs w:val="20"/>
          <w:lang w:val="pt-PT" w:eastAsia="zh-MO"/>
        </w:rPr>
        <w:t xml:space="preserve"> </w:t>
      </w:r>
      <w:r w:rsidR="00D37998">
        <w:rPr>
          <w:rFonts w:ascii="Arial" w:hAnsi="Arial" w:cs="Arial"/>
          <w:kern w:val="0"/>
          <w:szCs w:val="20"/>
          <w:lang w:val="pt-PT" w:eastAsia="zh-MO"/>
        </w:rPr>
        <w:t>continuará</w:t>
      </w:r>
      <w:r w:rsidR="002766F7">
        <w:rPr>
          <w:rFonts w:ascii="Arial" w:hAnsi="Arial" w:cs="Arial"/>
          <w:kern w:val="0"/>
          <w:szCs w:val="20"/>
          <w:lang w:val="pt-PT" w:eastAsia="zh-MO"/>
        </w:rPr>
        <w:t xml:space="preserve"> a manter a sua independência, profissionalismo</w:t>
      </w:r>
      <w:r w:rsidR="00D37998">
        <w:rPr>
          <w:rFonts w:ascii="Arial" w:hAnsi="Arial" w:cs="Arial"/>
          <w:kern w:val="0"/>
          <w:szCs w:val="20"/>
          <w:lang w:val="pt-PT" w:eastAsia="zh-MO"/>
        </w:rPr>
        <w:t xml:space="preserve"> e colaboração</w:t>
      </w:r>
      <w:r w:rsidR="002766F7">
        <w:rPr>
          <w:rFonts w:ascii="Arial" w:hAnsi="Arial" w:cs="Arial"/>
          <w:kern w:val="0"/>
          <w:szCs w:val="20"/>
          <w:lang w:val="pt-PT" w:eastAsia="zh-MO"/>
        </w:rPr>
        <w:t xml:space="preserve"> com entidades</w:t>
      </w:r>
      <w:r w:rsidR="00D37998">
        <w:rPr>
          <w:rFonts w:ascii="Arial" w:hAnsi="Arial" w:cs="Arial"/>
          <w:kern w:val="0"/>
          <w:szCs w:val="20"/>
          <w:lang w:val="pt-PT" w:eastAsia="zh-MO"/>
        </w:rPr>
        <w:t xml:space="preserve"> homólogas de</w:t>
      </w:r>
      <w:r w:rsidR="002766F7">
        <w:rPr>
          <w:rFonts w:ascii="Arial" w:hAnsi="Arial" w:cs="Arial" w:hint="eastAsia"/>
          <w:kern w:val="0"/>
          <w:szCs w:val="20"/>
          <w:lang w:val="pt-PT"/>
        </w:rPr>
        <w:t xml:space="preserve"> outros pa</w:t>
      </w:r>
      <w:r w:rsidR="002766F7">
        <w:rPr>
          <w:rFonts w:ascii="Arial" w:hAnsi="Arial" w:cs="Arial"/>
          <w:kern w:val="0"/>
          <w:szCs w:val="20"/>
          <w:lang w:val="pt-PT"/>
        </w:rPr>
        <w:t>íses e regiões.</w:t>
      </w:r>
    </w:p>
    <w:p w:rsidR="00D71AFF" w:rsidRDefault="00D71AFF" w:rsidP="00A14118">
      <w:pPr>
        <w:jc w:val="both"/>
        <w:rPr>
          <w:rFonts w:ascii="Arial" w:hAnsi="Arial" w:cs="Arial"/>
          <w:kern w:val="0"/>
          <w:szCs w:val="20"/>
          <w:lang w:val="pt-PT"/>
        </w:rPr>
      </w:pPr>
    </w:p>
    <w:p w:rsidR="00914F14" w:rsidRPr="00E168C2" w:rsidRDefault="00D71AFF" w:rsidP="00914F14">
      <w:pPr>
        <w:jc w:val="both"/>
        <w:rPr>
          <w:rFonts w:ascii="Arial" w:hAnsi="Arial" w:cs="Arial"/>
          <w:kern w:val="0"/>
          <w:szCs w:val="20"/>
          <w:lang w:val="pt-PT" w:eastAsia="zh-MO"/>
        </w:rPr>
      </w:pPr>
      <w:r w:rsidRPr="00D71AFF">
        <w:rPr>
          <w:rFonts w:ascii="Arial" w:hAnsi="Arial" w:cs="Arial"/>
          <w:kern w:val="0"/>
          <w:szCs w:val="20"/>
          <w:lang w:val="pt-PT"/>
        </w:rPr>
        <w:t xml:space="preserve">Instado a comentar os esclarecimentos frequentes da </w:t>
      </w:r>
      <w:r w:rsidR="00914F14" w:rsidRPr="00D71AFF">
        <w:rPr>
          <w:rFonts w:ascii="Arial" w:hAnsi="Arial" w:cs="Arial"/>
          <w:lang w:val="pt-PT"/>
        </w:rPr>
        <w:t xml:space="preserve">Polícia Judiciária </w:t>
      </w:r>
      <w:r w:rsidR="00914F14" w:rsidRPr="00D71AFF">
        <w:rPr>
          <w:rFonts w:ascii="Arial" w:hAnsi="Arial" w:cs="Arial" w:hint="eastAsia"/>
          <w:lang w:val="pt-PT"/>
        </w:rPr>
        <w:t>(PJ)</w:t>
      </w:r>
      <w:r w:rsidR="00914F14" w:rsidRPr="00D71AFF">
        <w:rPr>
          <w:rFonts w:ascii="Arial" w:hAnsi="Arial" w:cs="Arial"/>
          <w:lang w:val="pt-PT"/>
        </w:rPr>
        <w:t xml:space="preserve"> durante a consulta pública do </w:t>
      </w:r>
      <w:r w:rsidRPr="00D71AFF">
        <w:rPr>
          <w:rFonts w:ascii="Arial" w:hAnsi="Arial" w:cs="Arial"/>
          <w:lang w:val="pt-PT"/>
        </w:rPr>
        <w:t>«</w:t>
      </w:r>
      <w:r w:rsidR="00914F14" w:rsidRPr="00D71AFF">
        <w:rPr>
          <w:rFonts w:ascii="Arial" w:hAnsi="Arial" w:cs="Arial"/>
          <w:lang w:val="pt-PT"/>
        </w:rPr>
        <w:t>Regime Jurídico da Intercepção e Protecção de Comunicações</w:t>
      </w:r>
      <w:r w:rsidRPr="00D71AFF">
        <w:rPr>
          <w:rFonts w:ascii="Arial" w:hAnsi="Arial" w:cs="Arial"/>
          <w:lang w:val="pt-PT"/>
        </w:rPr>
        <w:t>»</w:t>
      </w:r>
      <w:r w:rsidR="00914F14" w:rsidRPr="00D71AFF">
        <w:rPr>
          <w:rFonts w:ascii="Arial" w:hAnsi="Arial" w:cs="Arial"/>
          <w:lang w:val="pt-PT"/>
        </w:rPr>
        <w:t xml:space="preserve">, </w:t>
      </w:r>
      <w:proofErr w:type="spellStart"/>
      <w:r w:rsidR="00914F14" w:rsidRPr="00D71AFF">
        <w:rPr>
          <w:rFonts w:ascii="Arial" w:hAnsi="Arial" w:cs="Arial"/>
          <w:lang w:val="pt-PT"/>
        </w:rPr>
        <w:t>Wong</w:t>
      </w:r>
      <w:proofErr w:type="spellEnd"/>
      <w:r w:rsidR="00914F14" w:rsidRPr="00D71AFF">
        <w:rPr>
          <w:rFonts w:ascii="Arial" w:hAnsi="Arial" w:cs="Arial"/>
          <w:lang w:val="pt-PT"/>
        </w:rPr>
        <w:t xml:space="preserve"> Sio </w:t>
      </w:r>
      <w:proofErr w:type="spellStart"/>
      <w:r w:rsidR="00914F14" w:rsidRPr="00D71AFF">
        <w:rPr>
          <w:rFonts w:ascii="Arial" w:hAnsi="Arial" w:cs="Arial"/>
          <w:lang w:val="pt-PT"/>
        </w:rPr>
        <w:t>Chak</w:t>
      </w:r>
      <w:proofErr w:type="spellEnd"/>
      <w:r w:rsidR="00914F14" w:rsidRPr="00D71AFF">
        <w:rPr>
          <w:rFonts w:ascii="Arial" w:hAnsi="Arial" w:cs="Arial"/>
          <w:lang w:val="pt-PT"/>
        </w:rPr>
        <w:t xml:space="preserve"> referiu </w:t>
      </w:r>
      <w:r w:rsidRPr="00D71AFF">
        <w:rPr>
          <w:rFonts w:ascii="Arial" w:hAnsi="Arial" w:cs="Arial"/>
          <w:lang w:val="pt-PT"/>
        </w:rPr>
        <w:t>ser comum e</w:t>
      </w:r>
      <w:r w:rsidR="00914F14" w:rsidRPr="00D71AFF">
        <w:rPr>
          <w:rFonts w:ascii="Arial" w:hAnsi="Arial" w:cs="Arial"/>
          <w:lang w:val="pt-PT"/>
        </w:rPr>
        <w:t xml:space="preserve"> normal os cidadãos expressa</w:t>
      </w:r>
      <w:r w:rsidRPr="00D71AFF">
        <w:rPr>
          <w:rFonts w:ascii="Arial" w:hAnsi="Arial" w:cs="Arial"/>
          <w:lang w:val="pt-PT"/>
        </w:rPr>
        <w:t>re</w:t>
      </w:r>
      <w:r w:rsidR="00914F14" w:rsidRPr="00D71AFF">
        <w:rPr>
          <w:rFonts w:ascii="Arial" w:hAnsi="Arial" w:cs="Arial"/>
          <w:lang w:val="pt-PT"/>
        </w:rPr>
        <w:t>m opiniões</w:t>
      </w:r>
      <w:r w:rsidRPr="00D71AFF">
        <w:rPr>
          <w:rFonts w:ascii="Arial" w:hAnsi="Arial" w:cs="Arial"/>
          <w:lang w:val="pt-PT"/>
        </w:rPr>
        <w:t xml:space="preserve"> diferentes</w:t>
      </w:r>
      <w:r w:rsidR="00914F14" w:rsidRPr="00E168C2">
        <w:rPr>
          <w:rFonts w:ascii="Arial" w:hAnsi="Arial" w:cs="Arial"/>
          <w:lang w:val="pt-PT"/>
        </w:rPr>
        <w:t xml:space="preserve">, </w:t>
      </w:r>
      <w:r w:rsidRPr="00E168C2">
        <w:rPr>
          <w:rFonts w:ascii="Arial" w:hAnsi="Arial" w:cs="Arial"/>
          <w:lang w:val="pt-PT"/>
        </w:rPr>
        <w:t>e</w:t>
      </w:r>
      <w:r w:rsidR="00914F14" w:rsidRPr="00E168C2">
        <w:rPr>
          <w:rFonts w:ascii="Arial" w:hAnsi="Arial" w:cs="Arial"/>
          <w:lang w:val="pt-PT"/>
        </w:rPr>
        <w:t xml:space="preserve"> alguns residentes não </w:t>
      </w:r>
      <w:r w:rsidRPr="00E168C2">
        <w:rPr>
          <w:rFonts w:ascii="Arial" w:hAnsi="Arial" w:cs="Arial"/>
          <w:lang w:val="pt-PT"/>
        </w:rPr>
        <w:t>compreendem</w:t>
      </w:r>
      <w:r w:rsidR="00914F14" w:rsidRPr="00E168C2">
        <w:rPr>
          <w:rFonts w:ascii="Arial" w:hAnsi="Arial" w:cs="Arial"/>
          <w:lang w:val="pt-PT"/>
        </w:rPr>
        <w:t xml:space="preserve"> bem o modelo e </w:t>
      </w:r>
      <w:r w:rsidR="00E168C2" w:rsidRPr="00E168C2">
        <w:rPr>
          <w:rFonts w:ascii="Arial" w:hAnsi="Arial" w:cs="Arial"/>
          <w:lang w:val="pt-PT"/>
        </w:rPr>
        <w:t xml:space="preserve">a </w:t>
      </w:r>
      <w:r w:rsidR="00914F14" w:rsidRPr="00E168C2">
        <w:rPr>
          <w:rFonts w:ascii="Arial" w:hAnsi="Arial" w:cs="Arial"/>
          <w:lang w:val="pt-PT"/>
        </w:rPr>
        <w:t xml:space="preserve">tradição das leis de Macau, </w:t>
      </w:r>
      <w:r w:rsidR="00E168C2" w:rsidRPr="00E168C2">
        <w:rPr>
          <w:rFonts w:ascii="Arial" w:hAnsi="Arial" w:cs="Arial"/>
          <w:lang w:val="pt-PT"/>
        </w:rPr>
        <w:t>comprando sempre</w:t>
      </w:r>
      <w:r w:rsidR="00914F14" w:rsidRPr="00E168C2">
        <w:rPr>
          <w:rFonts w:ascii="Arial" w:hAnsi="Arial" w:cs="Arial"/>
          <w:lang w:val="pt-PT"/>
        </w:rPr>
        <w:t xml:space="preserve"> o modelo de Macau com o das regiões vizinh</w:t>
      </w:r>
      <w:r w:rsidR="00E168C2" w:rsidRPr="00E168C2">
        <w:rPr>
          <w:rFonts w:ascii="Arial" w:hAnsi="Arial" w:cs="Arial"/>
          <w:lang w:val="pt-PT"/>
        </w:rPr>
        <w:t>a</w:t>
      </w:r>
      <w:r w:rsidR="00914F14" w:rsidRPr="00E168C2">
        <w:rPr>
          <w:rFonts w:ascii="Arial" w:hAnsi="Arial" w:cs="Arial"/>
          <w:lang w:val="pt-PT"/>
        </w:rPr>
        <w:t xml:space="preserve">s. Explicou que o </w:t>
      </w:r>
      <w:r w:rsidR="00914F14" w:rsidRPr="00E168C2">
        <w:rPr>
          <w:rFonts w:ascii="Arial" w:hAnsi="Arial" w:cs="Arial" w:hint="eastAsia"/>
          <w:lang w:val="pt-PT"/>
        </w:rPr>
        <w:t xml:space="preserve">regime de Macau </w:t>
      </w:r>
      <w:r w:rsidR="00E168C2" w:rsidRPr="00E168C2">
        <w:rPr>
          <w:rFonts w:ascii="Arial" w:hAnsi="Arial" w:cs="Arial"/>
          <w:lang w:val="pt-PT"/>
        </w:rPr>
        <w:t xml:space="preserve">difere do </w:t>
      </w:r>
      <w:r w:rsidR="00914F14" w:rsidRPr="00E168C2">
        <w:rPr>
          <w:rFonts w:ascii="Arial" w:hAnsi="Arial" w:cs="Arial"/>
          <w:lang w:val="pt-PT"/>
        </w:rPr>
        <w:t>das regiões vizinh</w:t>
      </w:r>
      <w:r w:rsidR="00E168C2" w:rsidRPr="00E168C2">
        <w:rPr>
          <w:rFonts w:ascii="Arial" w:hAnsi="Arial" w:cs="Arial"/>
          <w:lang w:val="pt-PT"/>
        </w:rPr>
        <w:t>a</w:t>
      </w:r>
      <w:r w:rsidR="00914F14" w:rsidRPr="00E168C2">
        <w:rPr>
          <w:rFonts w:ascii="Arial" w:hAnsi="Arial" w:cs="Arial"/>
          <w:lang w:val="pt-PT"/>
        </w:rPr>
        <w:t xml:space="preserve">s, </w:t>
      </w:r>
      <w:r w:rsidR="00E168C2" w:rsidRPr="00E168C2">
        <w:rPr>
          <w:rFonts w:ascii="Arial" w:hAnsi="Arial" w:cs="Arial"/>
          <w:lang w:val="pt-PT"/>
        </w:rPr>
        <w:t xml:space="preserve">reiterando que </w:t>
      </w:r>
      <w:r w:rsidR="00914F14" w:rsidRPr="00E168C2">
        <w:rPr>
          <w:rFonts w:ascii="Arial" w:hAnsi="Arial" w:cs="Arial"/>
          <w:lang w:val="pt-PT"/>
        </w:rPr>
        <w:t xml:space="preserve">o </w:t>
      </w:r>
      <w:r w:rsidR="00E168C2" w:rsidRPr="00E168C2">
        <w:rPr>
          <w:rFonts w:ascii="Arial" w:hAnsi="Arial" w:cs="Arial"/>
          <w:lang w:val="pt-PT"/>
        </w:rPr>
        <w:t>Direito</w:t>
      </w:r>
      <w:r w:rsidR="00914F14" w:rsidRPr="00E168C2">
        <w:rPr>
          <w:rFonts w:ascii="Arial" w:hAnsi="Arial" w:cs="Arial"/>
          <w:lang w:val="pt-PT"/>
        </w:rPr>
        <w:t xml:space="preserve"> </w:t>
      </w:r>
      <w:r w:rsidR="00E168C2" w:rsidRPr="00E168C2">
        <w:rPr>
          <w:rFonts w:ascii="Arial" w:hAnsi="Arial" w:cs="Arial"/>
          <w:lang w:val="pt-PT"/>
        </w:rPr>
        <w:t>C</w:t>
      </w:r>
      <w:r w:rsidR="00914F14" w:rsidRPr="00E168C2">
        <w:rPr>
          <w:rFonts w:ascii="Arial" w:hAnsi="Arial" w:cs="Arial"/>
          <w:lang w:val="pt-PT"/>
        </w:rPr>
        <w:t xml:space="preserve">ontinental e </w:t>
      </w:r>
      <w:r w:rsidR="00E168C2" w:rsidRPr="00E168C2">
        <w:rPr>
          <w:rFonts w:ascii="Arial" w:hAnsi="Arial" w:cs="Arial"/>
          <w:lang w:val="pt-PT"/>
        </w:rPr>
        <w:t>o</w:t>
      </w:r>
      <w:r w:rsidR="00914F14" w:rsidRPr="00E168C2">
        <w:rPr>
          <w:rFonts w:ascii="Arial" w:hAnsi="Arial" w:cs="Arial"/>
          <w:lang w:val="pt-PT"/>
        </w:rPr>
        <w:t xml:space="preserve"> </w:t>
      </w:r>
      <w:proofErr w:type="spellStart"/>
      <w:r w:rsidR="00914F14" w:rsidRPr="00E168C2">
        <w:rPr>
          <w:rFonts w:ascii="Arial" w:hAnsi="Arial" w:cs="Arial"/>
          <w:i/>
          <w:lang w:val="pt-PT"/>
        </w:rPr>
        <w:t>Common</w:t>
      </w:r>
      <w:proofErr w:type="spellEnd"/>
      <w:r w:rsidR="00914F14" w:rsidRPr="00E168C2">
        <w:rPr>
          <w:rFonts w:ascii="Arial" w:hAnsi="Arial" w:cs="Arial"/>
          <w:i/>
          <w:lang w:val="pt-PT"/>
        </w:rPr>
        <w:t xml:space="preserve"> </w:t>
      </w:r>
      <w:proofErr w:type="spellStart"/>
      <w:r w:rsidR="00914F14" w:rsidRPr="00E168C2">
        <w:rPr>
          <w:rFonts w:ascii="Arial" w:hAnsi="Arial" w:cs="Arial"/>
          <w:i/>
          <w:lang w:val="pt-PT"/>
        </w:rPr>
        <w:t>Law</w:t>
      </w:r>
      <w:proofErr w:type="spellEnd"/>
      <w:r w:rsidR="00914F14" w:rsidRPr="00E168C2">
        <w:rPr>
          <w:rFonts w:ascii="Arial" w:hAnsi="Arial" w:cs="Arial"/>
          <w:lang w:val="pt-PT"/>
        </w:rPr>
        <w:t xml:space="preserve"> </w:t>
      </w:r>
      <w:r w:rsidR="00E168C2" w:rsidRPr="00E168C2">
        <w:rPr>
          <w:rFonts w:ascii="Arial" w:hAnsi="Arial" w:cs="Arial"/>
          <w:lang w:val="pt-PT"/>
        </w:rPr>
        <w:t xml:space="preserve">são </w:t>
      </w:r>
      <w:r w:rsidR="00914F14" w:rsidRPr="00E168C2">
        <w:rPr>
          <w:rFonts w:ascii="Arial" w:hAnsi="Arial" w:cs="Arial"/>
          <w:lang w:val="pt-PT"/>
        </w:rPr>
        <w:t>diferente</w:t>
      </w:r>
      <w:r w:rsidR="00E168C2" w:rsidRPr="00E168C2">
        <w:rPr>
          <w:rFonts w:ascii="Arial" w:hAnsi="Arial" w:cs="Arial"/>
          <w:lang w:val="pt-PT"/>
        </w:rPr>
        <w:t>s</w:t>
      </w:r>
      <w:r w:rsidR="00914F14" w:rsidRPr="00E168C2">
        <w:rPr>
          <w:rFonts w:ascii="Arial" w:hAnsi="Arial" w:cs="Arial"/>
          <w:lang w:val="pt-PT"/>
        </w:rPr>
        <w:t>,</w:t>
      </w:r>
      <w:r w:rsidR="00E168C2" w:rsidRPr="00E168C2">
        <w:rPr>
          <w:rFonts w:ascii="Arial" w:hAnsi="Arial" w:cs="Arial"/>
          <w:lang w:val="pt-PT"/>
        </w:rPr>
        <w:t xml:space="preserve"> e, por essa razão, </w:t>
      </w:r>
      <w:r w:rsidR="00914F14" w:rsidRPr="00E168C2">
        <w:rPr>
          <w:rFonts w:ascii="Arial" w:hAnsi="Arial" w:cs="Arial" w:hint="eastAsia"/>
          <w:lang w:val="pt-PT"/>
        </w:rPr>
        <w:t>a</w:t>
      </w:r>
      <w:r w:rsidR="00914F14" w:rsidRPr="00E168C2">
        <w:rPr>
          <w:rFonts w:ascii="Arial" w:hAnsi="Arial" w:cs="Arial"/>
          <w:lang w:val="pt-PT"/>
        </w:rPr>
        <w:t xml:space="preserve"> </w:t>
      </w:r>
      <w:r w:rsidR="00914F14" w:rsidRPr="00E168C2">
        <w:rPr>
          <w:rFonts w:ascii="Arial" w:hAnsi="Arial" w:cs="Arial" w:hint="eastAsia"/>
          <w:lang w:val="pt-PT"/>
        </w:rPr>
        <w:t xml:space="preserve">PJ </w:t>
      </w:r>
      <w:r w:rsidR="00E168C2" w:rsidRPr="00E168C2">
        <w:rPr>
          <w:rFonts w:ascii="Arial" w:hAnsi="Arial" w:cs="Arial"/>
          <w:lang w:val="pt-PT"/>
        </w:rPr>
        <w:t>divulga muita informação, no sentido de esclarecer as</w:t>
      </w:r>
      <w:r w:rsidR="00914F14" w:rsidRPr="00E168C2">
        <w:rPr>
          <w:rFonts w:ascii="Arial" w:hAnsi="Arial" w:cs="Arial"/>
          <w:lang w:val="pt-PT"/>
        </w:rPr>
        <w:t xml:space="preserve"> leis e </w:t>
      </w:r>
      <w:r w:rsidR="00E168C2" w:rsidRPr="00E168C2">
        <w:rPr>
          <w:rFonts w:ascii="Arial" w:hAnsi="Arial" w:cs="Arial"/>
          <w:lang w:val="pt-PT"/>
        </w:rPr>
        <w:t xml:space="preserve">o </w:t>
      </w:r>
      <w:r w:rsidR="00914F14" w:rsidRPr="00E168C2">
        <w:rPr>
          <w:rFonts w:ascii="Arial" w:hAnsi="Arial" w:cs="Arial"/>
          <w:lang w:val="pt-PT"/>
        </w:rPr>
        <w:t xml:space="preserve">modelo de supervisão de Macau. </w:t>
      </w:r>
      <w:r w:rsidR="00E168C2">
        <w:rPr>
          <w:rFonts w:ascii="Arial" w:hAnsi="Arial" w:cs="Arial"/>
          <w:lang w:val="pt-PT"/>
        </w:rPr>
        <w:t xml:space="preserve">O mesmo responsável considera que não responder </w:t>
      </w:r>
      <w:r w:rsidR="00E168C2" w:rsidRPr="00E168C2">
        <w:rPr>
          <w:rFonts w:ascii="Arial" w:hAnsi="Arial" w:cs="Arial"/>
          <w:lang w:val="pt-PT"/>
        </w:rPr>
        <w:t xml:space="preserve">às opiniões </w:t>
      </w:r>
      <w:r w:rsidR="00F6490E">
        <w:rPr>
          <w:rFonts w:ascii="Arial" w:hAnsi="Arial" w:cs="Arial"/>
          <w:lang w:val="pt-PT"/>
        </w:rPr>
        <w:t>apresentada</w:t>
      </w:r>
      <w:r w:rsidR="00E168C2" w:rsidRPr="00E168C2">
        <w:rPr>
          <w:rFonts w:ascii="Arial" w:hAnsi="Arial" w:cs="Arial"/>
          <w:lang w:val="pt-PT"/>
        </w:rPr>
        <w:t xml:space="preserve">s pelos </w:t>
      </w:r>
      <w:r w:rsidR="00914F14" w:rsidRPr="00E168C2">
        <w:rPr>
          <w:rFonts w:ascii="Arial" w:hAnsi="Arial" w:cs="Arial"/>
          <w:lang w:val="pt-PT"/>
        </w:rPr>
        <w:t xml:space="preserve">cidadãos </w:t>
      </w:r>
      <w:r w:rsidR="00E168C2">
        <w:rPr>
          <w:rFonts w:ascii="Arial" w:hAnsi="Arial" w:cs="Arial"/>
          <w:lang w:val="pt-PT"/>
        </w:rPr>
        <w:t>seria</w:t>
      </w:r>
      <w:r w:rsidR="00E168C2" w:rsidRPr="00E168C2">
        <w:rPr>
          <w:rFonts w:ascii="Arial" w:hAnsi="Arial" w:cs="Arial"/>
          <w:lang w:val="pt-PT"/>
        </w:rPr>
        <w:t xml:space="preserve"> uma irresponsabilidade da PJ</w:t>
      </w:r>
      <w:r w:rsidR="00914F14" w:rsidRPr="00E168C2">
        <w:rPr>
          <w:rFonts w:ascii="Arial" w:hAnsi="Arial" w:cs="Arial"/>
          <w:lang w:val="pt-PT"/>
        </w:rPr>
        <w:t>.</w:t>
      </w:r>
      <w:r w:rsidR="00914F14" w:rsidRPr="00914F14">
        <w:rPr>
          <w:rFonts w:ascii="Arial" w:hAnsi="Arial" w:cs="Arial"/>
          <w:color w:val="FF0000"/>
          <w:lang w:val="pt-PT"/>
        </w:rPr>
        <w:t xml:space="preserve"> </w:t>
      </w:r>
      <w:r w:rsidR="00E168C2" w:rsidRPr="00E168C2">
        <w:rPr>
          <w:rFonts w:ascii="Arial" w:hAnsi="Arial" w:cs="Arial"/>
          <w:lang w:val="pt-PT"/>
        </w:rPr>
        <w:t>Salientou o empenho desta autoridade em explicar de forma clara e completa, com o objectivo da população</w:t>
      </w:r>
      <w:r w:rsidR="00914F14" w:rsidRPr="00E168C2">
        <w:rPr>
          <w:rFonts w:ascii="Arial" w:hAnsi="Arial" w:cs="Arial"/>
          <w:lang w:val="pt-PT"/>
        </w:rPr>
        <w:t xml:space="preserve"> </w:t>
      </w:r>
      <w:r w:rsidR="00E168C2" w:rsidRPr="00E168C2">
        <w:rPr>
          <w:rFonts w:ascii="Arial" w:hAnsi="Arial" w:cs="Arial"/>
          <w:lang w:val="pt-PT"/>
        </w:rPr>
        <w:t>compreender perfeitamente</w:t>
      </w:r>
      <w:r w:rsidR="00914F14" w:rsidRPr="00E168C2">
        <w:rPr>
          <w:rFonts w:ascii="Arial" w:hAnsi="Arial" w:cs="Arial"/>
          <w:lang w:val="pt-PT"/>
        </w:rPr>
        <w:t xml:space="preserve"> o respectivo regime jurídico.</w:t>
      </w:r>
    </w:p>
    <w:p w:rsidR="00A14118" w:rsidRPr="00914F14" w:rsidRDefault="00A14118" w:rsidP="00A14118">
      <w:pPr>
        <w:jc w:val="both"/>
        <w:rPr>
          <w:rFonts w:ascii="Arial" w:hAnsi="Arial" w:cs="Arial"/>
          <w:color w:val="FF0000"/>
          <w:lang w:val="pt-PT"/>
        </w:rPr>
      </w:pPr>
    </w:p>
    <w:p w:rsidR="004F29B2" w:rsidRPr="008C238D" w:rsidRDefault="00776EF8" w:rsidP="004F29B2">
      <w:pPr>
        <w:jc w:val="both"/>
        <w:rPr>
          <w:rFonts w:ascii="Arial" w:hAnsi="Arial" w:cs="Arial"/>
          <w:lang w:val="pt-PT"/>
        </w:rPr>
      </w:pPr>
      <w:r w:rsidRPr="00776EF8">
        <w:rPr>
          <w:rFonts w:ascii="Arial" w:hAnsi="Arial" w:cs="Arial"/>
          <w:lang w:val="pt-PT"/>
        </w:rPr>
        <w:t>Entretanto</w:t>
      </w:r>
      <w:r w:rsidR="004F29B2" w:rsidRPr="00776EF8">
        <w:rPr>
          <w:rFonts w:ascii="Arial" w:hAnsi="Arial" w:cs="Arial"/>
          <w:lang w:val="pt-PT"/>
        </w:rPr>
        <w:t xml:space="preserve">, relativamente </w:t>
      </w:r>
      <w:r w:rsidRPr="00776EF8">
        <w:rPr>
          <w:rFonts w:ascii="Arial" w:hAnsi="Arial" w:cs="Arial"/>
          <w:lang w:val="pt-PT"/>
        </w:rPr>
        <w:t>à</w:t>
      </w:r>
      <w:r w:rsidR="004F29B2" w:rsidRPr="00776EF8">
        <w:rPr>
          <w:rFonts w:ascii="Arial" w:hAnsi="Arial" w:cs="Arial"/>
          <w:lang w:val="pt-PT"/>
        </w:rPr>
        <w:t xml:space="preserve"> possibilidade de</w:t>
      </w:r>
      <w:r w:rsidRPr="00776EF8">
        <w:rPr>
          <w:rFonts w:ascii="Arial" w:hAnsi="Arial" w:cs="Arial"/>
          <w:lang w:val="pt-PT"/>
        </w:rPr>
        <w:t xml:space="preserve"> ser instaurado um processo por difamação contra a um deputado</w:t>
      </w:r>
      <w:r w:rsidR="004F29B2" w:rsidRPr="00776EF8">
        <w:rPr>
          <w:rFonts w:ascii="Arial" w:hAnsi="Arial" w:cs="Arial"/>
          <w:lang w:val="pt-PT"/>
        </w:rPr>
        <w:t xml:space="preserve">, </w:t>
      </w:r>
      <w:proofErr w:type="spellStart"/>
      <w:r w:rsidR="004F29B2" w:rsidRPr="00776EF8">
        <w:rPr>
          <w:rFonts w:ascii="Arial" w:hAnsi="Arial" w:cs="Arial"/>
          <w:lang w:val="pt-PT"/>
        </w:rPr>
        <w:t>Wong</w:t>
      </w:r>
      <w:proofErr w:type="spellEnd"/>
      <w:r w:rsidR="004F29B2" w:rsidRPr="00776EF8">
        <w:rPr>
          <w:rFonts w:ascii="Arial" w:hAnsi="Arial" w:cs="Arial"/>
          <w:lang w:val="pt-PT"/>
        </w:rPr>
        <w:t xml:space="preserve"> Sio </w:t>
      </w:r>
      <w:proofErr w:type="spellStart"/>
      <w:r w:rsidR="004F29B2" w:rsidRPr="00776EF8">
        <w:rPr>
          <w:rFonts w:ascii="Arial" w:hAnsi="Arial" w:cs="Arial"/>
          <w:lang w:val="pt-PT"/>
        </w:rPr>
        <w:t>Chak</w:t>
      </w:r>
      <w:proofErr w:type="spellEnd"/>
      <w:r w:rsidR="004F29B2" w:rsidRPr="00776EF8">
        <w:rPr>
          <w:rFonts w:ascii="Arial" w:hAnsi="Arial" w:cs="Arial"/>
          <w:lang w:val="pt-PT"/>
        </w:rPr>
        <w:t xml:space="preserve"> disse </w:t>
      </w:r>
      <w:r w:rsidRPr="00776EF8">
        <w:rPr>
          <w:rFonts w:ascii="Arial" w:hAnsi="Arial" w:cs="Arial"/>
          <w:lang w:val="pt-PT"/>
        </w:rPr>
        <w:t>que</w:t>
      </w:r>
      <w:r>
        <w:rPr>
          <w:rFonts w:ascii="Arial" w:hAnsi="Arial" w:cs="Arial"/>
          <w:lang w:val="pt-PT"/>
        </w:rPr>
        <w:t>, no momento,</w:t>
      </w:r>
      <w:r w:rsidRPr="00776EF8">
        <w:rPr>
          <w:rFonts w:ascii="Arial" w:hAnsi="Arial" w:cs="Arial"/>
          <w:lang w:val="pt-PT"/>
        </w:rPr>
        <w:t xml:space="preserve"> </w:t>
      </w:r>
      <w:r w:rsidR="004F29B2" w:rsidRPr="00776EF8">
        <w:rPr>
          <w:rFonts w:ascii="Arial" w:hAnsi="Arial" w:cs="Arial"/>
          <w:lang w:val="pt-PT"/>
        </w:rPr>
        <w:lastRenderedPageBreak/>
        <w:t xml:space="preserve">não </w:t>
      </w:r>
      <w:r w:rsidR="004F29B2" w:rsidRPr="008C238D">
        <w:rPr>
          <w:rFonts w:ascii="Arial" w:hAnsi="Arial" w:cs="Arial"/>
          <w:lang w:val="pt-PT"/>
        </w:rPr>
        <w:t xml:space="preserve">é </w:t>
      </w:r>
      <w:r w:rsidRPr="008C238D">
        <w:rPr>
          <w:rFonts w:ascii="Arial" w:hAnsi="Arial" w:cs="Arial"/>
          <w:lang w:val="pt-PT"/>
        </w:rPr>
        <w:t xml:space="preserve">adequado comentar </w:t>
      </w:r>
      <w:r w:rsidR="004F29B2" w:rsidRPr="008C238D">
        <w:rPr>
          <w:rFonts w:ascii="Arial" w:hAnsi="Arial" w:cs="Arial"/>
          <w:lang w:val="pt-PT"/>
        </w:rPr>
        <w:t>o caso,</w:t>
      </w:r>
      <w:r w:rsidR="008C238D" w:rsidRPr="008C238D">
        <w:rPr>
          <w:rFonts w:ascii="Arial" w:hAnsi="Arial" w:cs="Arial"/>
          <w:lang w:val="pt-PT"/>
        </w:rPr>
        <w:t xml:space="preserve"> </w:t>
      </w:r>
      <w:r w:rsidR="004F29B2" w:rsidRPr="008C238D">
        <w:rPr>
          <w:rFonts w:ascii="Arial" w:hAnsi="Arial" w:cs="Arial"/>
          <w:lang w:val="pt-PT"/>
        </w:rPr>
        <w:t xml:space="preserve">a PJ está </w:t>
      </w:r>
      <w:r w:rsidR="008C238D" w:rsidRPr="008C238D">
        <w:rPr>
          <w:rFonts w:ascii="Arial" w:hAnsi="Arial" w:cs="Arial"/>
          <w:lang w:val="pt-PT"/>
        </w:rPr>
        <w:t>a analisar a situação</w:t>
      </w:r>
      <w:r w:rsidR="004F29B2" w:rsidRPr="008C238D">
        <w:rPr>
          <w:rFonts w:ascii="Arial" w:hAnsi="Arial" w:cs="Arial"/>
          <w:lang w:val="pt-PT"/>
        </w:rPr>
        <w:t xml:space="preserve">, </w:t>
      </w:r>
      <w:r w:rsidR="008C238D">
        <w:rPr>
          <w:rFonts w:ascii="Arial" w:hAnsi="Arial" w:cs="Arial"/>
          <w:lang w:val="pt-PT"/>
        </w:rPr>
        <w:t>acreditando que muito em breve serão divulgadas informações.</w:t>
      </w:r>
      <w:r w:rsidR="008C238D">
        <w:rPr>
          <w:rFonts w:ascii="Arial" w:hAnsi="Arial" w:cs="Arial"/>
          <w:color w:val="FF0000"/>
          <w:lang w:val="pt-PT"/>
        </w:rPr>
        <w:t xml:space="preserve"> </w:t>
      </w:r>
      <w:r w:rsidR="008C238D" w:rsidRPr="008C238D">
        <w:rPr>
          <w:rFonts w:ascii="Arial" w:hAnsi="Arial" w:cs="Arial"/>
          <w:lang w:val="pt-PT"/>
        </w:rPr>
        <w:t>Na sua opinião, o importante é</w:t>
      </w:r>
      <w:r w:rsidR="004F29B2" w:rsidRPr="008C238D">
        <w:rPr>
          <w:rFonts w:ascii="Arial" w:hAnsi="Arial" w:cs="Arial"/>
          <w:lang w:val="pt-PT"/>
        </w:rPr>
        <w:t xml:space="preserve"> explicar que Macau é uma sociedade </w:t>
      </w:r>
      <w:r w:rsidR="008C238D" w:rsidRPr="008C238D">
        <w:rPr>
          <w:rFonts w:ascii="Arial" w:hAnsi="Arial" w:cs="Arial"/>
          <w:lang w:val="pt-PT"/>
        </w:rPr>
        <w:t>de</w:t>
      </w:r>
      <w:r w:rsidR="004F29B2" w:rsidRPr="008C238D">
        <w:rPr>
          <w:rFonts w:ascii="Arial" w:hAnsi="Arial" w:cs="Arial"/>
          <w:lang w:val="pt-PT"/>
        </w:rPr>
        <w:t xml:space="preserve"> Estado de Direito, e todos</w:t>
      </w:r>
      <w:r w:rsidR="008C238D" w:rsidRPr="008C238D">
        <w:rPr>
          <w:rFonts w:ascii="Arial" w:hAnsi="Arial" w:cs="Arial"/>
          <w:lang w:val="pt-PT"/>
        </w:rPr>
        <w:t xml:space="preserve"> os cidadãos são ig</w:t>
      </w:r>
      <w:r w:rsidR="004F29B2" w:rsidRPr="008C238D">
        <w:rPr>
          <w:rFonts w:ascii="Arial" w:hAnsi="Arial" w:cs="Arial"/>
          <w:lang w:val="pt-PT"/>
        </w:rPr>
        <w:t>u</w:t>
      </w:r>
      <w:r w:rsidR="008C238D" w:rsidRPr="008C238D">
        <w:rPr>
          <w:rFonts w:ascii="Arial" w:hAnsi="Arial" w:cs="Arial"/>
          <w:lang w:val="pt-PT"/>
        </w:rPr>
        <w:t>ai</w:t>
      </w:r>
      <w:r w:rsidR="004F29B2" w:rsidRPr="008C238D">
        <w:rPr>
          <w:rFonts w:ascii="Arial" w:hAnsi="Arial" w:cs="Arial"/>
          <w:lang w:val="pt-PT"/>
        </w:rPr>
        <w:t xml:space="preserve">s perante a lei, </w:t>
      </w:r>
      <w:r w:rsidR="008C238D" w:rsidRPr="008C238D">
        <w:rPr>
          <w:rFonts w:ascii="Arial" w:hAnsi="Arial" w:cs="Arial"/>
          <w:lang w:val="pt-PT"/>
        </w:rPr>
        <w:t xml:space="preserve">logo, </w:t>
      </w:r>
      <w:r w:rsidR="004F29B2" w:rsidRPr="008C238D">
        <w:rPr>
          <w:rFonts w:ascii="Arial" w:hAnsi="Arial" w:cs="Arial"/>
          <w:lang w:val="pt-PT"/>
        </w:rPr>
        <w:t xml:space="preserve">qualquer pessoa tem o direito de recorrer </w:t>
      </w:r>
      <w:r w:rsidR="008C238D" w:rsidRPr="008C238D">
        <w:rPr>
          <w:rFonts w:ascii="Arial" w:hAnsi="Arial" w:cs="Arial"/>
          <w:lang w:val="pt-PT"/>
        </w:rPr>
        <w:t xml:space="preserve">à </w:t>
      </w:r>
      <w:r w:rsidR="004F29B2" w:rsidRPr="008C238D">
        <w:rPr>
          <w:rFonts w:ascii="Arial" w:hAnsi="Arial" w:cs="Arial"/>
          <w:lang w:val="pt-PT"/>
        </w:rPr>
        <w:t xml:space="preserve">lei, </w:t>
      </w:r>
      <w:r w:rsidR="008C238D" w:rsidRPr="008C238D">
        <w:rPr>
          <w:rFonts w:ascii="Arial" w:hAnsi="Arial" w:cs="Arial"/>
          <w:lang w:val="pt-PT"/>
        </w:rPr>
        <w:t>sendo</w:t>
      </w:r>
      <w:r w:rsidR="004F29B2" w:rsidRPr="008C238D">
        <w:rPr>
          <w:rFonts w:ascii="Arial" w:hAnsi="Arial" w:cs="Arial"/>
          <w:lang w:val="pt-PT"/>
        </w:rPr>
        <w:t xml:space="preserve"> um princípio </w:t>
      </w:r>
      <w:r w:rsidR="008C238D" w:rsidRPr="008C238D">
        <w:rPr>
          <w:rFonts w:ascii="Arial" w:hAnsi="Arial" w:cs="Arial"/>
          <w:lang w:val="pt-PT"/>
        </w:rPr>
        <w:t>fundamental e um</w:t>
      </w:r>
      <w:r w:rsidR="004F29B2" w:rsidRPr="008C238D">
        <w:rPr>
          <w:rFonts w:ascii="Arial" w:hAnsi="Arial" w:cs="Arial"/>
          <w:lang w:val="pt-PT"/>
        </w:rPr>
        <w:t xml:space="preserve"> valor nuclear de Macau.</w:t>
      </w:r>
    </w:p>
    <w:p w:rsidR="004F29B2" w:rsidRPr="004F29B2" w:rsidRDefault="004F29B2" w:rsidP="004F29B2">
      <w:pPr>
        <w:jc w:val="both"/>
        <w:rPr>
          <w:rFonts w:ascii="Arial" w:hAnsi="Arial" w:cs="Arial"/>
          <w:color w:val="FF0000"/>
          <w:lang w:val="pt-PT"/>
        </w:rPr>
      </w:pPr>
    </w:p>
    <w:p w:rsidR="00955C8A" w:rsidRPr="004F29B2" w:rsidRDefault="00955C8A" w:rsidP="004E5A46">
      <w:pPr>
        <w:widowControl/>
        <w:jc w:val="both"/>
        <w:rPr>
          <w:rFonts w:ascii="Arial" w:hAnsi="Arial" w:cs="Arial"/>
          <w:kern w:val="0"/>
          <w:szCs w:val="20"/>
          <w:lang w:val="pt-PT" w:eastAsia="zh-MO"/>
        </w:rPr>
      </w:pPr>
    </w:p>
    <w:p w:rsidR="00955C8A" w:rsidRPr="00955C8A" w:rsidRDefault="00955C8A" w:rsidP="004E5A46">
      <w:pPr>
        <w:widowControl/>
        <w:jc w:val="both"/>
        <w:rPr>
          <w:rFonts w:ascii="Arial" w:hAnsi="Arial" w:cs="Arial"/>
          <w:kern w:val="0"/>
          <w:szCs w:val="20"/>
          <w:lang w:val="pt-PT" w:eastAsia="zh-MO"/>
        </w:rPr>
      </w:pPr>
    </w:p>
    <w:p w:rsidR="004E5A46" w:rsidRPr="00C863DC" w:rsidRDefault="004E5A46" w:rsidP="004E5A46">
      <w:pPr>
        <w:widowControl/>
        <w:jc w:val="both"/>
        <w:rPr>
          <w:rFonts w:ascii="Arial" w:hAnsi="Arial" w:cs="Arial"/>
          <w:b/>
          <w:color w:val="000000"/>
          <w:kern w:val="0"/>
          <w:szCs w:val="20"/>
          <w:lang w:val="pt-PT"/>
        </w:rPr>
      </w:pPr>
      <w:r w:rsidRPr="00B4205F">
        <w:rPr>
          <w:rFonts w:ascii="Arial" w:hAnsi="Arial" w:cs="Arial"/>
          <w:b/>
          <w:color w:val="000000"/>
          <w:kern w:val="0"/>
          <w:szCs w:val="20"/>
          <w:lang w:val="pt-PT"/>
        </w:rPr>
        <w:t>G</w:t>
      </w:r>
      <w:r>
        <w:rPr>
          <w:rFonts w:ascii="Arial" w:hAnsi="Arial" w:cs="Arial"/>
          <w:b/>
          <w:color w:val="000000"/>
          <w:kern w:val="0"/>
          <w:szCs w:val="20"/>
          <w:lang w:val="pt-PT"/>
        </w:rPr>
        <w:t>abinete de Comunicação Social</w:t>
      </w:r>
    </w:p>
    <w:p w:rsidR="009B54E4" w:rsidRPr="00B451F1" w:rsidRDefault="004E5A46" w:rsidP="00D901A1">
      <w:pPr>
        <w:widowControl/>
        <w:jc w:val="both"/>
        <w:rPr>
          <w:rFonts w:ascii="Arial" w:hAnsi="Arial" w:cs="Arial"/>
          <w:b/>
          <w:color w:val="000000"/>
          <w:kern w:val="0"/>
          <w:szCs w:val="20"/>
          <w:lang w:val="pt-PT" w:eastAsia="zh-MO"/>
        </w:rPr>
      </w:pPr>
      <w:r>
        <w:rPr>
          <w:rFonts w:ascii="Arial" w:hAnsi="Arial" w:cs="Arial"/>
          <w:b/>
          <w:color w:val="000000"/>
          <w:kern w:val="0"/>
          <w:szCs w:val="20"/>
          <w:lang w:val="pt-PT"/>
        </w:rPr>
        <w:t>Macau, aos</w:t>
      </w:r>
      <w:r w:rsidR="0011504D">
        <w:rPr>
          <w:rFonts w:ascii="Arial" w:hAnsi="Arial" w:cs="Arial" w:hint="eastAsia"/>
          <w:b/>
          <w:color w:val="000000"/>
          <w:kern w:val="0"/>
          <w:szCs w:val="20"/>
          <w:lang w:val="pt-PT" w:eastAsia="zh-MO"/>
        </w:rPr>
        <w:t xml:space="preserve"> 13</w:t>
      </w:r>
      <w:r>
        <w:rPr>
          <w:rFonts w:ascii="Arial" w:hAnsi="Arial" w:cs="Arial"/>
          <w:b/>
          <w:color w:val="000000"/>
          <w:kern w:val="0"/>
          <w:szCs w:val="20"/>
          <w:lang w:val="pt-PT"/>
        </w:rPr>
        <w:t xml:space="preserve"> </w:t>
      </w:r>
      <w:r w:rsidR="00E8295D">
        <w:rPr>
          <w:rFonts w:ascii="Arial" w:hAnsi="Arial" w:cs="Arial"/>
          <w:b/>
          <w:color w:val="000000"/>
          <w:kern w:val="0"/>
          <w:szCs w:val="20"/>
          <w:lang w:val="pt-PT"/>
        </w:rPr>
        <w:t>de Outubro</w:t>
      </w:r>
      <w:r>
        <w:rPr>
          <w:rFonts w:ascii="Arial" w:hAnsi="Arial" w:cs="Arial" w:hint="eastAsia"/>
          <w:b/>
          <w:color w:val="000000"/>
          <w:kern w:val="0"/>
          <w:szCs w:val="20"/>
          <w:lang w:val="pt-PT" w:eastAsia="zh-MO"/>
        </w:rPr>
        <w:t xml:space="preserve"> </w:t>
      </w:r>
      <w:r>
        <w:rPr>
          <w:rFonts w:ascii="Arial" w:hAnsi="Arial" w:cs="Arial"/>
          <w:b/>
          <w:color w:val="000000"/>
          <w:kern w:val="0"/>
          <w:szCs w:val="20"/>
          <w:lang w:val="pt-PT"/>
        </w:rPr>
        <w:t>de 2018</w:t>
      </w:r>
    </w:p>
    <w:p w:rsidR="00B46F93" w:rsidRDefault="00B46F93" w:rsidP="00B46F93">
      <w:pPr>
        <w:widowControl/>
        <w:jc w:val="both"/>
        <w:rPr>
          <w:rFonts w:ascii="Arial" w:hAnsi="Arial" w:cs="Arial"/>
          <w:b/>
          <w:color w:val="000000"/>
          <w:kern w:val="0"/>
          <w:szCs w:val="20"/>
          <w:lang w:val="pt-PT" w:eastAsia="zh-MO"/>
        </w:rPr>
      </w:pPr>
    </w:p>
    <w:p w:rsidR="0033586A" w:rsidRDefault="0033586A" w:rsidP="008E2266">
      <w:pPr>
        <w:adjustRightInd w:val="0"/>
        <w:snapToGrid w:val="0"/>
        <w:jc w:val="both"/>
        <w:textAlignment w:val="baseline"/>
        <w:rPr>
          <w:rFonts w:ascii="PMingLiU" w:hAnsi="Times New Roman"/>
          <w:kern w:val="0"/>
          <w:sz w:val="28"/>
          <w:szCs w:val="28"/>
          <w:lang w:val="pt-PT" w:eastAsia="zh-MO"/>
        </w:rPr>
      </w:pPr>
    </w:p>
    <w:p w:rsidR="00597240" w:rsidRPr="009D29DC" w:rsidRDefault="00597240" w:rsidP="00D20137">
      <w:pPr>
        <w:adjustRightInd w:val="0"/>
        <w:snapToGrid w:val="0"/>
        <w:jc w:val="both"/>
        <w:textAlignment w:val="baseline"/>
        <w:rPr>
          <w:rFonts w:ascii="PMingLiU" w:hAnsi="Times New Roman"/>
          <w:kern w:val="0"/>
          <w:sz w:val="28"/>
          <w:szCs w:val="28"/>
          <w:lang w:val="pt-PT" w:eastAsia="zh-MO"/>
        </w:rPr>
      </w:pPr>
    </w:p>
    <w:sectPr w:rsidR="00597240" w:rsidRPr="009D29DC">
      <w:headerReference w:type="default" r:id="rId8"/>
      <w:footerReference w:type="default" r:id="rId9"/>
      <w:pgSz w:w="11907" w:h="16840" w:code="9"/>
      <w:pgMar w:top="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392" w:rsidRDefault="00C67392">
      <w:r>
        <w:separator/>
      </w:r>
    </w:p>
  </w:endnote>
  <w:endnote w:type="continuationSeparator" w:id="0">
    <w:p w:rsidR="00C67392" w:rsidRDefault="00C6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PingFang HK">
    <w:altName w:val="Times New Roman"/>
    <w:panose1 w:val="00000000000000000000"/>
    <w:charset w:val="00"/>
    <w:family w:val="roman"/>
    <w:notTrueType/>
    <w:pitch w:val="default"/>
  </w:font>
  <w:font w:name=".PingFangHK-Medium">
    <w:altName w:val="Times New Roman"/>
    <w:panose1 w:val="00000000000000000000"/>
    <w:charset w:val="00"/>
    <w:family w:val="roman"/>
    <w:notTrueType/>
    <w:pitch w:val="default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LiHeiBold">
    <w:altName w:val="MingLiU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A7" w:rsidRPr="000F358D" w:rsidRDefault="00F20332">
    <w:pPr>
      <w:tabs>
        <w:tab w:val="left" w:pos="5040"/>
      </w:tabs>
      <w:rPr>
        <w:b/>
        <w:bCs/>
        <w:sz w:val="18"/>
        <w:lang w:val="pt-PT"/>
      </w:rPr>
    </w:pPr>
    <w:r>
      <w:rPr>
        <w:b/>
        <w:bCs/>
        <w:sz w:val="18"/>
      </w:rPr>
      <w:tab/>
    </w:r>
    <w:proofErr w:type="spellStart"/>
    <w:r w:rsidRPr="000F358D">
      <w:rPr>
        <w:b/>
        <w:bCs/>
        <w:sz w:val="18"/>
        <w:lang w:val="pt-PT"/>
      </w:rPr>
      <w:t>Tel</w:t>
    </w:r>
    <w:proofErr w:type="spellEnd"/>
    <w:r w:rsidRPr="000F358D">
      <w:rPr>
        <w:b/>
        <w:bCs/>
        <w:sz w:val="18"/>
        <w:lang w:val="pt-PT"/>
      </w:rPr>
      <w:t xml:space="preserve">: (853) </w:t>
    </w:r>
    <w:r w:rsidRPr="000F358D">
      <w:rPr>
        <w:rFonts w:hint="eastAsia"/>
        <w:b/>
        <w:bCs/>
        <w:sz w:val="18"/>
        <w:lang w:val="pt-PT"/>
      </w:rPr>
      <w:t>28</w:t>
    </w:r>
    <w:r w:rsidRPr="000F358D">
      <w:rPr>
        <w:b/>
        <w:bCs/>
        <w:sz w:val="18"/>
        <w:lang w:val="pt-PT"/>
      </w:rPr>
      <w:t>332886</w:t>
    </w:r>
  </w:p>
  <w:p w:rsidR="00122FA7" w:rsidRPr="00672C26" w:rsidRDefault="00F20332">
    <w:pPr>
      <w:pStyle w:val="Heading2"/>
      <w:rPr>
        <w:lang w:val="pt-PT"/>
      </w:rPr>
    </w:pPr>
    <w:r w:rsidRPr="00672C26">
      <w:rPr>
        <w:lang w:val="pt-PT"/>
      </w:rPr>
      <w:t xml:space="preserve">Avenida da Praia Grande, </w:t>
    </w:r>
    <w:proofErr w:type="gramStart"/>
    <w:r w:rsidRPr="00672C26">
      <w:rPr>
        <w:lang w:val="pt-PT"/>
      </w:rPr>
      <w:t>nos</w:t>
    </w:r>
    <w:proofErr w:type="gramEnd"/>
    <w:r w:rsidRPr="00672C26">
      <w:rPr>
        <w:lang w:val="pt-PT"/>
      </w:rPr>
      <w:t xml:space="preserve">. 762 </w:t>
    </w:r>
    <w:proofErr w:type="gramStart"/>
    <w:r w:rsidRPr="00672C26">
      <w:rPr>
        <w:lang w:val="pt-PT"/>
      </w:rPr>
      <w:t>a</w:t>
    </w:r>
    <w:proofErr w:type="gramEnd"/>
    <w:r w:rsidRPr="00672C26">
      <w:rPr>
        <w:lang w:val="pt-PT"/>
      </w:rPr>
      <w:t xml:space="preserve"> 804                                    Fax: (853) </w:t>
    </w:r>
    <w:r w:rsidRPr="00672C26">
      <w:rPr>
        <w:rFonts w:hint="eastAsia"/>
        <w:lang w:val="pt-PT"/>
      </w:rPr>
      <w:t>28</w:t>
    </w:r>
    <w:r w:rsidRPr="00672C26">
      <w:rPr>
        <w:lang w:val="pt-PT"/>
      </w:rPr>
      <w:t>355426</w:t>
    </w:r>
  </w:p>
  <w:p w:rsidR="00122FA7" w:rsidRPr="00672C26" w:rsidRDefault="00F20332">
    <w:pPr>
      <w:adjustRightInd w:val="0"/>
      <w:snapToGrid w:val="0"/>
      <w:ind w:leftChars="122" w:left="293"/>
      <w:jc w:val="both"/>
      <w:rPr>
        <w:b/>
        <w:bCs/>
        <w:sz w:val="18"/>
        <w:szCs w:val="21"/>
        <w:lang w:val="pt-PT"/>
      </w:rPr>
    </w:pPr>
    <w:proofErr w:type="spellStart"/>
    <w:r w:rsidRPr="00672C26">
      <w:rPr>
        <w:b/>
        <w:bCs/>
        <w:sz w:val="18"/>
        <w:szCs w:val="21"/>
        <w:lang w:val="pt-PT"/>
      </w:rPr>
      <w:t>Edif</w:t>
    </w:r>
    <w:proofErr w:type="spellEnd"/>
    <w:r w:rsidRPr="00672C26">
      <w:rPr>
        <w:b/>
        <w:bCs/>
        <w:sz w:val="18"/>
        <w:szCs w:val="21"/>
        <w:lang w:val="pt-PT"/>
      </w:rPr>
      <w:t xml:space="preserve">. China </w:t>
    </w:r>
    <w:proofErr w:type="spellStart"/>
    <w:r w:rsidRPr="00672C26">
      <w:rPr>
        <w:b/>
        <w:bCs/>
        <w:sz w:val="18"/>
        <w:szCs w:val="21"/>
        <w:lang w:val="pt-PT"/>
      </w:rPr>
      <w:t>Plaza</w:t>
    </w:r>
    <w:proofErr w:type="spellEnd"/>
    <w:r w:rsidRPr="00672C26">
      <w:rPr>
        <w:b/>
        <w:bCs/>
        <w:sz w:val="18"/>
        <w:szCs w:val="21"/>
        <w:lang w:val="pt-PT"/>
      </w:rPr>
      <w:t xml:space="preserve">, 15.° </w:t>
    </w:r>
    <w:proofErr w:type="gramStart"/>
    <w:r w:rsidRPr="00672C26">
      <w:rPr>
        <w:b/>
        <w:bCs/>
        <w:sz w:val="18"/>
        <w:szCs w:val="21"/>
        <w:lang w:val="pt-PT"/>
      </w:rPr>
      <w:t>andar</w:t>
    </w:r>
    <w:proofErr w:type="gramEnd"/>
    <w:r w:rsidRPr="00672C26">
      <w:rPr>
        <w:b/>
        <w:bCs/>
        <w:sz w:val="18"/>
        <w:szCs w:val="21"/>
        <w:lang w:val="pt-PT"/>
      </w:rPr>
      <w:t>, Macau</w:t>
    </w:r>
    <w:r w:rsidRPr="00672C26">
      <w:rPr>
        <w:b/>
        <w:bCs/>
        <w:spacing w:val="10"/>
        <w:sz w:val="18"/>
        <w:lang w:val="pt-PT"/>
      </w:rPr>
      <w:t xml:space="preserve">                                  Website: </w:t>
    </w:r>
    <w:r w:rsidRPr="00672C26">
      <w:rPr>
        <w:b/>
        <w:bCs/>
        <w:sz w:val="18"/>
        <w:lang w:val="pt-PT"/>
      </w:rPr>
      <w:t>http://www.gcs.gov.mo</w:t>
    </w:r>
  </w:p>
  <w:p w:rsidR="00122FA7" w:rsidRPr="00672C26" w:rsidRDefault="00F20332">
    <w:pPr>
      <w:adjustRightInd w:val="0"/>
      <w:snapToGrid w:val="0"/>
      <w:ind w:leftChars="122" w:left="293"/>
      <w:jc w:val="both"/>
      <w:rPr>
        <w:lang w:val="pt-PT"/>
      </w:rPr>
    </w:pPr>
    <w:r w:rsidRPr="00672C26">
      <w:rPr>
        <w:b/>
        <w:bCs/>
        <w:sz w:val="18"/>
        <w:szCs w:val="21"/>
        <w:lang w:val="pt-PT"/>
      </w:rPr>
      <w:t xml:space="preserve">P.O. Box 706 </w:t>
    </w:r>
    <w:proofErr w:type="gramStart"/>
    <w:r w:rsidRPr="00672C26">
      <w:rPr>
        <w:b/>
        <w:bCs/>
        <w:sz w:val="18"/>
        <w:szCs w:val="21"/>
        <w:lang w:val="pt-PT"/>
      </w:rPr>
      <w:t>Macau</w:t>
    </w:r>
    <w:r w:rsidRPr="00672C26">
      <w:rPr>
        <w:b/>
        <w:bCs/>
        <w:sz w:val="18"/>
        <w:lang w:val="pt-PT"/>
      </w:rPr>
      <w:t xml:space="preserve">                                                                       E-mail</w:t>
    </w:r>
    <w:proofErr w:type="gramEnd"/>
    <w:r w:rsidRPr="00672C26">
      <w:rPr>
        <w:b/>
        <w:bCs/>
        <w:sz w:val="18"/>
        <w:lang w:val="pt-PT"/>
      </w:rPr>
      <w:t>: info@gcs.gov.mo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392" w:rsidRDefault="00C67392">
      <w:r>
        <w:separator/>
      </w:r>
    </w:p>
  </w:footnote>
  <w:footnote w:type="continuationSeparator" w:id="0">
    <w:p w:rsidR="00C67392" w:rsidRDefault="00C67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FA7" w:rsidRDefault="00AA3AB3">
    <w:pPr>
      <w:autoSpaceDE w:val="0"/>
      <w:autoSpaceDN w:val="0"/>
      <w:jc w:val="center"/>
      <w:textAlignment w:val="bottom"/>
      <w:rPr>
        <w:sz w:val="14"/>
      </w:rPr>
    </w:pPr>
    <w:r>
      <w:rPr>
        <w:noProof/>
        <w:sz w:val="14"/>
        <w:lang w:eastAsia="zh-CN"/>
      </w:rPr>
      <mc:AlternateContent>
        <mc:Choice Requires="wpc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haracter">
                <wp:posOffset>0</wp:posOffset>
              </wp:positionH>
              <wp:positionV relativeFrom="line">
                <wp:posOffset>0</wp:posOffset>
              </wp:positionV>
              <wp:extent cx="777875" cy="580390"/>
              <wp:effectExtent l="0" t="0" r="0" b="0"/>
              <wp:wrapNone/>
              <wp:docPr id="55" name="畫布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4"/>
                      <wps:cNvSpPr>
                        <a:spLocks/>
                      </wps:cNvSpPr>
                      <wps:spPr bwMode="auto">
                        <a:xfrm>
                          <a:off x="420760" y="32408"/>
                          <a:ext cx="152825" cy="9428"/>
                        </a:xfrm>
                        <a:custGeom>
                          <a:avLst/>
                          <a:gdLst>
                            <a:gd name="T0" fmla="*/ 276 w 778"/>
                            <a:gd name="T1" fmla="*/ 0 h 48"/>
                            <a:gd name="T2" fmla="*/ 502 w 778"/>
                            <a:gd name="T3" fmla="*/ 0 h 48"/>
                            <a:gd name="T4" fmla="*/ 643 w 778"/>
                            <a:gd name="T5" fmla="*/ 18 h 48"/>
                            <a:gd name="T6" fmla="*/ 778 w 778"/>
                            <a:gd name="T7" fmla="*/ 48 h 48"/>
                            <a:gd name="T8" fmla="*/ 0 w 778"/>
                            <a:gd name="T9" fmla="*/ 48 h 48"/>
                            <a:gd name="T10" fmla="*/ 141 w 778"/>
                            <a:gd name="T11" fmla="*/ 18 h 48"/>
                            <a:gd name="T12" fmla="*/ 276 w 778"/>
                            <a:gd name="T13" fmla="*/ 0 h 48"/>
                            <a:gd name="T14" fmla="*/ 276 w 778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78" h="48">
                              <a:moveTo>
                                <a:pt x="276" y="0"/>
                              </a:moveTo>
                              <a:lnTo>
                                <a:pt x="502" y="0"/>
                              </a:lnTo>
                              <a:lnTo>
                                <a:pt x="643" y="18"/>
                              </a:lnTo>
                              <a:lnTo>
                                <a:pt x="778" y="48"/>
                              </a:lnTo>
                              <a:lnTo>
                                <a:pt x="0" y="48"/>
                              </a:lnTo>
                              <a:lnTo>
                                <a:pt x="141" y="18"/>
                              </a:lnTo>
                              <a:lnTo>
                                <a:pt x="2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5"/>
                      <wps:cNvSpPr>
                        <a:spLocks/>
                      </wps:cNvSpPr>
                      <wps:spPr bwMode="auto">
                        <a:xfrm>
                          <a:off x="367919" y="54995"/>
                          <a:ext cx="258506" cy="9624"/>
                        </a:xfrm>
                        <a:custGeom>
                          <a:avLst/>
                          <a:gdLst>
                            <a:gd name="T0" fmla="*/ 104 w 1316"/>
                            <a:gd name="T1" fmla="*/ 0 h 49"/>
                            <a:gd name="T2" fmla="*/ 1212 w 1316"/>
                            <a:gd name="T3" fmla="*/ 0 h 49"/>
                            <a:gd name="T4" fmla="*/ 1267 w 1316"/>
                            <a:gd name="T5" fmla="*/ 25 h 49"/>
                            <a:gd name="T6" fmla="*/ 1316 w 1316"/>
                            <a:gd name="T7" fmla="*/ 49 h 49"/>
                            <a:gd name="T8" fmla="*/ 0 w 1316"/>
                            <a:gd name="T9" fmla="*/ 49 h 49"/>
                            <a:gd name="T10" fmla="*/ 55 w 1316"/>
                            <a:gd name="T11" fmla="*/ 25 h 49"/>
                            <a:gd name="T12" fmla="*/ 104 w 1316"/>
                            <a:gd name="T13" fmla="*/ 0 h 49"/>
                            <a:gd name="T14" fmla="*/ 104 w 1316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316" h="49">
                              <a:moveTo>
                                <a:pt x="104" y="0"/>
                              </a:moveTo>
                              <a:lnTo>
                                <a:pt x="1212" y="0"/>
                              </a:lnTo>
                              <a:lnTo>
                                <a:pt x="1267" y="25"/>
                              </a:lnTo>
                              <a:lnTo>
                                <a:pt x="1316" y="49"/>
                              </a:lnTo>
                              <a:lnTo>
                                <a:pt x="0" y="49"/>
                              </a:lnTo>
                              <a:lnTo>
                                <a:pt x="55" y="25"/>
                              </a:lnTo>
                              <a:lnTo>
                                <a:pt x="1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/>
                      </wps:cNvSpPr>
                      <wps:spPr bwMode="auto">
                        <a:xfrm>
                          <a:off x="334329" y="77778"/>
                          <a:ext cx="325686" cy="10803"/>
                        </a:xfrm>
                        <a:custGeom>
                          <a:avLst/>
                          <a:gdLst>
                            <a:gd name="T0" fmla="*/ 73 w 1658"/>
                            <a:gd name="T1" fmla="*/ 0 h 55"/>
                            <a:gd name="T2" fmla="*/ 1585 w 1658"/>
                            <a:gd name="T3" fmla="*/ 0 h 55"/>
                            <a:gd name="T4" fmla="*/ 1658 w 1658"/>
                            <a:gd name="T5" fmla="*/ 55 h 55"/>
                            <a:gd name="T6" fmla="*/ 0 w 1658"/>
                            <a:gd name="T7" fmla="*/ 55 h 55"/>
                            <a:gd name="T8" fmla="*/ 73 w 1658"/>
                            <a:gd name="T9" fmla="*/ 0 h 55"/>
                            <a:gd name="T10" fmla="*/ 73 w 1658"/>
                            <a:gd name="T1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658" h="55">
                              <a:moveTo>
                                <a:pt x="73" y="0"/>
                              </a:moveTo>
                              <a:lnTo>
                                <a:pt x="1585" y="0"/>
                              </a:lnTo>
                              <a:lnTo>
                                <a:pt x="1658" y="55"/>
                              </a:lnTo>
                              <a:lnTo>
                                <a:pt x="0" y="55"/>
                              </a:lnTo>
                              <a:lnTo>
                                <a:pt x="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/>
                      </wps:cNvSpPr>
                      <wps:spPr bwMode="auto">
                        <a:xfrm>
                          <a:off x="308989" y="100562"/>
                          <a:ext cx="376366" cy="10803"/>
                        </a:xfrm>
                        <a:custGeom>
                          <a:avLst/>
                          <a:gdLst>
                            <a:gd name="T0" fmla="*/ 55 w 1916"/>
                            <a:gd name="T1" fmla="*/ 0 h 55"/>
                            <a:gd name="T2" fmla="*/ 1861 w 1916"/>
                            <a:gd name="T3" fmla="*/ 0 h 55"/>
                            <a:gd name="T4" fmla="*/ 1916 w 1916"/>
                            <a:gd name="T5" fmla="*/ 55 h 55"/>
                            <a:gd name="T6" fmla="*/ 0 w 1916"/>
                            <a:gd name="T7" fmla="*/ 55 h 55"/>
                            <a:gd name="T8" fmla="*/ 55 w 1916"/>
                            <a:gd name="T9" fmla="*/ 0 h 55"/>
                            <a:gd name="T10" fmla="*/ 55 w 1916"/>
                            <a:gd name="T1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916" h="55">
                              <a:moveTo>
                                <a:pt x="55" y="0"/>
                              </a:moveTo>
                              <a:lnTo>
                                <a:pt x="1861" y="0"/>
                              </a:lnTo>
                              <a:lnTo>
                                <a:pt x="1916" y="55"/>
                              </a:lnTo>
                              <a:lnTo>
                                <a:pt x="0" y="55"/>
                              </a:lnTo>
                              <a:lnTo>
                                <a:pt x="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8"/>
                      <wps:cNvSpPr>
                        <a:spLocks/>
                      </wps:cNvSpPr>
                      <wps:spPr bwMode="auto">
                        <a:xfrm>
                          <a:off x="289739" y="123345"/>
                          <a:ext cx="414867" cy="10606"/>
                        </a:xfrm>
                        <a:custGeom>
                          <a:avLst/>
                          <a:gdLst>
                            <a:gd name="T0" fmla="*/ 43 w 2112"/>
                            <a:gd name="T1" fmla="*/ 0 h 54"/>
                            <a:gd name="T2" fmla="*/ 2069 w 2112"/>
                            <a:gd name="T3" fmla="*/ 0 h 54"/>
                            <a:gd name="T4" fmla="*/ 2093 w 2112"/>
                            <a:gd name="T5" fmla="*/ 30 h 54"/>
                            <a:gd name="T6" fmla="*/ 2112 w 2112"/>
                            <a:gd name="T7" fmla="*/ 54 h 54"/>
                            <a:gd name="T8" fmla="*/ 0 w 2112"/>
                            <a:gd name="T9" fmla="*/ 54 h 54"/>
                            <a:gd name="T10" fmla="*/ 25 w 2112"/>
                            <a:gd name="T11" fmla="*/ 30 h 54"/>
                            <a:gd name="T12" fmla="*/ 43 w 2112"/>
                            <a:gd name="T13" fmla="*/ 0 h 54"/>
                            <a:gd name="T14" fmla="*/ 43 w 2112"/>
                            <a:gd name="T15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12" h="54">
                              <a:moveTo>
                                <a:pt x="43" y="0"/>
                              </a:moveTo>
                              <a:lnTo>
                                <a:pt x="2069" y="0"/>
                              </a:lnTo>
                              <a:lnTo>
                                <a:pt x="2093" y="30"/>
                              </a:lnTo>
                              <a:lnTo>
                                <a:pt x="2112" y="54"/>
                              </a:lnTo>
                              <a:lnTo>
                                <a:pt x="0" y="54"/>
                              </a:lnTo>
                              <a:lnTo>
                                <a:pt x="25" y="30"/>
                              </a:lnTo>
                              <a:lnTo>
                                <a:pt x="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9"/>
                      <wps:cNvSpPr>
                        <a:spLocks/>
                      </wps:cNvSpPr>
                      <wps:spPr bwMode="auto">
                        <a:xfrm>
                          <a:off x="274024" y="145932"/>
                          <a:ext cx="446100" cy="10803"/>
                        </a:xfrm>
                        <a:custGeom>
                          <a:avLst/>
                          <a:gdLst>
                            <a:gd name="T0" fmla="*/ 37 w 2271"/>
                            <a:gd name="T1" fmla="*/ 0 h 55"/>
                            <a:gd name="T2" fmla="*/ 2234 w 2271"/>
                            <a:gd name="T3" fmla="*/ 0 h 55"/>
                            <a:gd name="T4" fmla="*/ 2271 w 2271"/>
                            <a:gd name="T5" fmla="*/ 55 h 55"/>
                            <a:gd name="T6" fmla="*/ 0 w 2271"/>
                            <a:gd name="T7" fmla="*/ 55 h 55"/>
                            <a:gd name="T8" fmla="*/ 37 w 2271"/>
                            <a:gd name="T9" fmla="*/ 0 h 55"/>
                            <a:gd name="T10" fmla="*/ 37 w 2271"/>
                            <a:gd name="T1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271" h="55">
                              <a:moveTo>
                                <a:pt x="37" y="0"/>
                              </a:moveTo>
                              <a:lnTo>
                                <a:pt x="2234" y="0"/>
                              </a:lnTo>
                              <a:lnTo>
                                <a:pt x="2271" y="55"/>
                              </a:lnTo>
                              <a:lnTo>
                                <a:pt x="0" y="55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0"/>
                      <wps:cNvSpPr>
                        <a:spLocks/>
                      </wps:cNvSpPr>
                      <wps:spPr bwMode="auto">
                        <a:xfrm>
                          <a:off x="262042" y="169894"/>
                          <a:ext cx="470064" cy="9624"/>
                        </a:xfrm>
                        <a:custGeom>
                          <a:avLst/>
                          <a:gdLst>
                            <a:gd name="T0" fmla="*/ 25 w 2393"/>
                            <a:gd name="T1" fmla="*/ 0 h 49"/>
                            <a:gd name="T2" fmla="*/ 2369 w 2393"/>
                            <a:gd name="T3" fmla="*/ 0 h 49"/>
                            <a:gd name="T4" fmla="*/ 2381 w 2393"/>
                            <a:gd name="T5" fmla="*/ 25 h 49"/>
                            <a:gd name="T6" fmla="*/ 2393 w 2393"/>
                            <a:gd name="T7" fmla="*/ 49 h 49"/>
                            <a:gd name="T8" fmla="*/ 0 w 2393"/>
                            <a:gd name="T9" fmla="*/ 49 h 49"/>
                            <a:gd name="T10" fmla="*/ 13 w 2393"/>
                            <a:gd name="T11" fmla="*/ 25 h 49"/>
                            <a:gd name="T12" fmla="*/ 25 w 2393"/>
                            <a:gd name="T13" fmla="*/ 0 h 49"/>
                            <a:gd name="T14" fmla="*/ 25 w 2393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393" h="49">
                              <a:moveTo>
                                <a:pt x="25" y="0"/>
                              </a:moveTo>
                              <a:lnTo>
                                <a:pt x="2369" y="0"/>
                              </a:lnTo>
                              <a:lnTo>
                                <a:pt x="2381" y="25"/>
                              </a:lnTo>
                              <a:lnTo>
                                <a:pt x="2393" y="49"/>
                              </a:lnTo>
                              <a:lnTo>
                                <a:pt x="0" y="49"/>
                              </a:lnTo>
                              <a:lnTo>
                                <a:pt x="13" y="25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1"/>
                      <wps:cNvSpPr>
                        <a:spLocks/>
                      </wps:cNvSpPr>
                      <wps:spPr bwMode="auto">
                        <a:xfrm>
                          <a:off x="252417" y="192678"/>
                          <a:ext cx="489315" cy="9624"/>
                        </a:xfrm>
                        <a:custGeom>
                          <a:avLst/>
                          <a:gdLst>
                            <a:gd name="T0" fmla="*/ 19 w 2491"/>
                            <a:gd name="T1" fmla="*/ 0 h 49"/>
                            <a:gd name="T2" fmla="*/ 2473 w 2491"/>
                            <a:gd name="T3" fmla="*/ 0 h 49"/>
                            <a:gd name="T4" fmla="*/ 2485 w 2491"/>
                            <a:gd name="T5" fmla="*/ 24 h 49"/>
                            <a:gd name="T6" fmla="*/ 2491 w 2491"/>
                            <a:gd name="T7" fmla="*/ 49 h 49"/>
                            <a:gd name="T8" fmla="*/ 0 w 2491"/>
                            <a:gd name="T9" fmla="*/ 49 h 49"/>
                            <a:gd name="T10" fmla="*/ 13 w 2491"/>
                            <a:gd name="T11" fmla="*/ 24 h 49"/>
                            <a:gd name="T12" fmla="*/ 19 w 2491"/>
                            <a:gd name="T13" fmla="*/ 0 h 49"/>
                            <a:gd name="T14" fmla="*/ 19 w 2491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491" h="49">
                              <a:moveTo>
                                <a:pt x="19" y="0"/>
                              </a:moveTo>
                              <a:lnTo>
                                <a:pt x="2473" y="0"/>
                              </a:lnTo>
                              <a:lnTo>
                                <a:pt x="2485" y="24"/>
                              </a:lnTo>
                              <a:lnTo>
                                <a:pt x="2491" y="49"/>
                              </a:lnTo>
                              <a:lnTo>
                                <a:pt x="0" y="49"/>
                              </a:lnTo>
                              <a:lnTo>
                                <a:pt x="13" y="2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2"/>
                      <wps:cNvSpPr>
                        <a:spLocks/>
                      </wps:cNvSpPr>
                      <wps:spPr bwMode="auto">
                        <a:xfrm>
                          <a:off x="245345" y="215461"/>
                          <a:ext cx="503654" cy="9428"/>
                        </a:xfrm>
                        <a:custGeom>
                          <a:avLst/>
                          <a:gdLst>
                            <a:gd name="T0" fmla="*/ 18 w 2564"/>
                            <a:gd name="T1" fmla="*/ 0 h 48"/>
                            <a:gd name="T2" fmla="*/ 2546 w 2564"/>
                            <a:gd name="T3" fmla="*/ 0 h 48"/>
                            <a:gd name="T4" fmla="*/ 2558 w 2564"/>
                            <a:gd name="T5" fmla="*/ 24 h 48"/>
                            <a:gd name="T6" fmla="*/ 2564 w 2564"/>
                            <a:gd name="T7" fmla="*/ 48 h 48"/>
                            <a:gd name="T8" fmla="*/ 0 w 2564"/>
                            <a:gd name="T9" fmla="*/ 48 h 48"/>
                            <a:gd name="T10" fmla="*/ 12 w 2564"/>
                            <a:gd name="T11" fmla="*/ 24 h 48"/>
                            <a:gd name="T12" fmla="*/ 18 w 2564"/>
                            <a:gd name="T13" fmla="*/ 0 h 48"/>
                            <a:gd name="T14" fmla="*/ 18 w 2564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564" h="48">
                              <a:moveTo>
                                <a:pt x="18" y="0"/>
                              </a:moveTo>
                              <a:lnTo>
                                <a:pt x="2546" y="0"/>
                              </a:lnTo>
                              <a:lnTo>
                                <a:pt x="2558" y="24"/>
                              </a:lnTo>
                              <a:lnTo>
                                <a:pt x="2564" y="48"/>
                              </a:lnTo>
                              <a:lnTo>
                                <a:pt x="0" y="48"/>
                              </a:lnTo>
                              <a:lnTo>
                                <a:pt x="12" y="24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"/>
                      <wps:cNvSpPr>
                        <a:spLocks/>
                      </wps:cNvSpPr>
                      <wps:spPr bwMode="auto">
                        <a:xfrm>
                          <a:off x="240434" y="238048"/>
                          <a:ext cx="513476" cy="10803"/>
                        </a:xfrm>
                        <a:custGeom>
                          <a:avLst/>
                          <a:gdLst>
                            <a:gd name="T0" fmla="*/ 12 w 2614"/>
                            <a:gd name="T1" fmla="*/ 0 h 55"/>
                            <a:gd name="T2" fmla="*/ 2601 w 2614"/>
                            <a:gd name="T3" fmla="*/ 0 h 55"/>
                            <a:gd name="T4" fmla="*/ 2607 w 2614"/>
                            <a:gd name="T5" fmla="*/ 31 h 55"/>
                            <a:gd name="T6" fmla="*/ 2614 w 2614"/>
                            <a:gd name="T7" fmla="*/ 55 h 55"/>
                            <a:gd name="T8" fmla="*/ 0 w 2614"/>
                            <a:gd name="T9" fmla="*/ 55 h 55"/>
                            <a:gd name="T10" fmla="*/ 6 w 2614"/>
                            <a:gd name="T11" fmla="*/ 31 h 55"/>
                            <a:gd name="T12" fmla="*/ 12 w 2614"/>
                            <a:gd name="T13" fmla="*/ 0 h 55"/>
                            <a:gd name="T14" fmla="*/ 12 w 2614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614" h="55">
                              <a:moveTo>
                                <a:pt x="12" y="0"/>
                              </a:moveTo>
                              <a:lnTo>
                                <a:pt x="2601" y="0"/>
                              </a:lnTo>
                              <a:lnTo>
                                <a:pt x="2607" y="31"/>
                              </a:lnTo>
                              <a:lnTo>
                                <a:pt x="2614" y="55"/>
                              </a:lnTo>
                              <a:lnTo>
                                <a:pt x="0" y="55"/>
                              </a:lnTo>
                              <a:lnTo>
                                <a:pt x="6" y="31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4"/>
                      <wps:cNvSpPr>
                        <a:spLocks/>
                      </wps:cNvSpPr>
                      <wps:spPr bwMode="auto">
                        <a:xfrm>
                          <a:off x="238077" y="260832"/>
                          <a:ext cx="518190" cy="10803"/>
                        </a:xfrm>
                        <a:custGeom>
                          <a:avLst/>
                          <a:gdLst>
                            <a:gd name="T0" fmla="*/ 6 w 2638"/>
                            <a:gd name="T1" fmla="*/ 0 h 55"/>
                            <a:gd name="T2" fmla="*/ 2632 w 2638"/>
                            <a:gd name="T3" fmla="*/ 0 h 55"/>
                            <a:gd name="T4" fmla="*/ 2638 w 2638"/>
                            <a:gd name="T5" fmla="*/ 31 h 55"/>
                            <a:gd name="T6" fmla="*/ 2638 w 2638"/>
                            <a:gd name="T7" fmla="*/ 55 h 55"/>
                            <a:gd name="T8" fmla="*/ 1475 w 2638"/>
                            <a:gd name="T9" fmla="*/ 55 h 55"/>
                            <a:gd name="T10" fmla="*/ 1457 w 2638"/>
                            <a:gd name="T11" fmla="*/ 37 h 55"/>
                            <a:gd name="T12" fmla="*/ 1432 w 2638"/>
                            <a:gd name="T13" fmla="*/ 25 h 55"/>
                            <a:gd name="T14" fmla="*/ 1371 w 2638"/>
                            <a:gd name="T15" fmla="*/ 12 h 55"/>
                            <a:gd name="T16" fmla="*/ 1310 w 2638"/>
                            <a:gd name="T17" fmla="*/ 25 h 55"/>
                            <a:gd name="T18" fmla="*/ 1285 w 2638"/>
                            <a:gd name="T19" fmla="*/ 37 h 55"/>
                            <a:gd name="T20" fmla="*/ 1261 w 2638"/>
                            <a:gd name="T21" fmla="*/ 55 h 55"/>
                            <a:gd name="T22" fmla="*/ 0 w 2638"/>
                            <a:gd name="T23" fmla="*/ 55 h 55"/>
                            <a:gd name="T24" fmla="*/ 6 w 2638"/>
                            <a:gd name="T25" fmla="*/ 31 h 55"/>
                            <a:gd name="T26" fmla="*/ 6 w 2638"/>
                            <a:gd name="T27" fmla="*/ 0 h 55"/>
                            <a:gd name="T28" fmla="*/ 6 w 2638"/>
                            <a:gd name="T29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638" h="55">
                              <a:moveTo>
                                <a:pt x="6" y="0"/>
                              </a:moveTo>
                              <a:lnTo>
                                <a:pt x="2632" y="0"/>
                              </a:lnTo>
                              <a:lnTo>
                                <a:pt x="2638" y="31"/>
                              </a:lnTo>
                              <a:lnTo>
                                <a:pt x="2638" y="55"/>
                              </a:lnTo>
                              <a:lnTo>
                                <a:pt x="1475" y="55"/>
                              </a:lnTo>
                              <a:lnTo>
                                <a:pt x="1457" y="37"/>
                              </a:lnTo>
                              <a:lnTo>
                                <a:pt x="1432" y="25"/>
                              </a:lnTo>
                              <a:lnTo>
                                <a:pt x="1371" y="12"/>
                              </a:lnTo>
                              <a:lnTo>
                                <a:pt x="1310" y="25"/>
                              </a:lnTo>
                              <a:lnTo>
                                <a:pt x="1285" y="37"/>
                              </a:lnTo>
                              <a:lnTo>
                                <a:pt x="1261" y="55"/>
                              </a:lnTo>
                              <a:lnTo>
                                <a:pt x="0" y="55"/>
                              </a:lnTo>
                              <a:lnTo>
                                <a:pt x="6" y="3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5"/>
                      <wps:cNvSpPr>
                        <a:spLocks noEditPoints="1"/>
                      </wps:cNvSpPr>
                      <wps:spPr bwMode="auto">
                        <a:xfrm>
                          <a:off x="238077" y="283615"/>
                          <a:ext cx="518190" cy="10803"/>
                        </a:xfrm>
                        <a:custGeom>
                          <a:avLst/>
                          <a:gdLst>
                            <a:gd name="T0" fmla="*/ 1518 w 2638"/>
                            <a:gd name="T1" fmla="*/ 0 h 55"/>
                            <a:gd name="T2" fmla="*/ 2638 w 2638"/>
                            <a:gd name="T3" fmla="*/ 0 h 55"/>
                            <a:gd name="T4" fmla="*/ 2638 w 2638"/>
                            <a:gd name="T5" fmla="*/ 18 h 55"/>
                            <a:gd name="T6" fmla="*/ 2638 w 2638"/>
                            <a:gd name="T7" fmla="*/ 30 h 55"/>
                            <a:gd name="T8" fmla="*/ 2638 w 2638"/>
                            <a:gd name="T9" fmla="*/ 55 h 55"/>
                            <a:gd name="T10" fmla="*/ 1524 w 2638"/>
                            <a:gd name="T11" fmla="*/ 55 h 55"/>
                            <a:gd name="T12" fmla="*/ 1524 w 2638"/>
                            <a:gd name="T13" fmla="*/ 49 h 55"/>
                            <a:gd name="T14" fmla="*/ 1524 w 2638"/>
                            <a:gd name="T15" fmla="*/ 24 h 55"/>
                            <a:gd name="T16" fmla="*/ 1518 w 2638"/>
                            <a:gd name="T17" fmla="*/ 0 h 55"/>
                            <a:gd name="T18" fmla="*/ 1518 w 2638"/>
                            <a:gd name="T19" fmla="*/ 0 h 55"/>
                            <a:gd name="T20" fmla="*/ 0 w 2638"/>
                            <a:gd name="T21" fmla="*/ 0 h 55"/>
                            <a:gd name="T22" fmla="*/ 1218 w 2638"/>
                            <a:gd name="T23" fmla="*/ 0 h 55"/>
                            <a:gd name="T24" fmla="*/ 1218 w 2638"/>
                            <a:gd name="T25" fmla="*/ 24 h 55"/>
                            <a:gd name="T26" fmla="*/ 1212 w 2638"/>
                            <a:gd name="T27" fmla="*/ 49 h 55"/>
                            <a:gd name="T28" fmla="*/ 1212 w 2638"/>
                            <a:gd name="T29" fmla="*/ 55 h 55"/>
                            <a:gd name="T30" fmla="*/ 0 w 2638"/>
                            <a:gd name="T31" fmla="*/ 55 h 55"/>
                            <a:gd name="T32" fmla="*/ 0 w 2638"/>
                            <a:gd name="T33" fmla="*/ 30 h 55"/>
                            <a:gd name="T34" fmla="*/ 0 w 2638"/>
                            <a:gd name="T35" fmla="*/ 18 h 55"/>
                            <a:gd name="T36" fmla="*/ 0 w 2638"/>
                            <a:gd name="T37" fmla="*/ 0 h 55"/>
                            <a:gd name="T38" fmla="*/ 0 w 2638"/>
                            <a:gd name="T39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638" h="55">
                              <a:moveTo>
                                <a:pt x="1518" y="0"/>
                              </a:moveTo>
                              <a:lnTo>
                                <a:pt x="2638" y="0"/>
                              </a:lnTo>
                              <a:lnTo>
                                <a:pt x="2638" y="18"/>
                              </a:lnTo>
                              <a:lnTo>
                                <a:pt x="2638" y="30"/>
                              </a:lnTo>
                              <a:lnTo>
                                <a:pt x="2638" y="55"/>
                              </a:lnTo>
                              <a:lnTo>
                                <a:pt x="1524" y="55"/>
                              </a:lnTo>
                              <a:lnTo>
                                <a:pt x="1524" y="49"/>
                              </a:lnTo>
                              <a:lnTo>
                                <a:pt x="1524" y="24"/>
                              </a:lnTo>
                              <a:lnTo>
                                <a:pt x="151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218" y="0"/>
                              </a:lnTo>
                              <a:lnTo>
                                <a:pt x="1218" y="24"/>
                              </a:lnTo>
                              <a:lnTo>
                                <a:pt x="1212" y="49"/>
                              </a:lnTo>
                              <a:lnTo>
                                <a:pt x="1212" y="55"/>
                              </a:lnTo>
                              <a:lnTo>
                                <a:pt x="0" y="55"/>
                              </a:lnTo>
                              <a:lnTo>
                                <a:pt x="0" y="30"/>
                              </a:lnTo>
                              <a:lnTo>
                                <a:pt x="0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6"/>
                      <wps:cNvSpPr>
                        <a:spLocks noEditPoints="1"/>
                      </wps:cNvSpPr>
                      <wps:spPr bwMode="auto">
                        <a:xfrm>
                          <a:off x="238077" y="306399"/>
                          <a:ext cx="518190" cy="10803"/>
                        </a:xfrm>
                        <a:custGeom>
                          <a:avLst/>
                          <a:gdLst>
                            <a:gd name="T0" fmla="*/ 1512 w 2638"/>
                            <a:gd name="T1" fmla="*/ 0 h 55"/>
                            <a:gd name="T2" fmla="*/ 2638 w 2638"/>
                            <a:gd name="T3" fmla="*/ 0 h 55"/>
                            <a:gd name="T4" fmla="*/ 2638 w 2638"/>
                            <a:gd name="T5" fmla="*/ 30 h 55"/>
                            <a:gd name="T6" fmla="*/ 2632 w 2638"/>
                            <a:gd name="T7" fmla="*/ 55 h 55"/>
                            <a:gd name="T8" fmla="*/ 1469 w 2638"/>
                            <a:gd name="T9" fmla="*/ 55 h 55"/>
                            <a:gd name="T10" fmla="*/ 1493 w 2638"/>
                            <a:gd name="T11" fmla="*/ 30 h 55"/>
                            <a:gd name="T12" fmla="*/ 1512 w 2638"/>
                            <a:gd name="T13" fmla="*/ 0 h 55"/>
                            <a:gd name="T14" fmla="*/ 1512 w 2638"/>
                            <a:gd name="T15" fmla="*/ 0 h 55"/>
                            <a:gd name="T16" fmla="*/ 0 w 2638"/>
                            <a:gd name="T17" fmla="*/ 0 h 55"/>
                            <a:gd name="T18" fmla="*/ 1230 w 2638"/>
                            <a:gd name="T19" fmla="*/ 0 h 55"/>
                            <a:gd name="T20" fmla="*/ 1248 w 2638"/>
                            <a:gd name="T21" fmla="*/ 30 h 55"/>
                            <a:gd name="T22" fmla="*/ 1273 w 2638"/>
                            <a:gd name="T23" fmla="*/ 55 h 55"/>
                            <a:gd name="T24" fmla="*/ 6 w 2638"/>
                            <a:gd name="T25" fmla="*/ 55 h 55"/>
                            <a:gd name="T26" fmla="*/ 6 w 2638"/>
                            <a:gd name="T27" fmla="*/ 30 h 55"/>
                            <a:gd name="T28" fmla="*/ 0 w 2638"/>
                            <a:gd name="T29" fmla="*/ 0 h 55"/>
                            <a:gd name="T30" fmla="*/ 0 w 2638"/>
                            <a:gd name="T3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638" h="55">
                              <a:moveTo>
                                <a:pt x="1512" y="0"/>
                              </a:moveTo>
                              <a:lnTo>
                                <a:pt x="2638" y="0"/>
                              </a:lnTo>
                              <a:lnTo>
                                <a:pt x="2638" y="30"/>
                              </a:lnTo>
                              <a:lnTo>
                                <a:pt x="2632" y="55"/>
                              </a:lnTo>
                              <a:lnTo>
                                <a:pt x="1469" y="55"/>
                              </a:lnTo>
                              <a:lnTo>
                                <a:pt x="1493" y="30"/>
                              </a:lnTo>
                              <a:lnTo>
                                <a:pt x="151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230" y="0"/>
                              </a:lnTo>
                              <a:lnTo>
                                <a:pt x="1248" y="30"/>
                              </a:lnTo>
                              <a:lnTo>
                                <a:pt x="1273" y="55"/>
                              </a:lnTo>
                              <a:lnTo>
                                <a:pt x="6" y="55"/>
                              </a:lnTo>
                              <a:lnTo>
                                <a:pt x="6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"/>
                      <wps:cNvSpPr>
                        <a:spLocks/>
                      </wps:cNvSpPr>
                      <wps:spPr bwMode="auto">
                        <a:xfrm>
                          <a:off x="240434" y="329182"/>
                          <a:ext cx="513476" cy="10606"/>
                        </a:xfrm>
                        <a:custGeom>
                          <a:avLst/>
                          <a:gdLst>
                            <a:gd name="T0" fmla="*/ 0 w 2614"/>
                            <a:gd name="T1" fmla="*/ 0 h 54"/>
                            <a:gd name="T2" fmla="*/ 2614 w 2614"/>
                            <a:gd name="T3" fmla="*/ 0 h 54"/>
                            <a:gd name="T4" fmla="*/ 2607 w 2614"/>
                            <a:gd name="T5" fmla="*/ 30 h 54"/>
                            <a:gd name="T6" fmla="*/ 2601 w 2614"/>
                            <a:gd name="T7" fmla="*/ 54 h 54"/>
                            <a:gd name="T8" fmla="*/ 12 w 2614"/>
                            <a:gd name="T9" fmla="*/ 54 h 54"/>
                            <a:gd name="T10" fmla="*/ 6 w 2614"/>
                            <a:gd name="T11" fmla="*/ 30 h 54"/>
                            <a:gd name="T12" fmla="*/ 0 w 2614"/>
                            <a:gd name="T13" fmla="*/ 0 h 54"/>
                            <a:gd name="T14" fmla="*/ 0 w 2614"/>
                            <a:gd name="T15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614" h="54">
                              <a:moveTo>
                                <a:pt x="0" y="0"/>
                              </a:moveTo>
                              <a:lnTo>
                                <a:pt x="2614" y="0"/>
                              </a:lnTo>
                              <a:lnTo>
                                <a:pt x="2607" y="30"/>
                              </a:lnTo>
                              <a:lnTo>
                                <a:pt x="2601" y="54"/>
                              </a:lnTo>
                              <a:lnTo>
                                <a:pt x="12" y="54"/>
                              </a:lnTo>
                              <a:lnTo>
                                <a:pt x="6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"/>
                      <wps:cNvSpPr>
                        <a:spLocks/>
                      </wps:cNvSpPr>
                      <wps:spPr bwMode="auto">
                        <a:xfrm>
                          <a:off x="245345" y="352948"/>
                          <a:ext cx="503654" cy="9624"/>
                        </a:xfrm>
                        <a:custGeom>
                          <a:avLst/>
                          <a:gdLst>
                            <a:gd name="T0" fmla="*/ 0 w 2564"/>
                            <a:gd name="T1" fmla="*/ 0 h 49"/>
                            <a:gd name="T2" fmla="*/ 2564 w 2564"/>
                            <a:gd name="T3" fmla="*/ 0 h 49"/>
                            <a:gd name="T4" fmla="*/ 2558 w 2564"/>
                            <a:gd name="T5" fmla="*/ 25 h 49"/>
                            <a:gd name="T6" fmla="*/ 2552 w 2564"/>
                            <a:gd name="T7" fmla="*/ 49 h 49"/>
                            <a:gd name="T8" fmla="*/ 18 w 2564"/>
                            <a:gd name="T9" fmla="*/ 49 h 49"/>
                            <a:gd name="T10" fmla="*/ 12 w 2564"/>
                            <a:gd name="T11" fmla="*/ 25 h 49"/>
                            <a:gd name="T12" fmla="*/ 0 w 2564"/>
                            <a:gd name="T13" fmla="*/ 0 h 49"/>
                            <a:gd name="T14" fmla="*/ 0 w 2564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564" h="49">
                              <a:moveTo>
                                <a:pt x="0" y="0"/>
                              </a:moveTo>
                              <a:lnTo>
                                <a:pt x="2564" y="0"/>
                              </a:lnTo>
                              <a:lnTo>
                                <a:pt x="2558" y="25"/>
                              </a:lnTo>
                              <a:lnTo>
                                <a:pt x="2552" y="49"/>
                              </a:lnTo>
                              <a:lnTo>
                                <a:pt x="18" y="49"/>
                              </a:lnTo>
                              <a:lnTo>
                                <a:pt x="12" y="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"/>
                      <wps:cNvSpPr>
                        <a:spLocks/>
                      </wps:cNvSpPr>
                      <wps:spPr bwMode="auto">
                        <a:xfrm>
                          <a:off x="252417" y="375731"/>
                          <a:ext cx="489315" cy="9624"/>
                        </a:xfrm>
                        <a:custGeom>
                          <a:avLst/>
                          <a:gdLst>
                            <a:gd name="T0" fmla="*/ 0 w 2491"/>
                            <a:gd name="T1" fmla="*/ 0 h 49"/>
                            <a:gd name="T2" fmla="*/ 2491 w 2491"/>
                            <a:gd name="T3" fmla="*/ 0 h 49"/>
                            <a:gd name="T4" fmla="*/ 2485 w 2491"/>
                            <a:gd name="T5" fmla="*/ 25 h 49"/>
                            <a:gd name="T6" fmla="*/ 2473 w 2491"/>
                            <a:gd name="T7" fmla="*/ 49 h 49"/>
                            <a:gd name="T8" fmla="*/ 19 w 2491"/>
                            <a:gd name="T9" fmla="*/ 49 h 49"/>
                            <a:gd name="T10" fmla="*/ 13 w 2491"/>
                            <a:gd name="T11" fmla="*/ 25 h 49"/>
                            <a:gd name="T12" fmla="*/ 0 w 2491"/>
                            <a:gd name="T13" fmla="*/ 0 h 49"/>
                            <a:gd name="T14" fmla="*/ 0 w 2491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491" h="49">
                              <a:moveTo>
                                <a:pt x="0" y="0"/>
                              </a:moveTo>
                              <a:lnTo>
                                <a:pt x="2491" y="0"/>
                              </a:lnTo>
                              <a:lnTo>
                                <a:pt x="2485" y="25"/>
                              </a:lnTo>
                              <a:lnTo>
                                <a:pt x="2473" y="49"/>
                              </a:lnTo>
                              <a:lnTo>
                                <a:pt x="19" y="49"/>
                              </a:lnTo>
                              <a:lnTo>
                                <a:pt x="13" y="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262042" y="398515"/>
                          <a:ext cx="470064" cy="10803"/>
                        </a:xfrm>
                        <a:custGeom>
                          <a:avLst/>
                          <a:gdLst>
                            <a:gd name="T0" fmla="*/ 0 w 2393"/>
                            <a:gd name="T1" fmla="*/ 0 h 55"/>
                            <a:gd name="T2" fmla="*/ 2393 w 2393"/>
                            <a:gd name="T3" fmla="*/ 0 h 55"/>
                            <a:gd name="T4" fmla="*/ 2381 w 2393"/>
                            <a:gd name="T5" fmla="*/ 30 h 55"/>
                            <a:gd name="T6" fmla="*/ 2369 w 2393"/>
                            <a:gd name="T7" fmla="*/ 55 h 55"/>
                            <a:gd name="T8" fmla="*/ 25 w 2393"/>
                            <a:gd name="T9" fmla="*/ 55 h 55"/>
                            <a:gd name="T10" fmla="*/ 13 w 2393"/>
                            <a:gd name="T11" fmla="*/ 30 h 55"/>
                            <a:gd name="T12" fmla="*/ 0 w 2393"/>
                            <a:gd name="T13" fmla="*/ 0 h 55"/>
                            <a:gd name="T14" fmla="*/ 0 w 2393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393" h="55">
                              <a:moveTo>
                                <a:pt x="0" y="0"/>
                              </a:moveTo>
                              <a:lnTo>
                                <a:pt x="2393" y="0"/>
                              </a:lnTo>
                              <a:lnTo>
                                <a:pt x="2381" y="30"/>
                              </a:lnTo>
                              <a:lnTo>
                                <a:pt x="2369" y="55"/>
                              </a:lnTo>
                              <a:lnTo>
                                <a:pt x="25" y="55"/>
                              </a:lnTo>
                              <a:lnTo>
                                <a:pt x="13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1"/>
                      <wps:cNvSpPr>
                        <a:spLocks/>
                      </wps:cNvSpPr>
                      <wps:spPr bwMode="auto">
                        <a:xfrm>
                          <a:off x="274024" y="421298"/>
                          <a:ext cx="446100" cy="10606"/>
                        </a:xfrm>
                        <a:custGeom>
                          <a:avLst/>
                          <a:gdLst>
                            <a:gd name="T0" fmla="*/ 0 w 2271"/>
                            <a:gd name="T1" fmla="*/ 0 h 54"/>
                            <a:gd name="T2" fmla="*/ 2271 w 2271"/>
                            <a:gd name="T3" fmla="*/ 0 h 54"/>
                            <a:gd name="T4" fmla="*/ 2259 w 2271"/>
                            <a:gd name="T5" fmla="*/ 30 h 54"/>
                            <a:gd name="T6" fmla="*/ 2241 w 2271"/>
                            <a:gd name="T7" fmla="*/ 54 h 54"/>
                            <a:gd name="T8" fmla="*/ 31 w 2271"/>
                            <a:gd name="T9" fmla="*/ 54 h 54"/>
                            <a:gd name="T10" fmla="*/ 19 w 2271"/>
                            <a:gd name="T11" fmla="*/ 30 h 54"/>
                            <a:gd name="T12" fmla="*/ 0 w 2271"/>
                            <a:gd name="T13" fmla="*/ 0 h 54"/>
                            <a:gd name="T14" fmla="*/ 0 w 2271"/>
                            <a:gd name="T15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1" h="54">
                              <a:moveTo>
                                <a:pt x="0" y="0"/>
                              </a:moveTo>
                              <a:lnTo>
                                <a:pt x="2271" y="0"/>
                              </a:lnTo>
                              <a:lnTo>
                                <a:pt x="2259" y="30"/>
                              </a:lnTo>
                              <a:lnTo>
                                <a:pt x="2241" y="54"/>
                              </a:lnTo>
                              <a:lnTo>
                                <a:pt x="31" y="54"/>
                              </a:lnTo>
                              <a:lnTo>
                                <a:pt x="19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2"/>
                      <wps:cNvSpPr>
                        <a:spLocks/>
                      </wps:cNvSpPr>
                      <wps:spPr bwMode="auto">
                        <a:xfrm>
                          <a:off x="289739" y="443885"/>
                          <a:ext cx="414867" cy="10803"/>
                        </a:xfrm>
                        <a:custGeom>
                          <a:avLst/>
                          <a:gdLst>
                            <a:gd name="T0" fmla="*/ 0 w 2112"/>
                            <a:gd name="T1" fmla="*/ 0 h 55"/>
                            <a:gd name="T2" fmla="*/ 2112 w 2112"/>
                            <a:gd name="T3" fmla="*/ 0 h 55"/>
                            <a:gd name="T4" fmla="*/ 2075 w 2112"/>
                            <a:gd name="T5" fmla="*/ 55 h 55"/>
                            <a:gd name="T6" fmla="*/ 43 w 2112"/>
                            <a:gd name="T7" fmla="*/ 55 h 55"/>
                            <a:gd name="T8" fmla="*/ 18 w 2112"/>
                            <a:gd name="T9" fmla="*/ 31 h 55"/>
                            <a:gd name="T10" fmla="*/ 0 w 2112"/>
                            <a:gd name="T11" fmla="*/ 0 h 55"/>
                            <a:gd name="T12" fmla="*/ 0 w 2112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112" h="55">
                              <a:moveTo>
                                <a:pt x="0" y="0"/>
                              </a:moveTo>
                              <a:lnTo>
                                <a:pt x="2112" y="0"/>
                              </a:lnTo>
                              <a:lnTo>
                                <a:pt x="2075" y="55"/>
                              </a:lnTo>
                              <a:lnTo>
                                <a:pt x="43" y="55"/>
                              </a:lnTo>
                              <a:lnTo>
                                <a:pt x="18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3"/>
                      <wps:cNvSpPr>
                        <a:spLocks/>
                      </wps:cNvSpPr>
                      <wps:spPr bwMode="auto">
                        <a:xfrm>
                          <a:off x="308989" y="466669"/>
                          <a:ext cx="376366" cy="10803"/>
                        </a:xfrm>
                        <a:custGeom>
                          <a:avLst/>
                          <a:gdLst>
                            <a:gd name="T0" fmla="*/ 0 w 1916"/>
                            <a:gd name="T1" fmla="*/ 0 h 55"/>
                            <a:gd name="T2" fmla="*/ 1916 w 1916"/>
                            <a:gd name="T3" fmla="*/ 0 h 55"/>
                            <a:gd name="T4" fmla="*/ 1891 w 1916"/>
                            <a:gd name="T5" fmla="*/ 31 h 55"/>
                            <a:gd name="T6" fmla="*/ 1867 w 1916"/>
                            <a:gd name="T7" fmla="*/ 55 h 55"/>
                            <a:gd name="T8" fmla="*/ 55 w 1916"/>
                            <a:gd name="T9" fmla="*/ 55 h 55"/>
                            <a:gd name="T10" fmla="*/ 0 w 1916"/>
                            <a:gd name="T11" fmla="*/ 0 h 55"/>
                            <a:gd name="T12" fmla="*/ 0 w 1916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16" h="55">
                              <a:moveTo>
                                <a:pt x="0" y="0"/>
                              </a:moveTo>
                              <a:lnTo>
                                <a:pt x="1916" y="0"/>
                              </a:lnTo>
                              <a:lnTo>
                                <a:pt x="1891" y="31"/>
                              </a:lnTo>
                              <a:lnTo>
                                <a:pt x="1867" y="55"/>
                              </a:lnTo>
                              <a:lnTo>
                                <a:pt x="55" y="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4"/>
                      <wps:cNvSpPr>
                        <a:spLocks/>
                      </wps:cNvSpPr>
                      <wps:spPr bwMode="auto">
                        <a:xfrm>
                          <a:off x="334329" y="489452"/>
                          <a:ext cx="326865" cy="10803"/>
                        </a:xfrm>
                        <a:custGeom>
                          <a:avLst/>
                          <a:gdLst>
                            <a:gd name="T0" fmla="*/ 0 w 1664"/>
                            <a:gd name="T1" fmla="*/ 0 h 55"/>
                            <a:gd name="T2" fmla="*/ 1664 w 1664"/>
                            <a:gd name="T3" fmla="*/ 0 h 55"/>
                            <a:gd name="T4" fmla="*/ 1591 w 1664"/>
                            <a:gd name="T5" fmla="*/ 55 h 55"/>
                            <a:gd name="T6" fmla="*/ 67 w 1664"/>
                            <a:gd name="T7" fmla="*/ 55 h 55"/>
                            <a:gd name="T8" fmla="*/ 30 w 1664"/>
                            <a:gd name="T9" fmla="*/ 30 h 55"/>
                            <a:gd name="T10" fmla="*/ 0 w 1664"/>
                            <a:gd name="T11" fmla="*/ 0 h 55"/>
                            <a:gd name="T12" fmla="*/ 0 w 1664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664" h="55">
                              <a:moveTo>
                                <a:pt x="0" y="0"/>
                              </a:moveTo>
                              <a:lnTo>
                                <a:pt x="1664" y="0"/>
                              </a:lnTo>
                              <a:lnTo>
                                <a:pt x="1591" y="55"/>
                              </a:lnTo>
                              <a:lnTo>
                                <a:pt x="67" y="55"/>
                              </a:lnTo>
                              <a:lnTo>
                                <a:pt x="30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5"/>
                      <wps:cNvSpPr>
                        <a:spLocks/>
                      </wps:cNvSpPr>
                      <wps:spPr bwMode="auto">
                        <a:xfrm>
                          <a:off x="366741" y="513414"/>
                          <a:ext cx="260863" cy="9624"/>
                        </a:xfrm>
                        <a:custGeom>
                          <a:avLst/>
                          <a:gdLst>
                            <a:gd name="T0" fmla="*/ 0 w 1328"/>
                            <a:gd name="T1" fmla="*/ 0 h 49"/>
                            <a:gd name="T2" fmla="*/ 1328 w 1328"/>
                            <a:gd name="T3" fmla="*/ 0 h 49"/>
                            <a:gd name="T4" fmla="*/ 1279 w 1328"/>
                            <a:gd name="T5" fmla="*/ 24 h 49"/>
                            <a:gd name="T6" fmla="*/ 1224 w 1328"/>
                            <a:gd name="T7" fmla="*/ 49 h 49"/>
                            <a:gd name="T8" fmla="*/ 104 w 1328"/>
                            <a:gd name="T9" fmla="*/ 49 h 49"/>
                            <a:gd name="T10" fmla="*/ 55 w 1328"/>
                            <a:gd name="T11" fmla="*/ 24 h 49"/>
                            <a:gd name="T12" fmla="*/ 0 w 1328"/>
                            <a:gd name="T13" fmla="*/ 0 h 49"/>
                            <a:gd name="T14" fmla="*/ 0 w 1328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328" h="49">
                              <a:moveTo>
                                <a:pt x="0" y="0"/>
                              </a:moveTo>
                              <a:lnTo>
                                <a:pt x="1328" y="0"/>
                              </a:lnTo>
                              <a:lnTo>
                                <a:pt x="1279" y="24"/>
                              </a:lnTo>
                              <a:lnTo>
                                <a:pt x="1224" y="49"/>
                              </a:lnTo>
                              <a:lnTo>
                                <a:pt x="104" y="49"/>
                              </a:lnTo>
                              <a:lnTo>
                                <a:pt x="55" y="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6"/>
                      <wps:cNvSpPr>
                        <a:spLocks/>
                      </wps:cNvSpPr>
                      <wps:spPr bwMode="auto">
                        <a:xfrm>
                          <a:off x="419581" y="536198"/>
                          <a:ext cx="156361" cy="9428"/>
                        </a:xfrm>
                        <a:custGeom>
                          <a:avLst/>
                          <a:gdLst>
                            <a:gd name="T0" fmla="*/ 0 w 796"/>
                            <a:gd name="T1" fmla="*/ 0 h 48"/>
                            <a:gd name="T2" fmla="*/ 796 w 796"/>
                            <a:gd name="T3" fmla="*/ 0 h 48"/>
                            <a:gd name="T4" fmla="*/ 667 w 796"/>
                            <a:gd name="T5" fmla="*/ 30 h 48"/>
                            <a:gd name="T6" fmla="*/ 539 w 796"/>
                            <a:gd name="T7" fmla="*/ 48 h 48"/>
                            <a:gd name="T8" fmla="*/ 251 w 796"/>
                            <a:gd name="T9" fmla="*/ 48 h 48"/>
                            <a:gd name="T10" fmla="*/ 122 w 796"/>
                            <a:gd name="T11" fmla="*/ 30 h 48"/>
                            <a:gd name="T12" fmla="*/ 0 w 796"/>
                            <a:gd name="T13" fmla="*/ 0 h 48"/>
                            <a:gd name="T14" fmla="*/ 0 w 796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96" h="48">
                              <a:moveTo>
                                <a:pt x="0" y="0"/>
                              </a:moveTo>
                              <a:lnTo>
                                <a:pt x="796" y="0"/>
                              </a:lnTo>
                              <a:lnTo>
                                <a:pt x="667" y="30"/>
                              </a:lnTo>
                              <a:lnTo>
                                <a:pt x="539" y="48"/>
                              </a:lnTo>
                              <a:lnTo>
                                <a:pt x="251" y="48"/>
                              </a:lnTo>
                              <a:lnTo>
                                <a:pt x="122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7"/>
                      <wps:cNvSpPr>
                        <a:spLocks/>
                      </wps:cNvSpPr>
                      <wps:spPr bwMode="auto">
                        <a:xfrm>
                          <a:off x="440010" y="39478"/>
                          <a:ext cx="152629" cy="10803"/>
                        </a:xfrm>
                        <a:custGeom>
                          <a:avLst/>
                          <a:gdLst>
                            <a:gd name="T0" fmla="*/ 276 w 777"/>
                            <a:gd name="T1" fmla="*/ 0 h 55"/>
                            <a:gd name="T2" fmla="*/ 502 w 777"/>
                            <a:gd name="T3" fmla="*/ 0 h 55"/>
                            <a:gd name="T4" fmla="*/ 643 w 777"/>
                            <a:gd name="T5" fmla="*/ 24 h 55"/>
                            <a:gd name="T6" fmla="*/ 777 w 777"/>
                            <a:gd name="T7" fmla="*/ 55 h 55"/>
                            <a:gd name="T8" fmla="*/ 0 w 777"/>
                            <a:gd name="T9" fmla="*/ 55 h 55"/>
                            <a:gd name="T10" fmla="*/ 141 w 777"/>
                            <a:gd name="T11" fmla="*/ 24 h 55"/>
                            <a:gd name="T12" fmla="*/ 276 w 777"/>
                            <a:gd name="T13" fmla="*/ 0 h 55"/>
                            <a:gd name="T14" fmla="*/ 276 w 777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77" h="55">
                              <a:moveTo>
                                <a:pt x="276" y="0"/>
                              </a:moveTo>
                              <a:lnTo>
                                <a:pt x="502" y="0"/>
                              </a:lnTo>
                              <a:lnTo>
                                <a:pt x="643" y="24"/>
                              </a:lnTo>
                              <a:lnTo>
                                <a:pt x="777" y="55"/>
                              </a:lnTo>
                              <a:lnTo>
                                <a:pt x="0" y="55"/>
                              </a:lnTo>
                              <a:lnTo>
                                <a:pt x="141" y="24"/>
                              </a:lnTo>
                              <a:lnTo>
                                <a:pt x="2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8"/>
                      <wps:cNvSpPr>
                        <a:spLocks/>
                      </wps:cNvSpPr>
                      <wps:spPr bwMode="auto">
                        <a:xfrm>
                          <a:off x="387170" y="62262"/>
                          <a:ext cx="258506" cy="10803"/>
                        </a:xfrm>
                        <a:custGeom>
                          <a:avLst/>
                          <a:gdLst>
                            <a:gd name="T0" fmla="*/ 104 w 1316"/>
                            <a:gd name="T1" fmla="*/ 0 h 55"/>
                            <a:gd name="T2" fmla="*/ 1212 w 1316"/>
                            <a:gd name="T3" fmla="*/ 0 h 55"/>
                            <a:gd name="T4" fmla="*/ 1267 w 1316"/>
                            <a:gd name="T5" fmla="*/ 30 h 55"/>
                            <a:gd name="T6" fmla="*/ 1316 w 1316"/>
                            <a:gd name="T7" fmla="*/ 55 h 55"/>
                            <a:gd name="T8" fmla="*/ 0 w 1316"/>
                            <a:gd name="T9" fmla="*/ 55 h 55"/>
                            <a:gd name="T10" fmla="*/ 55 w 1316"/>
                            <a:gd name="T11" fmla="*/ 30 h 55"/>
                            <a:gd name="T12" fmla="*/ 104 w 1316"/>
                            <a:gd name="T13" fmla="*/ 0 h 55"/>
                            <a:gd name="T14" fmla="*/ 104 w 1316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316" h="55">
                              <a:moveTo>
                                <a:pt x="104" y="0"/>
                              </a:moveTo>
                              <a:lnTo>
                                <a:pt x="1212" y="0"/>
                              </a:lnTo>
                              <a:lnTo>
                                <a:pt x="1267" y="30"/>
                              </a:lnTo>
                              <a:lnTo>
                                <a:pt x="1316" y="55"/>
                              </a:lnTo>
                              <a:lnTo>
                                <a:pt x="0" y="55"/>
                              </a:lnTo>
                              <a:lnTo>
                                <a:pt x="55" y="30"/>
                              </a:lnTo>
                              <a:lnTo>
                                <a:pt x="1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9"/>
                      <wps:cNvSpPr>
                        <a:spLocks/>
                      </wps:cNvSpPr>
                      <wps:spPr bwMode="auto">
                        <a:xfrm>
                          <a:off x="353383" y="86224"/>
                          <a:ext cx="325882" cy="9428"/>
                        </a:xfrm>
                        <a:custGeom>
                          <a:avLst/>
                          <a:gdLst>
                            <a:gd name="T0" fmla="*/ 74 w 1659"/>
                            <a:gd name="T1" fmla="*/ 0 h 48"/>
                            <a:gd name="T2" fmla="*/ 1592 w 1659"/>
                            <a:gd name="T3" fmla="*/ 0 h 48"/>
                            <a:gd name="T4" fmla="*/ 1629 w 1659"/>
                            <a:gd name="T5" fmla="*/ 24 h 48"/>
                            <a:gd name="T6" fmla="*/ 1659 w 1659"/>
                            <a:gd name="T7" fmla="*/ 48 h 48"/>
                            <a:gd name="T8" fmla="*/ 0 w 1659"/>
                            <a:gd name="T9" fmla="*/ 48 h 48"/>
                            <a:gd name="T10" fmla="*/ 37 w 1659"/>
                            <a:gd name="T11" fmla="*/ 24 h 48"/>
                            <a:gd name="T12" fmla="*/ 74 w 1659"/>
                            <a:gd name="T13" fmla="*/ 0 h 48"/>
                            <a:gd name="T14" fmla="*/ 74 w 1659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659" h="48">
                              <a:moveTo>
                                <a:pt x="74" y="0"/>
                              </a:moveTo>
                              <a:lnTo>
                                <a:pt x="1592" y="0"/>
                              </a:lnTo>
                              <a:lnTo>
                                <a:pt x="1629" y="24"/>
                              </a:lnTo>
                              <a:lnTo>
                                <a:pt x="1659" y="48"/>
                              </a:lnTo>
                              <a:lnTo>
                                <a:pt x="0" y="48"/>
                              </a:lnTo>
                              <a:lnTo>
                                <a:pt x="37" y="24"/>
                              </a:lnTo>
                              <a:lnTo>
                                <a:pt x="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0"/>
                      <wps:cNvSpPr>
                        <a:spLocks/>
                      </wps:cNvSpPr>
                      <wps:spPr bwMode="auto">
                        <a:xfrm>
                          <a:off x="329418" y="108811"/>
                          <a:ext cx="375187" cy="9624"/>
                        </a:xfrm>
                        <a:custGeom>
                          <a:avLst/>
                          <a:gdLst>
                            <a:gd name="T0" fmla="*/ 49 w 1910"/>
                            <a:gd name="T1" fmla="*/ 0 h 49"/>
                            <a:gd name="T2" fmla="*/ 1855 w 1910"/>
                            <a:gd name="T3" fmla="*/ 0 h 49"/>
                            <a:gd name="T4" fmla="*/ 1885 w 1910"/>
                            <a:gd name="T5" fmla="*/ 25 h 49"/>
                            <a:gd name="T6" fmla="*/ 1910 w 1910"/>
                            <a:gd name="T7" fmla="*/ 49 h 49"/>
                            <a:gd name="T8" fmla="*/ 0 w 1910"/>
                            <a:gd name="T9" fmla="*/ 49 h 49"/>
                            <a:gd name="T10" fmla="*/ 25 w 1910"/>
                            <a:gd name="T11" fmla="*/ 25 h 49"/>
                            <a:gd name="T12" fmla="*/ 49 w 1910"/>
                            <a:gd name="T13" fmla="*/ 0 h 49"/>
                            <a:gd name="T14" fmla="*/ 49 w 1910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910" h="49">
                              <a:moveTo>
                                <a:pt x="49" y="0"/>
                              </a:moveTo>
                              <a:lnTo>
                                <a:pt x="1855" y="0"/>
                              </a:lnTo>
                              <a:lnTo>
                                <a:pt x="1885" y="25"/>
                              </a:lnTo>
                              <a:lnTo>
                                <a:pt x="1910" y="49"/>
                              </a:lnTo>
                              <a:lnTo>
                                <a:pt x="0" y="49"/>
                              </a:lnTo>
                              <a:lnTo>
                                <a:pt x="25" y="25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1"/>
                      <wps:cNvSpPr>
                        <a:spLocks/>
                      </wps:cNvSpPr>
                      <wps:spPr bwMode="auto">
                        <a:xfrm>
                          <a:off x="308989" y="131594"/>
                          <a:ext cx="414867" cy="10803"/>
                        </a:xfrm>
                        <a:custGeom>
                          <a:avLst/>
                          <a:gdLst>
                            <a:gd name="T0" fmla="*/ 43 w 2112"/>
                            <a:gd name="T1" fmla="*/ 0 h 55"/>
                            <a:gd name="T2" fmla="*/ 2069 w 2112"/>
                            <a:gd name="T3" fmla="*/ 0 h 55"/>
                            <a:gd name="T4" fmla="*/ 2093 w 2112"/>
                            <a:gd name="T5" fmla="*/ 31 h 55"/>
                            <a:gd name="T6" fmla="*/ 2112 w 2112"/>
                            <a:gd name="T7" fmla="*/ 55 h 55"/>
                            <a:gd name="T8" fmla="*/ 0 w 2112"/>
                            <a:gd name="T9" fmla="*/ 55 h 55"/>
                            <a:gd name="T10" fmla="*/ 24 w 2112"/>
                            <a:gd name="T11" fmla="*/ 31 h 55"/>
                            <a:gd name="T12" fmla="*/ 43 w 2112"/>
                            <a:gd name="T13" fmla="*/ 0 h 55"/>
                            <a:gd name="T14" fmla="*/ 43 w 2112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12" h="55">
                              <a:moveTo>
                                <a:pt x="43" y="0"/>
                              </a:moveTo>
                              <a:lnTo>
                                <a:pt x="2069" y="0"/>
                              </a:lnTo>
                              <a:lnTo>
                                <a:pt x="2093" y="31"/>
                              </a:lnTo>
                              <a:lnTo>
                                <a:pt x="2112" y="55"/>
                              </a:lnTo>
                              <a:lnTo>
                                <a:pt x="0" y="55"/>
                              </a:lnTo>
                              <a:lnTo>
                                <a:pt x="24" y="31"/>
                              </a:lnTo>
                              <a:lnTo>
                                <a:pt x="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2"/>
                      <wps:cNvSpPr>
                        <a:spLocks/>
                      </wps:cNvSpPr>
                      <wps:spPr bwMode="auto">
                        <a:xfrm>
                          <a:off x="293275" y="154378"/>
                          <a:ext cx="446100" cy="10803"/>
                        </a:xfrm>
                        <a:custGeom>
                          <a:avLst/>
                          <a:gdLst>
                            <a:gd name="T0" fmla="*/ 37 w 2271"/>
                            <a:gd name="T1" fmla="*/ 0 h 55"/>
                            <a:gd name="T2" fmla="*/ 2241 w 2271"/>
                            <a:gd name="T3" fmla="*/ 0 h 55"/>
                            <a:gd name="T4" fmla="*/ 2259 w 2271"/>
                            <a:gd name="T5" fmla="*/ 30 h 55"/>
                            <a:gd name="T6" fmla="*/ 2271 w 2271"/>
                            <a:gd name="T7" fmla="*/ 55 h 55"/>
                            <a:gd name="T8" fmla="*/ 0 w 2271"/>
                            <a:gd name="T9" fmla="*/ 55 h 55"/>
                            <a:gd name="T10" fmla="*/ 37 w 2271"/>
                            <a:gd name="T11" fmla="*/ 0 h 55"/>
                            <a:gd name="T12" fmla="*/ 37 w 2271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271" h="55">
                              <a:moveTo>
                                <a:pt x="37" y="0"/>
                              </a:moveTo>
                              <a:lnTo>
                                <a:pt x="2241" y="0"/>
                              </a:lnTo>
                              <a:lnTo>
                                <a:pt x="2259" y="30"/>
                              </a:lnTo>
                              <a:lnTo>
                                <a:pt x="2271" y="55"/>
                              </a:lnTo>
                              <a:lnTo>
                                <a:pt x="0" y="55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3"/>
                      <wps:cNvSpPr>
                        <a:spLocks/>
                      </wps:cNvSpPr>
                      <wps:spPr bwMode="auto">
                        <a:xfrm>
                          <a:off x="281292" y="177161"/>
                          <a:ext cx="470064" cy="10803"/>
                        </a:xfrm>
                        <a:custGeom>
                          <a:avLst/>
                          <a:gdLst>
                            <a:gd name="T0" fmla="*/ 25 w 2393"/>
                            <a:gd name="T1" fmla="*/ 0 h 55"/>
                            <a:gd name="T2" fmla="*/ 2369 w 2393"/>
                            <a:gd name="T3" fmla="*/ 0 h 55"/>
                            <a:gd name="T4" fmla="*/ 2381 w 2393"/>
                            <a:gd name="T5" fmla="*/ 30 h 55"/>
                            <a:gd name="T6" fmla="*/ 2393 w 2393"/>
                            <a:gd name="T7" fmla="*/ 55 h 55"/>
                            <a:gd name="T8" fmla="*/ 0 w 2393"/>
                            <a:gd name="T9" fmla="*/ 55 h 55"/>
                            <a:gd name="T10" fmla="*/ 12 w 2393"/>
                            <a:gd name="T11" fmla="*/ 30 h 55"/>
                            <a:gd name="T12" fmla="*/ 25 w 2393"/>
                            <a:gd name="T13" fmla="*/ 0 h 55"/>
                            <a:gd name="T14" fmla="*/ 25 w 2393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393" h="55">
                              <a:moveTo>
                                <a:pt x="25" y="0"/>
                              </a:moveTo>
                              <a:lnTo>
                                <a:pt x="2369" y="0"/>
                              </a:lnTo>
                              <a:lnTo>
                                <a:pt x="2381" y="30"/>
                              </a:lnTo>
                              <a:lnTo>
                                <a:pt x="2393" y="55"/>
                              </a:lnTo>
                              <a:lnTo>
                                <a:pt x="0" y="55"/>
                              </a:lnTo>
                              <a:lnTo>
                                <a:pt x="12" y="30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4"/>
                      <wps:cNvSpPr>
                        <a:spLocks/>
                      </wps:cNvSpPr>
                      <wps:spPr bwMode="auto">
                        <a:xfrm>
                          <a:off x="271667" y="199748"/>
                          <a:ext cx="489315" cy="10803"/>
                        </a:xfrm>
                        <a:custGeom>
                          <a:avLst/>
                          <a:gdLst>
                            <a:gd name="T0" fmla="*/ 25 w 2491"/>
                            <a:gd name="T1" fmla="*/ 0 h 55"/>
                            <a:gd name="T2" fmla="*/ 2473 w 2491"/>
                            <a:gd name="T3" fmla="*/ 0 h 55"/>
                            <a:gd name="T4" fmla="*/ 2491 w 2491"/>
                            <a:gd name="T5" fmla="*/ 55 h 55"/>
                            <a:gd name="T6" fmla="*/ 0 w 2491"/>
                            <a:gd name="T7" fmla="*/ 55 h 55"/>
                            <a:gd name="T8" fmla="*/ 12 w 2491"/>
                            <a:gd name="T9" fmla="*/ 31 h 55"/>
                            <a:gd name="T10" fmla="*/ 25 w 2491"/>
                            <a:gd name="T11" fmla="*/ 0 h 55"/>
                            <a:gd name="T12" fmla="*/ 25 w 2491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491" h="55">
                              <a:moveTo>
                                <a:pt x="25" y="0"/>
                              </a:moveTo>
                              <a:lnTo>
                                <a:pt x="2473" y="0"/>
                              </a:lnTo>
                              <a:lnTo>
                                <a:pt x="2491" y="55"/>
                              </a:lnTo>
                              <a:lnTo>
                                <a:pt x="0" y="55"/>
                              </a:lnTo>
                              <a:lnTo>
                                <a:pt x="12" y="31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5"/>
                      <wps:cNvSpPr>
                        <a:spLocks/>
                      </wps:cNvSpPr>
                      <wps:spPr bwMode="auto">
                        <a:xfrm>
                          <a:off x="264595" y="222532"/>
                          <a:ext cx="503654" cy="10803"/>
                        </a:xfrm>
                        <a:custGeom>
                          <a:avLst/>
                          <a:gdLst>
                            <a:gd name="T0" fmla="*/ 18 w 2564"/>
                            <a:gd name="T1" fmla="*/ 0 h 55"/>
                            <a:gd name="T2" fmla="*/ 2552 w 2564"/>
                            <a:gd name="T3" fmla="*/ 0 h 55"/>
                            <a:gd name="T4" fmla="*/ 2558 w 2564"/>
                            <a:gd name="T5" fmla="*/ 31 h 55"/>
                            <a:gd name="T6" fmla="*/ 2564 w 2564"/>
                            <a:gd name="T7" fmla="*/ 55 h 55"/>
                            <a:gd name="T8" fmla="*/ 0 w 2564"/>
                            <a:gd name="T9" fmla="*/ 55 h 55"/>
                            <a:gd name="T10" fmla="*/ 18 w 2564"/>
                            <a:gd name="T11" fmla="*/ 0 h 55"/>
                            <a:gd name="T12" fmla="*/ 18 w 2564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564" h="55">
                              <a:moveTo>
                                <a:pt x="18" y="0"/>
                              </a:moveTo>
                              <a:lnTo>
                                <a:pt x="2552" y="0"/>
                              </a:lnTo>
                              <a:lnTo>
                                <a:pt x="2558" y="31"/>
                              </a:lnTo>
                              <a:lnTo>
                                <a:pt x="2564" y="55"/>
                              </a:lnTo>
                              <a:lnTo>
                                <a:pt x="0" y="55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6"/>
                      <wps:cNvSpPr>
                        <a:spLocks/>
                      </wps:cNvSpPr>
                      <wps:spPr bwMode="auto">
                        <a:xfrm>
                          <a:off x="260863" y="246494"/>
                          <a:ext cx="512297" cy="9624"/>
                        </a:xfrm>
                        <a:custGeom>
                          <a:avLst/>
                          <a:gdLst>
                            <a:gd name="T0" fmla="*/ 6 w 2608"/>
                            <a:gd name="T1" fmla="*/ 0 h 49"/>
                            <a:gd name="T2" fmla="*/ 2595 w 2608"/>
                            <a:gd name="T3" fmla="*/ 0 h 49"/>
                            <a:gd name="T4" fmla="*/ 2601 w 2608"/>
                            <a:gd name="T5" fmla="*/ 24 h 49"/>
                            <a:gd name="T6" fmla="*/ 2608 w 2608"/>
                            <a:gd name="T7" fmla="*/ 49 h 49"/>
                            <a:gd name="T8" fmla="*/ 0 w 2608"/>
                            <a:gd name="T9" fmla="*/ 49 h 49"/>
                            <a:gd name="T10" fmla="*/ 0 w 2608"/>
                            <a:gd name="T11" fmla="*/ 24 h 49"/>
                            <a:gd name="T12" fmla="*/ 6 w 2608"/>
                            <a:gd name="T13" fmla="*/ 0 h 49"/>
                            <a:gd name="T14" fmla="*/ 6 w 2608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608" h="49">
                              <a:moveTo>
                                <a:pt x="6" y="0"/>
                              </a:moveTo>
                              <a:lnTo>
                                <a:pt x="2595" y="0"/>
                              </a:lnTo>
                              <a:lnTo>
                                <a:pt x="2601" y="24"/>
                              </a:lnTo>
                              <a:lnTo>
                                <a:pt x="2608" y="49"/>
                              </a:lnTo>
                              <a:lnTo>
                                <a:pt x="0" y="49"/>
                              </a:lnTo>
                              <a:lnTo>
                                <a:pt x="0" y="24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7"/>
                      <wps:cNvSpPr>
                        <a:spLocks noEditPoints="1"/>
                      </wps:cNvSpPr>
                      <wps:spPr bwMode="auto">
                        <a:xfrm>
                          <a:off x="257327" y="269277"/>
                          <a:ext cx="518190" cy="9624"/>
                        </a:xfrm>
                        <a:custGeom>
                          <a:avLst/>
                          <a:gdLst>
                            <a:gd name="T0" fmla="*/ 1365 w 2638"/>
                            <a:gd name="T1" fmla="*/ 0 h 49"/>
                            <a:gd name="T2" fmla="*/ 2632 w 2638"/>
                            <a:gd name="T3" fmla="*/ 0 h 49"/>
                            <a:gd name="T4" fmla="*/ 2638 w 2638"/>
                            <a:gd name="T5" fmla="*/ 24 h 49"/>
                            <a:gd name="T6" fmla="*/ 2638 w 2638"/>
                            <a:gd name="T7" fmla="*/ 49 h 49"/>
                            <a:gd name="T8" fmla="*/ 1408 w 2638"/>
                            <a:gd name="T9" fmla="*/ 49 h 49"/>
                            <a:gd name="T10" fmla="*/ 1389 w 2638"/>
                            <a:gd name="T11" fmla="*/ 24 h 49"/>
                            <a:gd name="T12" fmla="*/ 1365 w 2638"/>
                            <a:gd name="T13" fmla="*/ 0 h 49"/>
                            <a:gd name="T14" fmla="*/ 1365 w 2638"/>
                            <a:gd name="T15" fmla="*/ 0 h 49"/>
                            <a:gd name="T16" fmla="*/ 6 w 2638"/>
                            <a:gd name="T17" fmla="*/ 0 h 49"/>
                            <a:gd name="T18" fmla="*/ 1175 w 2638"/>
                            <a:gd name="T19" fmla="*/ 0 h 49"/>
                            <a:gd name="T20" fmla="*/ 1150 w 2638"/>
                            <a:gd name="T21" fmla="*/ 24 h 49"/>
                            <a:gd name="T22" fmla="*/ 1132 w 2638"/>
                            <a:gd name="T23" fmla="*/ 49 h 49"/>
                            <a:gd name="T24" fmla="*/ 0 w 2638"/>
                            <a:gd name="T25" fmla="*/ 49 h 49"/>
                            <a:gd name="T26" fmla="*/ 6 w 2638"/>
                            <a:gd name="T27" fmla="*/ 24 h 49"/>
                            <a:gd name="T28" fmla="*/ 6 w 2638"/>
                            <a:gd name="T29" fmla="*/ 0 h 49"/>
                            <a:gd name="T30" fmla="*/ 6 w 2638"/>
                            <a:gd name="T31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638" h="49">
                              <a:moveTo>
                                <a:pt x="1365" y="0"/>
                              </a:moveTo>
                              <a:lnTo>
                                <a:pt x="2632" y="0"/>
                              </a:lnTo>
                              <a:lnTo>
                                <a:pt x="2638" y="24"/>
                              </a:lnTo>
                              <a:lnTo>
                                <a:pt x="2638" y="49"/>
                              </a:lnTo>
                              <a:lnTo>
                                <a:pt x="1408" y="49"/>
                              </a:lnTo>
                              <a:lnTo>
                                <a:pt x="1389" y="24"/>
                              </a:lnTo>
                              <a:lnTo>
                                <a:pt x="1365" y="0"/>
                              </a:lnTo>
                              <a:close/>
                              <a:moveTo>
                                <a:pt x="6" y="0"/>
                              </a:moveTo>
                              <a:lnTo>
                                <a:pt x="1175" y="0"/>
                              </a:lnTo>
                              <a:lnTo>
                                <a:pt x="1150" y="24"/>
                              </a:lnTo>
                              <a:lnTo>
                                <a:pt x="1132" y="49"/>
                              </a:lnTo>
                              <a:lnTo>
                                <a:pt x="0" y="49"/>
                              </a:lnTo>
                              <a:lnTo>
                                <a:pt x="6" y="24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8"/>
                      <wps:cNvSpPr>
                        <a:spLocks noEditPoints="1"/>
                      </wps:cNvSpPr>
                      <wps:spPr bwMode="auto">
                        <a:xfrm>
                          <a:off x="257327" y="292061"/>
                          <a:ext cx="519369" cy="10606"/>
                        </a:xfrm>
                        <a:custGeom>
                          <a:avLst/>
                          <a:gdLst>
                            <a:gd name="T0" fmla="*/ 1426 w 2644"/>
                            <a:gd name="T1" fmla="*/ 0 h 54"/>
                            <a:gd name="T2" fmla="*/ 2644 w 2644"/>
                            <a:gd name="T3" fmla="*/ 0 h 54"/>
                            <a:gd name="T4" fmla="*/ 2644 w 2644"/>
                            <a:gd name="T5" fmla="*/ 12 h 54"/>
                            <a:gd name="T6" fmla="*/ 2644 w 2644"/>
                            <a:gd name="T7" fmla="*/ 24 h 54"/>
                            <a:gd name="T8" fmla="*/ 2644 w 2644"/>
                            <a:gd name="T9" fmla="*/ 54 h 54"/>
                            <a:gd name="T10" fmla="*/ 1420 w 2644"/>
                            <a:gd name="T11" fmla="*/ 54 h 54"/>
                            <a:gd name="T12" fmla="*/ 1426 w 2644"/>
                            <a:gd name="T13" fmla="*/ 30 h 54"/>
                            <a:gd name="T14" fmla="*/ 1426 w 2644"/>
                            <a:gd name="T15" fmla="*/ 6 h 54"/>
                            <a:gd name="T16" fmla="*/ 1426 w 2644"/>
                            <a:gd name="T17" fmla="*/ 0 h 54"/>
                            <a:gd name="T18" fmla="*/ 1426 w 2644"/>
                            <a:gd name="T19" fmla="*/ 0 h 54"/>
                            <a:gd name="T20" fmla="*/ 0 w 2644"/>
                            <a:gd name="T21" fmla="*/ 0 h 54"/>
                            <a:gd name="T22" fmla="*/ 1114 w 2644"/>
                            <a:gd name="T23" fmla="*/ 0 h 54"/>
                            <a:gd name="T24" fmla="*/ 1114 w 2644"/>
                            <a:gd name="T25" fmla="*/ 6 h 54"/>
                            <a:gd name="T26" fmla="*/ 1120 w 2644"/>
                            <a:gd name="T27" fmla="*/ 30 h 54"/>
                            <a:gd name="T28" fmla="*/ 1120 w 2644"/>
                            <a:gd name="T29" fmla="*/ 54 h 54"/>
                            <a:gd name="T30" fmla="*/ 0 w 2644"/>
                            <a:gd name="T31" fmla="*/ 54 h 54"/>
                            <a:gd name="T32" fmla="*/ 0 w 2644"/>
                            <a:gd name="T33" fmla="*/ 24 h 54"/>
                            <a:gd name="T34" fmla="*/ 0 w 2644"/>
                            <a:gd name="T35" fmla="*/ 12 h 54"/>
                            <a:gd name="T36" fmla="*/ 0 w 2644"/>
                            <a:gd name="T37" fmla="*/ 0 h 54"/>
                            <a:gd name="T38" fmla="*/ 0 w 2644"/>
                            <a:gd name="T39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644" h="54">
                              <a:moveTo>
                                <a:pt x="1426" y="0"/>
                              </a:moveTo>
                              <a:lnTo>
                                <a:pt x="2644" y="0"/>
                              </a:lnTo>
                              <a:lnTo>
                                <a:pt x="2644" y="12"/>
                              </a:lnTo>
                              <a:lnTo>
                                <a:pt x="2644" y="24"/>
                              </a:lnTo>
                              <a:lnTo>
                                <a:pt x="2644" y="54"/>
                              </a:lnTo>
                              <a:lnTo>
                                <a:pt x="1420" y="54"/>
                              </a:lnTo>
                              <a:lnTo>
                                <a:pt x="1426" y="30"/>
                              </a:lnTo>
                              <a:lnTo>
                                <a:pt x="1426" y="6"/>
                              </a:lnTo>
                              <a:lnTo>
                                <a:pt x="142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14" y="0"/>
                              </a:lnTo>
                              <a:lnTo>
                                <a:pt x="1114" y="6"/>
                              </a:lnTo>
                              <a:lnTo>
                                <a:pt x="1120" y="30"/>
                              </a:lnTo>
                              <a:lnTo>
                                <a:pt x="1120" y="54"/>
                              </a:lnTo>
                              <a:lnTo>
                                <a:pt x="0" y="54"/>
                              </a:lnTo>
                              <a:lnTo>
                                <a:pt x="0" y="24"/>
                              </a:lnTo>
                              <a:lnTo>
                                <a:pt x="0" y="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9"/>
                      <wps:cNvSpPr>
                        <a:spLocks/>
                      </wps:cNvSpPr>
                      <wps:spPr bwMode="auto">
                        <a:xfrm>
                          <a:off x="257327" y="314648"/>
                          <a:ext cx="518190" cy="10803"/>
                        </a:xfrm>
                        <a:custGeom>
                          <a:avLst/>
                          <a:gdLst>
                            <a:gd name="T0" fmla="*/ 0 w 2638"/>
                            <a:gd name="T1" fmla="*/ 0 h 55"/>
                            <a:gd name="T2" fmla="*/ 1157 w 2638"/>
                            <a:gd name="T3" fmla="*/ 0 h 55"/>
                            <a:gd name="T4" fmla="*/ 1212 w 2638"/>
                            <a:gd name="T5" fmla="*/ 37 h 55"/>
                            <a:gd name="T6" fmla="*/ 1242 w 2638"/>
                            <a:gd name="T7" fmla="*/ 43 h 55"/>
                            <a:gd name="T8" fmla="*/ 1273 w 2638"/>
                            <a:gd name="T9" fmla="*/ 49 h 55"/>
                            <a:gd name="T10" fmla="*/ 1303 w 2638"/>
                            <a:gd name="T11" fmla="*/ 43 h 55"/>
                            <a:gd name="T12" fmla="*/ 1334 w 2638"/>
                            <a:gd name="T13" fmla="*/ 37 h 55"/>
                            <a:gd name="T14" fmla="*/ 1383 w 2638"/>
                            <a:gd name="T15" fmla="*/ 0 h 55"/>
                            <a:gd name="T16" fmla="*/ 2638 w 2638"/>
                            <a:gd name="T17" fmla="*/ 0 h 55"/>
                            <a:gd name="T18" fmla="*/ 2638 w 2638"/>
                            <a:gd name="T19" fmla="*/ 31 h 55"/>
                            <a:gd name="T20" fmla="*/ 2632 w 2638"/>
                            <a:gd name="T21" fmla="*/ 55 h 55"/>
                            <a:gd name="T22" fmla="*/ 6 w 2638"/>
                            <a:gd name="T23" fmla="*/ 55 h 55"/>
                            <a:gd name="T24" fmla="*/ 6 w 2638"/>
                            <a:gd name="T25" fmla="*/ 31 h 55"/>
                            <a:gd name="T26" fmla="*/ 0 w 2638"/>
                            <a:gd name="T27" fmla="*/ 0 h 55"/>
                            <a:gd name="T28" fmla="*/ 0 w 2638"/>
                            <a:gd name="T29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638" h="55">
                              <a:moveTo>
                                <a:pt x="0" y="0"/>
                              </a:moveTo>
                              <a:lnTo>
                                <a:pt x="1157" y="0"/>
                              </a:lnTo>
                              <a:lnTo>
                                <a:pt x="1212" y="37"/>
                              </a:lnTo>
                              <a:lnTo>
                                <a:pt x="1242" y="43"/>
                              </a:lnTo>
                              <a:lnTo>
                                <a:pt x="1273" y="49"/>
                              </a:lnTo>
                              <a:lnTo>
                                <a:pt x="1303" y="43"/>
                              </a:lnTo>
                              <a:lnTo>
                                <a:pt x="1334" y="37"/>
                              </a:lnTo>
                              <a:lnTo>
                                <a:pt x="1383" y="0"/>
                              </a:lnTo>
                              <a:lnTo>
                                <a:pt x="2638" y="0"/>
                              </a:lnTo>
                              <a:lnTo>
                                <a:pt x="2638" y="31"/>
                              </a:lnTo>
                              <a:lnTo>
                                <a:pt x="2632" y="55"/>
                              </a:lnTo>
                              <a:lnTo>
                                <a:pt x="6" y="55"/>
                              </a:lnTo>
                              <a:lnTo>
                                <a:pt x="6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0"/>
                      <wps:cNvSpPr>
                        <a:spLocks/>
                      </wps:cNvSpPr>
                      <wps:spPr bwMode="auto">
                        <a:xfrm>
                          <a:off x="259685" y="337431"/>
                          <a:ext cx="513476" cy="10803"/>
                        </a:xfrm>
                        <a:custGeom>
                          <a:avLst/>
                          <a:gdLst>
                            <a:gd name="T0" fmla="*/ 0 w 2614"/>
                            <a:gd name="T1" fmla="*/ 0 h 55"/>
                            <a:gd name="T2" fmla="*/ 2614 w 2614"/>
                            <a:gd name="T3" fmla="*/ 0 h 55"/>
                            <a:gd name="T4" fmla="*/ 2607 w 2614"/>
                            <a:gd name="T5" fmla="*/ 31 h 55"/>
                            <a:gd name="T6" fmla="*/ 2601 w 2614"/>
                            <a:gd name="T7" fmla="*/ 55 h 55"/>
                            <a:gd name="T8" fmla="*/ 12 w 2614"/>
                            <a:gd name="T9" fmla="*/ 55 h 55"/>
                            <a:gd name="T10" fmla="*/ 6 w 2614"/>
                            <a:gd name="T11" fmla="*/ 31 h 55"/>
                            <a:gd name="T12" fmla="*/ 0 w 2614"/>
                            <a:gd name="T13" fmla="*/ 0 h 55"/>
                            <a:gd name="T14" fmla="*/ 0 w 2614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614" h="55">
                              <a:moveTo>
                                <a:pt x="0" y="0"/>
                              </a:moveTo>
                              <a:lnTo>
                                <a:pt x="2614" y="0"/>
                              </a:lnTo>
                              <a:lnTo>
                                <a:pt x="2607" y="31"/>
                              </a:lnTo>
                              <a:lnTo>
                                <a:pt x="2601" y="55"/>
                              </a:lnTo>
                              <a:lnTo>
                                <a:pt x="12" y="55"/>
                              </a:lnTo>
                              <a:lnTo>
                                <a:pt x="6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1"/>
                      <wps:cNvSpPr>
                        <a:spLocks/>
                      </wps:cNvSpPr>
                      <wps:spPr bwMode="auto">
                        <a:xfrm>
                          <a:off x="264595" y="360215"/>
                          <a:ext cx="503654" cy="10803"/>
                        </a:xfrm>
                        <a:custGeom>
                          <a:avLst/>
                          <a:gdLst>
                            <a:gd name="T0" fmla="*/ 0 w 2564"/>
                            <a:gd name="T1" fmla="*/ 0 h 55"/>
                            <a:gd name="T2" fmla="*/ 2564 w 2564"/>
                            <a:gd name="T3" fmla="*/ 0 h 55"/>
                            <a:gd name="T4" fmla="*/ 2558 w 2564"/>
                            <a:gd name="T5" fmla="*/ 30 h 55"/>
                            <a:gd name="T6" fmla="*/ 2552 w 2564"/>
                            <a:gd name="T7" fmla="*/ 55 h 55"/>
                            <a:gd name="T8" fmla="*/ 18 w 2564"/>
                            <a:gd name="T9" fmla="*/ 55 h 55"/>
                            <a:gd name="T10" fmla="*/ 0 w 2564"/>
                            <a:gd name="T11" fmla="*/ 0 h 55"/>
                            <a:gd name="T12" fmla="*/ 0 w 2564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564" h="55">
                              <a:moveTo>
                                <a:pt x="0" y="0"/>
                              </a:moveTo>
                              <a:lnTo>
                                <a:pt x="2564" y="0"/>
                              </a:lnTo>
                              <a:lnTo>
                                <a:pt x="2558" y="30"/>
                              </a:lnTo>
                              <a:lnTo>
                                <a:pt x="2552" y="55"/>
                              </a:lnTo>
                              <a:lnTo>
                                <a:pt x="18" y="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2"/>
                      <wps:cNvSpPr>
                        <a:spLocks/>
                      </wps:cNvSpPr>
                      <wps:spPr bwMode="auto">
                        <a:xfrm>
                          <a:off x="271667" y="382998"/>
                          <a:ext cx="489315" cy="10803"/>
                        </a:xfrm>
                        <a:custGeom>
                          <a:avLst/>
                          <a:gdLst>
                            <a:gd name="T0" fmla="*/ 0 w 2491"/>
                            <a:gd name="T1" fmla="*/ 0 h 55"/>
                            <a:gd name="T2" fmla="*/ 2491 w 2491"/>
                            <a:gd name="T3" fmla="*/ 0 h 55"/>
                            <a:gd name="T4" fmla="*/ 2473 w 2491"/>
                            <a:gd name="T5" fmla="*/ 55 h 55"/>
                            <a:gd name="T6" fmla="*/ 19 w 2491"/>
                            <a:gd name="T7" fmla="*/ 55 h 55"/>
                            <a:gd name="T8" fmla="*/ 0 w 2491"/>
                            <a:gd name="T9" fmla="*/ 0 h 55"/>
                            <a:gd name="T10" fmla="*/ 0 w 2491"/>
                            <a:gd name="T11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491" h="55">
                              <a:moveTo>
                                <a:pt x="0" y="0"/>
                              </a:moveTo>
                              <a:lnTo>
                                <a:pt x="2491" y="0"/>
                              </a:lnTo>
                              <a:lnTo>
                                <a:pt x="2473" y="55"/>
                              </a:lnTo>
                              <a:lnTo>
                                <a:pt x="19" y="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3"/>
                      <wps:cNvSpPr>
                        <a:spLocks/>
                      </wps:cNvSpPr>
                      <wps:spPr bwMode="auto">
                        <a:xfrm>
                          <a:off x="281292" y="406960"/>
                          <a:ext cx="470064" cy="9428"/>
                        </a:xfrm>
                        <a:custGeom>
                          <a:avLst/>
                          <a:gdLst>
                            <a:gd name="T0" fmla="*/ 0 w 2393"/>
                            <a:gd name="T1" fmla="*/ 0 h 48"/>
                            <a:gd name="T2" fmla="*/ 2393 w 2393"/>
                            <a:gd name="T3" fmla="*/ 0 h 48"/>
                            <a:gd name="T4" fmla="*/ 2381 w 2393"/>
                            <a:gd name="T5" fmla="*/ 24 h 48"/>
                            <a:gd name="T6" fmla="*/ 2369 w 2393"/>
                            <a:gd name="T7" fmla="*/ 48 h 48"/>
                            <a:gd name="T8" fmla="*/ 25 w 2393"/>
                            <a:gd name="T9" fmla="*/ 48 h 48"/>
                            <a:gd name="T10" fmla="*/ 12 w 2393"/>
                            <a:gd name="T11" fmla="*/ 24 h 48"/>
                            <a:gd name="T12" fmla="*/ 0 w 2393"/>
                            <a:gd name="T13" fmla="*/ 0 h 48"/>
                            <a:gd name="T14" fmla="*/ 0 w 2393"/>
                            <a:gd name="T15" fmla="*/ 0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393" h="48">
                              <a:moveTo>
                                <a:pt x="0" y="0"/>
                              </a:moveTo>
                              <a:lnTo>
                                <a:pt x="2393" y="0"/>
                              </a:lnTo>
                              <a:lnTo>
                                <a:pt x="2381" y="24"/>
                              </a:lnTo>
                              <a:lnTo>
                                <a:pt x="2369" y="48"/>
                              </a:lnTo>
                              <a:lnTo>
                                <a:pt x="25" y="48"/>
                              </a:lnTo>
                              <a:lnTo>
                                <a:pt x="12" y="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4"/>
                      <wps:cNvSpPr>
                        <a:spLocks/>
                      </wps:cNvSpPr>
                      <wps:spPr bwMode="auto">
                        <a:xfrm>
                          <a:off x="293275" y="429548"/>
                          <a:ext cx="446100" cy="9624"/>
                        </a:xfrm>
                        <a:custGeom>
                          <a:avLst/>
                          <a:gdLst>
                            <a:gd name="T0" fmla="*/ 0 w 2271"/>
                            <a:gd name="T1" fmla="*/ 0 h 49"/>
                            <a:gd name="T2" fmla="*/ 2271 w 2271"/>
                            <a:gd name="T3" fmla="*/ 0 h 49"/>
                            <a:gd name="T4" fmla="*/ 2259 w 2271"/>
                            <a:gd name="T5" fmla="*/ 25 h 49"/>
                            <a:gd name="T6" fmla="*/ 2241 w 2271"/>
                            <a:gd name="T7" fmla="*/ 49 h 49"/>
                            <a:gd name="T8" fmla="*/ 31 w 2271"/>
                            <a:gd name="T9" fmla="*/ 49 h 49"/>
                            <a:gd name="T10" fmla="*/ 19 w 2271"/>
                            <a:gd name="T11" fmla="*/ 25 h 49"/>
                            <a:gd name="T12" fmla="*/ 0 w 2271"/>
                            <a:gd name="T13" fmla="*/ 0 h 49"/>
                            <a:gd name="T14" fmla="*/ 0 w 2271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1" h="49">
                              <a:moveTo>
                                <a:pt x="0" y="0"/>
                              </a:moveTo>
                              <a:lnTo>
                                <a:pt x="2271" y="0"/>
                              </a:lnTo>
                              <a:lnTo>
                                <a:pt x="2259" y="25"/>
                              </a:lnTo>
                              <a:lnTo>
                                <a:pt x="2241" y="49"/>
                              </a:lnTo>
                              <a:lnTo>
                                <a:pt x="31" y="49"/>
                              </a:lnTo>
                              <a:lnTo>
                                <a:pt x="19" y="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5"/>
                      <wps:cNvSpPr>
                        <a:spLocks/>
                      </wps:cNvSpPr>
                      <wps:spPr bwMode="auto">
                        <a:xfrm>
                          <a:off x="308989" y="452331"/>
                          <a:ext cx="416045" cy="9624"/>
                        </a:xfrm>
                        <a:custGeom>
                          <a:avLst/>
                          <a:gdLst>
                            <a:gd name="T0" fmla="*/ 0 w 2118"/>
                            <a:gd name="T1" fmla="*/ 0 h 49"/>
                            <a:gd name="T2" fmla="*/ 2118 w 2118"/>
                            <a:gd name="T3" fmla="*/ 0 h 49"/>
                            <a:gd name="T4" fmla="*/ 2093 w 2118"/>
                            <a:gd name="T5" fmla="*/ 24 h 49"/>
                            <a:gd name="T6" fmla="*/ 2075 w 2118"/>
                            <a:gd name="T7" fmla="*/ 49 h 49"/>
                            <a:gd name="T8" fmla="*/ 43 w 2118"/>
                            <a:gd name="T9" fmla="*/ 49 h 49"/>
                            <a:gd name="T10" fmla="*/ 18 w 2118"/>
                            <a:gd name="T11" fmla="*/ 24 h 49"/>
                            <a:gd name="T12" fmla="*/ 0 w 2118"/>
                            <a:gd name="T13" fmla="*/ 0 h 49"/>
                            <a:gd name="T14" fmla="*/ 0 w 2118"/>
                            <a:gd name="T15" fmla="*/ 0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118" h="49">
                              <a:moveTo>
                                <a:pt x="0" y="0"/>
                              </a:moveTo>
                              <a:lnTo>
                                <a:pt x="2118" y="0"/>
                              </a:lnTo>
                              <a:lnTo>
                                <a:pt x="2093" y="24"/>
                              </a:lnTo>
                              <a:lnTo>
                                <a:pt x="2075" y="49"/>
                              </a:lnTo>
                              <a:lnTo>
                                <a:pt x="43" y="49"/>
                              </a:lnTo>
                              <a:lnTo>
                                <a:pt x="18" y="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6"/>
                      <wps:cNvSpPr>
                        <a:spLocks/>
                      </wps:cNvSpPr>
                      <wps:spPr bwMode="auto">
                        <a:xfrm>
                          <a:off x="328240" y="475115"/>
                          <a:ext cx="376366" cy="10803"/>
                        </a:xfrm>
                        <a:custGeom>
                          <a:avLst/>
                          <a:gdLst>
                            <a:gd name="T0" fmla="*/ 0 w 1916"/>
                            <a:gd name="T1" fmla="*/ 0 h 55"/>
                            <a:gd name="T2" fmla="*/ 1916 w 1916"/>
                            <a:gd name="T3" fmla="*/ 0 h 55"/>
                            <a:gd name="T4" fmla="*/ 1891 w 1916"/>
                            <a:gd name="T5" fmla="*/ 30 h 55"/>
                            <a:gd name="T6" fmla="*/ 1867 w 1916"/>
                            <a:gd name="T7" fmla="*/ 55 h 55"/>
                            <a:gd name="T8" fmla="*/ 55 w 1916"/>
                            <a:gd name="T9" fmla="*/ 55 h 55"/>
                            <a:gd name="T10" fmla="*/ 0 w 1916"/>
                            <a:gd name="T11" fmla="*/ 0 h 55"/>
                            <a:gd name="T12" fmla="*/ 0 w 1916"/>
                            <a:gd name="T13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16" h="55">
                              <a:moveTo>
                                <a:pt x="0" y="0"/>
                              </a:moveTo>
                              <a:lnTo>
                                <a:pt x="1916" y="0"/>
                              </a:lnTo>
                              <a:lnTo>
                                <a:pt x="1891" y="30"/>
                              </a:lnTo>
                              <a:lnTo>
                                <a:pt x="1867" y="55"/>
                              </a:lnTo>
                              <a:lnTo>
                                <a:pt x="55" y="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7"/>
                      <wps:cNvSpPr>
                        <a:spLocks/>
                      </wps:cNvSpPr>
                      <wps:spPr bwMode="auto">
                        <a:xfrm>
                          <a:off x="353383" y="497898"/>
                          <a:ext cx="327061" cy="10606"/>
                        </a:xfrm>
                        <a:custGeom>
                          <a:avLst/>
                          <a:gdLst>
                            <a:gd name="T0" fmla="*/ 0 w 1665"/>
                            <a:gd name="T1" fmla="*/ 0 h 54"/>
                            <a:gd name="T2" fmla="*/ 1665 w 1665"/>
                            <a:gd name="T3" fmla="*/ 0 h 54"/>
                            <a:gd name="T4" fmla="*/ 1592 w 1665"/>
                            <a:gd name="T5" fmla="*/ 54 h 54"/>
                            <a:gd name="T6" fmla="*/ 68 w 1665"/>
                            <a:gd name="T7" fmla="*/ 54 h 54"/>
                            <a:gd name="T8" fmla="*/ 31 w 1665"/>
                            <a:gd name="T9" fmla="*/ 30 h 54"/>
                            <a:gd name="T10" fmla="*/ 0 w 1665"/>
                            <a:gd name="T11" fmla="*/ 0 h 54"/>
                            <a:gd name="T12" fmla="*/ 0 w 1665"/>
                            <a:gd name="T13" fmla="*/ 0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665" h="54">
                              <a:moveTo>
                                <a:pt x="0" y="0"/>
                              </a:moveTo>
                              <a:lnTo>
                                <a:pt x="1665" y="0"/>
                              </a:lnTo>
                              <a:lnTo>
                                <a:pt x="1592" y="54"/>
                              </a:lnTo>
                              <a:lnTo>
                                <a:pt x="68" y="54"/>
                              </a:lnTo>
                              <a:lnTo>
                                <a:pt x="31" y="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8"/>
                      <wps:cNvSpPr>
                        <a:spLocks/>
                      </wps:cNvSpPr>
                      <wps:spPr bwMode="auto">
                        <a:xfrm>
                          <a:off x="385991" y="520485"/>
                          <a:ext cx="260863" cy="10803"/>
                        </a:xfrm>
                        <a:custGeom>
                          <a:avLst/>
                          <a:gdLst>
                            <a:gd name="T0" fmla="*/ 0 w 1328"/>
                            <a:gd name="T1" fmla="*/ 0 h 55"/>
                            <a:gd name="T2" fmla="*/ 1328 w 1328"/>
                            <a:gd name="T3" fmla="*/ 0 h 55"/>
                            <a:gd name="T4" fmla="*/ 1279 w 1328"/>
                            <a:gd name="T5" fmla="*/ 31 h 55"/>
                            <a:gd name="T6" fmla="*/ 1224 w 1328"/>
                            <a:gd name="T7" fmla="*/ 55 h 55"/>
                            <a:gd name="T8" fmla="*/ 104 w 1328"/>
                            <a:gd name="T9" fmla="*/ 55 h 55"/>
                            <a:gd name="T10" fmla="*/ 55 w 1328"/>
                            <a:gd name="T11" fmla="*/ 31 h 55"/>
                            <a:gd name="T12" fmla="*/ 0 w 1328"/>
                            <a:gd name="T13" fmla="*/ 0 h 55"/>
                            <a:gd name="T14" fmla="*/ 0 w 1328"/>
                            <a:gd name="T15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328" h="55">
                              <a:moveTo>
                                <a:pt x="0" y="0"/>
                              </a:moveTo>
                              <a:lnTo>
                                <a:pt x="1328" y="0"/>
                              </a:lnTo>
                              <a:lnTo>
                                <a:pt x="1279" y="31"/>
                              </a:lnTo>
                              <a:lnTo>
                                <a:pt x="1224" y="55"/>
                              </a:lnTo>
                              <a:lnTo>
                                <a:pt x="104" y="55"/>
                              </a:lnTo>
                              <a:lnTo>
                                <a:pt x="55" y="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9"/>
                      <wps:cNvSpPr>
                        <a:spLocks/>
                      </wps:cNvSpPr>
                      <wps:spPr bwMode="auto">
                        <a:xfrm>
                          <a:off x="438832" y="543269"/>
                          <a:ext cx="156361" cy="10803"/>
                        </a:xfrm>
                        <a:custGeom>
                          <a:avLst/>
                          <a:gdLst>
                            <a:gd name="T0" fmla="*/ 0 w 796"/>
                            <a:gd name="T1" fmla="*/ 0 h 55"/>
                            <a:gd name="T2" fmla="*/ 796 w 796"/>
                            <a:gd name="T3" fmla="*/ 0 h 55"/>
                            <a:gd name="T4" fmla="*/ 734 w 796"/>
                            <a:gd name="T5" fmla="*/ 18 h 55"/>
                            <a:gd name="T6" fmla="*/ 667 w 796"/>
                            <a:gd name="T7" fmla="*/ 37 h 55"/>
                            <a:gd name="T8" fmla="*/ 539 w 796"/>
                            <a:gd name="T9" fmla="*/ 55 h 55"/>
                            <a:gd name="T10" fmla="*/ 251 w 796"/>
                            <a:gd name="T11" fmla="*/ 55 h 55"/>
                            <a:gd name="T12" fmla="*/ 122 w 796"/>
                            <a:gd name="T13" fmla="*/ 37 h 55"/>
                            <a:gd name="T14" fmla="*/ 61 w 796"/>
                            <a:gd name="T15" fmla="*/ 18 h 55"/>
                            <a:gd name="T16" fmla="*/ 0 w 796"/>
                            <a:gd name="T17" fmla="*/ 0 h 55"/>
                            <a:gd name="T18" fmla="*/ 0 w 796"/>
                            <a:gd name="T19" fmla="*/ 0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96" h="55">
                              <a:moveTo>
                                <a:pt x="0" y="0"/>
                              </a:moveTo>
                              <a:lnTo>
                                <a:pt x="796" y="0"/>
                              </a:lnTo>
                              <a:lnTo>
                                <a:pt x="734" y="18"/>
                              </a:lnTo>
                              <a:lnTo>
                                <a:pt x="667" y="37"/>
                              </a:lnTo>
                              <a:lnTo>
                                <a:pt x="539" y="55"/>
                              </a:lnTo>
                              <a:lnTo>
                                <a:pt x="251" y="55"/>
                              </a:lnTo>
                              <a:lnTo>
                                <a:pt x="122" y="37"/>
                              </a:lnTo>
                              <a:lnTo>
                                <a:pt x="61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0"/>
                      <wps:cNvSpPr>
                        <a:spLocks/>
                      </wps:cNvSpPr>
                      <wps:spPr bwMode="auto">
                        <a:xfrm>
                          <a:off x="265578" y="57352"/>
                          <a:ext cx="226094" cy="463134"/>
                        </a:xfrm>
                        <a:custGeom>
                          <a:avLst/>
                          <a:gdLst>
                            <a:gd name="T0" fmla="*/ 7 w 1078"/>
                            <a:gd name="T1" fmla="*/ 1067 h 2358"/>
                            <a:gd name="T2" fmla="*/ 49 w 1078"/>
                            <a:gd name="T3" fmla="*/ 847 h 2358"/>
                            <a:gd name="T4" fmla="*/ 129 w 1078"/>
                            <a:gd name="T5" fmla="*/ 646 h 2358"/>
                            <a:gd name="T6" fmla="*/ 245 w 1078"/>
                            <a:gd name="T7" fmla="*/ 464 h 2358"/>
                            <a:gd name="T8" fmla="*/ 386 w 1078"/>
                            <a:gd name="T9" fmla="*/ 305 h 2358"/>
                            <a:gd name="T10" fmla="*/ 557 w 1078"/>
                            <a:gd name="T11" fmla="*/ 171 h 2358"/>
                            <a:gd name="T12" fmla="*/ 753 w 1078"/>
                            <a:gd name="T13" fmla="*/ 80 h 2358"/>
                            <a:gd name="T14" fmla="*/ 968 w 1078"/>
                            <a:gd name="T15" fmla="*/ 19 h 2358"/>
                            <a:gd name="T16" fmla="*/ 1078 w 1078"/>
                            <a:gd name="T17" fmla="*/ 116 h 2358"/>
                            <a:gd name="T18" fmla="*/ 882 w 1078"/>
                            <a:gd name="T19" fmla="*/ 153 h 2358"/>
                            <a:gd name="T20" fmla="*/ 698 w 1078"/>
                            <a:gd name="T21" fmla="*/ 226 h 2358"/>
                            <a:gd name="T22" fmla="*/ 539 w 1078"/>
                            <a:gd name="T23" fmla="*/ 329 h 2358"/>
                            <a:gd name="T24" fmla="*/ 398 w 1078"/>
                            <a:gd name="T25" fmla="*/ 464 h 2358"/>
                            <a:gd name="T26" fmla="*/ 282 w 1078"/>
                            <a:gd name="T27" fmla="*/ 616 h 2358"/>
                            <a:gd name="T28" fmla="*/ 190 w 1078"/>
                            <a:gd name="T29" fmla="*/ 793 h 2358"/>
                            <a:gd name="T30" fmla="*/ 135 w 1078"/>
                            <a:gd name="T31" fmla="*/ 981 h 2358"/>
                            <a:gd name="T32" fmla="*/ 117 w 1078"/>
                            <a:gd name="T33" fmla="*/ 1182 h 2358"/>
                            <a:gd name="T34" fmla="*/ 135 w 1078"/>
                            <a:gd name="T35" fmla="*/ 1384 h 2358"/>
                            <a:gd name="T36" fmla="*/ 190 w 1078"/>
                            <a:gd name="T37" fmla="*/ 1572 h 2358"/>
                            <a:gd name="T38" fmla="*/ 282 w 1078"/>
                            <a:gd name="T39" fmla="*/ 1749 h 2358"/>
                            <a:gd name="T40" fmla="*/ 398 w 1078"/>
                            <a:gd name="T41" fmla="*/ 1901 h 2358"/>
                            <a:gd name="T42" fmla="*/ 539 w 1078"/>
                            <a:gd name="T43" fmla="*/ 2029 h 2358"/>
                            <a:gd name="T44" fmla="*/ 698 w 1078"/>
                            <a:gd name="T45" fmla="*/ 2133 h 2358"/>
                            <a:gd name="T46" fmla="*/ 882 w 1078"/>
                            <a:gd name="T47" fmla="*/ 2206 h 2358"/>
                            <a:gd name="T48" fmla="*/ 1078 w 1078"/>
                            <a:gd name="T49" fmla="*/ 2243 h 2358"/>
                            <a:gd name="T50" fmla="*/ 968 w 1078"/>
                            <a:gd name="T51" fmla="*/ 2340 h 2358"/>
                            <a:gd name="T52" fmla="*/ 753 w 1078"/>
                            <a:gd name="T53" fmla="*/ 2285 h 2358"/>
                            <a:gd name="T54" fmla="*/ 557 w 1078"/>
                            <a:gd name="T55" fmla="*/ 2188 h 2358"/>
                            <a:gd name="T56" fmla="*/ 386 w 1078"/>
                            <a:gd name="T57" fmla="*/ 2054 h 2358"/>
                            <a:gd name="T58" fmla="*/ 245 w 1078"/>
                            <a:gd name="T59" fmla="*/ 1901 h 2358"/>
                            <a:gd name="T60" fmla="*/ 129 w 1078"/>
                            <a:gd name="T61" fmla="*/ 1719 h 2358"/>
                            <a:gd name="T62" fmla="*/ 49 w 1078"/>
                            <a:gd name="T63" fmla="*/ 1518 h 2358"/>
                            <a:gd name="T64" fmla="*/ 7 w 1078"/>
                            <a:gd name="T65" fmla="*/ 1298 h 2358"/>
                            <a:gd name="T66" fmla="*/ 0 w 1078"/>
                            <a:gd name="T67" fmla="*/ 1182 h 23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078" h="2358">
                              <a:moveTo>
                                <a:pt x="0" y="1182"/>
                              </a:moveTo>
                              <a:lnTo>
                                <a:pt x="7" y="1067"/>
                              </a:lnTo>
                              <a:lnTo>
                                <a:pt x="25" y="957"/>
                              </a:lnTo>
                              <a:lnTo>
                                <a:pt x="49" y="847"/>
                              </a:lnTo>
                              <a:lnTo>
                                <a:pt x="86" y="744"/>
                              </a:lnTo>
                              <a:lnTo>
                                <a:pt x="129" y="646"/>
                              </a:lnTo>
                              <a:lnTo>
                                <a:pt x="184" y="549"/>
                              </a:lnTo>
                              <a:lnTo>
                                <a:pt x="245" y="464"/>
                              </a:lnTo>
                              <a:lnTo>
                                <a:pt x="313" y="378"/>
                              </a:lnTo>
                              <a:lnTo>
                                <a:pt x="386" y="305"/>
                              </a:lnTo>
                              <a:lnTo>
                                <a:pt x="472" y="232"/>
                              </a:lnTo>
                              <a:lnTo>
                                <a:pt x="557" y="171"/>
                              </a:lnTo>
                              <a:lnTo>
                                <a:pt x="655" y="122"/>
                              </a:lnTo>
                              <a:lnTo>
                                <a:pt x="753" y="80"/>
                              </a:lnTo>
                              <a:lnTo>
                                <a:pt x="857" y="43"/>
                              </a:lnTo>
                              <a:lnTo>
                                <a:pt x="968" y="19"/>
                              </a:lnTo>
                              <a:lnTo>
                                <a:pt x="1078" y="0"/>
                              </a:lnTo>
                              <a:lnTo>
                                <a:pt x="1078" y="116"/>
                              </a:lnTo>
                              <a:lnTo>
                                <a:pt x="980" y="128"/>
                              </a:lnTo>
                              <a:lnTo>
                                <a:pt x="882" y="153"/>
                              </a:lnTo>
                              <a:lnTo>
                                <a:pt x="790" y="189"/>
                              </a:lnTo>
                              <a:lnTo>
                                <a:pt x="698" y="226"/>
                              </a:lnTo>
                              <a:lnTo>
                                <a:pt x="619" y="275"/>
                              </a:lnTo>
                              <a:lnTo>
                                <a:pt x="539" y="329"/>
                              </a:lnTo>
                              <a:lnTo>
                                <a:pt x="466" y="396"/>
                              </a:lnTo>
                              <a:lnTo>
                                <a:pt x="398" y="464"/>
                              </a:lnTo>
                              <a:lnTo>
                                <a:pt x="331" y="537"/>
                              </a:lnTo>
                              <a:lnTo>
                                <a:pt x="282" y="616"/>
                              </a:lnTo>
                              <a:lnTo>
                                <a:pt x="233" y="701"/>
                              </a:lnTo>
                              <a:lnTo>
                                <a:pt x="190" y="793"/>
                              </a:lnTo>
                              <a:lnTo>
                                <a:pt x="160" y="884"/>
                              </a:lnTo>
                              <a:lnTo>
                                <a:pt x="135" y="981"/>
                              </a:lnTo>
                              <a:lnTo>
                                <a:pt x="123" y="1079"/>
                              </a:lnTo>
                              <a:lnTo>
                                <a:pt x="117" y="1182"/>
                              </a:lnTo>
                              <a:lnTo>
                                <a:pt x="123" y="1286"/>
                              </a:lnTo>
                              <a:lnTo>
                                <a:pt x="135" y="1384"/>
                              </a:lnTo>
                              <a:lnTo>
                                <a:pt x="160" y="1481"/>
                              </a:lnTo>
                              <a:lnTo>
                                <a:pt x="190" y="1572"/>
                              </a:lnTo>
                              <a:lnTo>
                                <a:pt x="233" y="1664"/>
                              </a:lnTo>
                              <a:lnTo>
                                <a:pt x="282" y="1749"/>
                              </a:lnTo>
                              <a:lnTo>
                                <a:pt x="331" y="1828"/>
                              </a:lnTo>
                              <a:lnTo>
                                <a:pt x="398" y="1901"/>
                              </a:lnTo>
                              <a:lnTo>
                                <a:pt x="466" y="1968"/>
                              </a:lnTo>
                              <a:lnTo>
                                <a:pt x="539" y="2029"/>
                              </a:lnTo>
                              <a:lnTo>
                                <a:pt x="619" y="2084"/>
                              </a:lnTo>
                              <a:lnTo>
                                <a:pt x="698" y="2133"/>
                              </a:lnTo>
                              <a:lnTo>
                                <a:pt x="790" y="2169"/>
                              </a:lnTo>
                              <a:lnTo>
                                <a:pt x="882" y="2206"/>
                              </a:lnTo>
                              <a:lnTo>
                                <a:pt x="980" y="2230"/>
                              </a:lnTo>
                              <a:lnTo>
                                <a:pt x="1078" y="2243"/>
                              </a:lnTo>
                              <a:lnTo>
                                <a:pt x="1078" y="2358"/>
                              </a:lnTo>
                              <a:lnTo>
                                <a:pt x="968" y="2340"/>
                              </a:lnTo>
                              <a:lnTo>
                                <a:pt x="857" y="2316"/>
                              </a:lnTo>
                              <a:lnTo>
                                <a:pt x="753" y="2285"/>
                              </a:lnTo>
                              <a:lnTo>
                                <a:pt x="655" y="2237"/>
                              </a:lnTo>
                              <a:lnTo>
                                <a:pt x="557" y="2188"/>
                              </a:lnTo>
                              <a:lnTo>
                                <a:pt x="472" y="2127"/>
                              </a:lnTo>
                              <a:lnTo>
                                <a:pt x="386" y="2054"/>
                              </a:lnTo>
                              <a:lnTo>
                                <a:pt x="313" y="1981"/>
                              </a:lnTo>
                              <a:lnTo>
                                <a:pt x="245" y="1901"/>
                              </a:lnTo>
                              <a:lnTo>
                                <a:pt x="184" y="1810"/>
                              </a:lnTo>
                              <a:lnTo>
                                <a:pt x="129" y="1719"/>
                              </a:lnTo>
                              <a:lnTo>
                                <a:pt x="86" y="1621"/>
                              </a:lnTo>
                              <a:lnTo>
                                <a:pt x="49" y="1518"/>
                              </a:lnTo>
                              <a:lnTo>
                                <a:pt x="25" y="1408"/>
                              </a:lnTo>
                              <a:lnTo>
                                <a:pt x="7" y="1298"/>
                              </a:lnTo>
                              <a:lnTo>
                                <a:pt x="0" y="11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1"/>
                      <wps:cNvSpPr>
                        <a:spLocks/>
                      </wps:cNvSpPr>
                      <wps:spPr bwMode="auto">
                        <a:xfrm>
                          <a:off x="494226" y="378088"/>
                          <a:ext cx="27501" cy="199945"/>
                        </a:xfrm>
                        <a:custGeom>
                          <a:avLst/>
                          <a:gdLst>
                            <a:gd name="T0" fmla="*/ 0 w 140"/>
                            <a:gd name="T1" fmla="*/ 0 h 1018"/>
                            <a:gd name="T2" fmla="*/ 140 w 140"/>
                            <a:gd name="T3" fmla="*/ 0 h 1018"/>
                            <a:gd name="T4" fmla="*/ 140 w 140"/>
                            <a:gd name="T5" fmla="*/ 1018 h 1018"/>
                            <a:gd name="T6" fmla="*/ 0 w 140"/>
                            <a:gd name="T7" fmla="*/ 1018 h 1018"/>
                            <a:gd name="T8" fmla="*/ 0 w 140"/>
                            <a:gd name="T9" fmla="*/ 0 h 1018"/>
                            <a:gd name="T10" fmla="*/ 0 w 140"/>
                            <a:gd name="T11" fmla="*/ 0 h 10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40" h="1018">
                              <a:moveTo>
                                <a:pt x="0" y="0"/>
                              </a:moveTo>
                              <a:lnTo>
                                <a:pt x="140" y="0"/>
                              </a:lnTo>
                              <a:lnTo>
                                <a:pt x="140" y="1018"/>
                              </a:lnTo>
                              <a:lnTo>
                                <a:pt x="0" y="10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2"/>
                      <wps:cNvSpPr>
                        <a:spLocks/>
                      </wps:cNvSpPr>
                      <wps:spPr bwMode="auto">
                        <a:xfrm>
                          <a:off x="540977" y="379267"/>
                          <a:ext cx="104699" cy="142397"/>
                        </a:xfrm>
                        <a:custGeom>
                          <a:avLst/>
                          <a:gdLst>
                            <a:gd name="T0" fmla="*/ 533 w 533"/>
                            <a:gd name="T1" fmla="*/ 640 h 725"/>
                            <a:gd name="T2" fmla="*/ 447 w 533"/>
                            <a:gd name="T3" fmla="*/ 725 h 725"/>
                            <a:gd name="T4" fmla="*/ 0 w 533"/>
                            <a:gd name="T5" fmla="*/ 725 h 725"/>
                            <a:gd name="T6" fmla="*/ 0 w 533"/>
                            <a:gd name="T7" fmla="*/ 86 h 725"/>
                            <a:gd name="T8" fmla="*/ 92 w 533"/>
                            <a:gd name="T9" fmla="*/ 0 h 725"/>
                            <a:gd name="T10" fmla="*/ 514 w 533"/>
                            <a:gd name="T11" fmla="*/ 0 h 725"/>
                            <a:gd name="T12" fmla="*/ 423 w 533"/>
                            <a:gd name="T13" fmla="*/ 86 h 725"/>
                            <a:gd name="T14" fmla="*/ 117 w 533"/>
                            <a:gd name="T15" fmla="*/ 86 h 725"/>
                            <a:gd name="T16" fmla="*/ 117 w 533"/>
                            <a:gd name="T17" fmla="*/ 640 h 725"/>
                            <a:gd name="T18" fmla="*/ 533 w 533"/>
                            <a:gd name="T19" fmla="*/ 640 h 725"/>
                            <a:gd name="T20" fmla="*/ 533 w 533"/>
                            <a:gd name="T21" fmla="*/ 640 h 7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33" h="725">
                              <a:moveTo>
                                <a:pt x="533" y="640"/>
                              </a:moveTo>
                              <a:lnTo>
                                <a:pt x="447" y="725"/>
                              </a:lnTo>
                              <a:lnTo>
                                <a:pt x="0" y="725"/>
                              </a:lnTo>
                              <a:lnTo>
                                <a:pt x="0" y="86"/>
                              </a:lnTo>
                              <a:lnTo>
                                <a:pt x="92" y="0"/>
                              </a:lnTo>
                              <a:lnTo>
                                <a:pt x="514" y="0"/>
                              </a:lnTo>
                              <a:lnTo>
                                <a:pt x="423" y="86"/>
                              </a:lnTo>
                              <a:lnTo>
                                <a:pt x="117" y="86"/>
                              </a:lnTo>
                              <a:lnTo>
                                <a:pt x="117" y="640"/>
                              </a:lnTo>
                              <a:lnTo>
                                <a:pt x="533" y="6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3"/>
                      <wps:cNvSpPr>
                        <a:spLocks/>
                      </wps:cNvSpPr>
                      <wps:spPr bwMode="auto">
                        <a:xfrm>
                          <a:off x="651569" y="379267"/>
                          <a:ext cx="103520" cy="143772"/>
                        </a:xfrm>
                        <a:custGeom>
                          <a:avLst/>
                          <a:gdLst>
                            <a:gd name="T0" fmla="*/ 0 w 527"/>
                            <a:gd name="T1" fmla="*/ 86 h 732"/>
                            <a:gd name="T2" fmla="*/ 86 w 527"/>
                            <a:gd name="T3" fmla="*/ 0 h 732"/>
                            <a:gd name="T4" fmla="*/ 508 w 527"/>
                            <a:gd name="T5" fmla="*/ 0 h 732"/>
                            <a:gd name="T6" fmla="*/ 423 w 527"/>
                            <a:gd name="T7" fmla="*/ 86 h 732"/>
                            <a:gd name="T8" fmla="*/ 86 w 527"/>
                            <a:gd name="T9" fmla="*/ 86 h 732"/>
                            <a:gd name="T10" fmla="*/ 86 w 527"/>
                            <a:gd name="T11" fmla="*/ 311 h 732"/>
                            <a:gd name="T12" fmla="*/ 527 w 527"/>
                            <a:gd name="T13" fmla="*/ 311 h 732"/>
                            <a:gd name="T14" fmla="*/ 527 w 527"/>
                            <a:gd name="T15" fmla="*/ 646 h 732"/>
                            <a:gd name="T16" fmla="*/ 441 w 527"/>
                            <a:gd name="T17" fmla="*/ 732 h 732"/>
                            <a:gd name="T18" fmla="*/ 19 w 527"/>
                            <a:gd name="T19" fmla="*/ 732 h 732"/>
                            <a:gd name="T20" fmla="*/ 104 w 527"/>
                            <a:gd name="T21" fmla="*/ 646 h 732"/>
                            <a:gd name="T22" fmla="*/ 441 w 527"/>
                            <a:gd name="T23" fmla="*/ 646 h 732"/>
                            <a:gd name="T24" fmla="*/ 441 w 527"/>
                            <a:gd name="T25" fmla="*/ 396 h 732"/>
                            <a:gd name="T26" fmla="*/ 0 w 527"/>
                            <a:gd name="T27" fmla="*/ 396 h 732"/>
                            <a:gd name="T28" fmla="*/ 0 w 527"/>
                            <a:gd name="T29" fmla="*/ 86 h 732"/>
                            <a:gd name="T30" fmla="*/ 0 w 527"/>
                            <a:gd name="T31" fmla="*/ 86 h 7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527" h="732">
                              <a:moveTo>
                                <a:pt x="0" y="86"/>
                              </a:moveTo>
                              <a:lnTo>
                                <a:pt x="86" y="0"/>
                              </a:lnTo>
                              <a:lnTo>
                                <a:pt x="508" y="0"/>
                              </a:lnTo>
                              <a:lnTo>
                                <a:pt x="423" y="86"/>
                              </a:lnTo>
                              <a:lnTo>
                                <a:pt x="86" y="86"/>
                              </a:lnTo>
                              <a:lnTo>
                                <a:pt x="86" y="311"/>
                              </a:lnTo>
                              <a:lnTo>
                                <a:pt x="527" y="311"/>
                              </a:lnTo>
                              <a:lnTo>
                                <a:pt x="527" y="646"/>
                              </a:lnTo>
                              <a:lnTo>
                                <a:pt x="441" y="732"/>
                              </a:lnTo>
                              <a:lnTo>
                                <a:pt x="19" y="732"/>
                              </a:lnTo>
                              <a:lnTo>
                                <a:pt x="104" y="646"/>
                              </a:lnTo>
                              <a:lnTo>
                                <a:pt x="441" y="646"/>
                              </a:lnTo>
                              <a:lnTo>
                                <a:pt x="441" y="396"/>
                              </a:lnTo>
                              <a:lnTo>
                                <a:pt x="0" y="396"/>
                              </a:lnTo>
                              <a:lnTo>
                                <a:pt x="0" y="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4"/>
                      <wps:cNvSpPr>
                        <a:spLocks/>
                      </wps:cNvSpPr>
                      <wps:spPr bwMode="auto">
                        <a:xfrm>
                          <a:off x="177968" y="102919"/>
                          <a:ext cx="90163" cy="373374"/>
                        </a:xfrm>
                        <a:custGeom>
                          <a:avLst/>
                          <a:gdLst>
                            <a:gd name="T0" fmla="*/ 55 w 459"/>
                            <a:gd name="T1" fmla="*/ 585 h 1901"/>
                            <a:gd name="T2" fmla="*/ 61 w 459"/>
                            <a:gd name="T3" fmla="*/ 567 h 1901"/>
                            <a:gd name="T4" fmla="*/ 61 w 459"/>
                            <a:gd name="T5" fmla="*/ 548 h 1901"/>
                            <a:gd name="T6" fmla="*/ 73 w 459"/>
                            <a:gd name="T7" fmla="*/ 530 h 1901"/>
                            <a:gd name="T8" fmla="*/ 86 w 459"/>
                            <a:gd name="T9" fmla="*/ 493 h 1901"/>
                            <a:gd name="T10" fmla="*/ 92 w 459"/>
                            <a:gd name="T11" fmla="*/ 475 h 1901"/>
                            <a:gd name="T12" fmla="*/ 92 w 459"/>
                            <a:gd name="T13" fmla="*/ 481 h 1901"/>
                            <a:gd name="T14" fmla="*/ 257 w 459"/>
                            <a:gd name="T15" fmla="*/ 201 h 1901"/>
                            <a:gd name="T16" fmla="*/ 343 w 459"/>
                            <a:gd name="T17" fmla="*/ 85 h 1901"/>
                            <a:gd name="T18" fmla="*/ 416 w 459"/>
                            <a:gd name="T19" fmla="*/ 18 h 1901"/>
                            <a:gd name="T20" fmla="*/ 336 w 459"/>
                            <a:gd name="T21" fmla="*/ 110 h 1901"/>
                            <a:gd name="T22" fmla="*/ 373 w 459"/>
                            <a:gd name="T23" fmla="*/ 79 h 1901"/>
                            <a:gd name="T24" fmla="*/ 404 w 459"/>
                            <a:gd name="T25" fmla="*/ 43 h 1901"/>
                            <a:gd name="T26" fmla="*/ 447 w 459"/>
                            <a:gd name="T27" fmla="*/ 6 h 1901"/>
                            <a:gd name="T28" fmla="*/ 434 w 459"/>
                            <a:gd name="T29" fmla="*/ 24 h 1901"/>
                            <a:gd name="T30" fmla="*/ 459 w 459"/>
                            <a:gd name="T31" fmla="*/ 0 h 1901"/>
                            <a:gd name="T32" fmla="*/ 410 w 459"/>
                            <a:gd name="T33" fmla="*/ 55 h 1901"/>
                            <a:gd name="T34" fmla="*/ 416 w 459"/>
                            <a:gd name="T35" fmla="*/ 49 h 1901"/>
                            <a:gd name="T36" fmla="*/ 410 w 459"/>
                            <a:gd name="T37" fmla="*/ 67 h 1901"/>
                            <a:gd name="T38" fmla="*/ 294 w 459"/>
                            <a:gd name="T39" fmla="*/ 207 h 1901"/>
                            <a:gd name="T40" fmla="*/ 288 w 459"/>
                            <a:gd name="T41" fmla="*/ 219 h 1901"/>
                            <a:gd name="T42" fmla="*/ 269 w 459"/>
                            <a:gd name="T43" fmla="*/ 250 h 1901"/>
                            <a:gd name="T44" fmla="*/ 183 w 459"/>
                            <a:gd name="T45" fmla="*/ 390 h 1901"/>
                            <a:gd name="T46" fmla="*/ 183 w 459"/>
                            <a:gd name="T47" fmla="*/ 390 h 1901"/>
                            <a:gd name="T48" fmla="*/ 86 w 459"/>
                            <a:gd name="T49" fmla="*/ 634 h 1901"/>
                            <a:gd name="T50" fmla="*/ 37 w 459"/>
                            <a:gd name="T51" fmla="*/ 950 h 1901"/>
                            <a:gd name="T52" fmla="*/ 43 w 459"/>
                            <a:gd name="T53" fmla="*/ 1066 h 1901"/>
                            <a:gd name="T54" fmla="*/ 86 w 459"/>
                            <a:gd name="T55" fmla="*/ 1273 h 1901"/>
                            <a:gd name="T56" fmla="*/ 165 w 459"/>
                            <a:gd name="T57" fmla="*/ 1493 h 1901"/>
                            <a:gd name="T58" fmla="*/ 214 w 459"/>
                            <a:gd name="T59" fmla="*/ 1596 h 1901"/>
                            <a:gd name="T60" fmla="*/ 239 w 459"/>
                            <a:gd name="T61" fmla="*/ 1633 h 1901"/>
                            <a:gd name="T62" fmla="*/ 410 w 459"/>
                            <a:gd name="T63" fmla="*/ 1852 h 1901"/>
                            <a:gd name="T64" fmla="*/ 447 w 459"/>
                            <a:gd name="T65" fmla="*/ 1889 h 1901"/>
                            <a:gd name="T66" fmla="*/ 447 w 459"/>
                            <a:gd name="T67" fmla="*/ 1889 h 1901"/>
                            <a:gd name="T68" fmla="*/ 385 w 459"/>
                            <a:gd name="T69" fmla="*/ 1834 h 1901"/>
                            <a:gd name="T70" fmla="*/ 232 w 459"/>
                            <a:gd name="T71" fmla="*/ 1645 h 1901"/>
                            <a:gd name="T72" fmla="*/ 251 w 459"/>
                            <a:gd name="T73" fmla="*/ 1675 h 1901"/>
                            <a:gd name="T74" fmla="*/ 92 w 459"/>
                            <a:gd name="T75" fmla="*/ 1389 h 1901"/>
                            <a:gd name="T76" fmla="*/ 12 w 459"/>
                            <a:gd name="T77" fmla="*/ 1097 h 1901"/>
                            <a:gd name="T78" fmla="*/ 12 w 459"/>
                            <a:gd name="T79" fmla="*/ 1103 h 1901"/>
                            <a:gd name="T80" fmla="*/ 6 w 459"/>
                            <a:gd name="T81" fmla="*/ 1072 h 1901"/>
                            <a:gd name="T82" fmla="*/ 6 w 459"/>
                            <a:gd name="T83" fmla="*/ 1024 h 1901"/>
                            <a:gd name="T84" fmla="*/ 0 w 459"/>
                            <a:gd name="T85" fmla="*/ 950 h 1901"/>
                            <a:gd name="T86" fmla="*/ 18 w 459"/>
                            <a:gd name="T87" fmla="*/ 719 h 1901"/>
                            <a:gd name="T88" fmla="*/ 30 w 459"/>
                            <a:gd name="T89" fmla="*/ 664 h 1901"/>
                            <a:gd name="T90" fmla="*/ 37 w 459"/>
                            <a:gd name="T91" fmla="*/ 652 h 19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459" h="1901">
                              <a:moveTo>
                                <a:pt x="37" y="652"/>
                              </a:moveTo>
                              <a:lnTo>
                                <a:pt x="49" y="621"/>
                              </a:lnTo>
                              <a:lnTo>
                                <a:pt x="55" y="585"/>
                              </a:lnTo>
                              <a:lnTo>
                                <a:pt x="61" y="579"/>
                              </a:lnTo>
                              <a:lnTo>
                                <a:pt x="61" y="567"/>
                              </a:lnTo>
                              <a:lnTo>
                                <a:pt x="61" y="561"/>
                              </a:lnTo>
                              <a:lnTo>
                                <a:pt x="61" y="554"/>
                              </a:lnTo>
                              <a:lnTo>
                                <a:pt x="61" y="548"/>
                              </a:lnTo>
                              <a:lnTo>
                                <a:pt x="67" y="548"/>
                              </a:lnTo>
                              <a:lnTo>
                                <a:pt x="73" y="530"/>
                              </a:lnTo>
                              <a:lnTo>
                                <a:pt x="79" y="512"/>
                              </a:lnTo>
                              <a:lnTo>
                                <a:pt x="79" y="506"/>
                              </a:lnTo>
                              <a:lnTo>
                                <a:pt x="86" y="493"/>
                              </a:lnTo>
                              <a:lnTo>
                                <a:pt x="92" y="487"/>
                              </a:lnTo>
                              <a:lnTo>
                                <a:pt x="92" y="481"/>
                              </a:lnTo>
                              <a:lnTo>
                                <a:pt x="92" y="475"/>
                              </a:lnTo>
                              <a:lnTo>
                                <a:pt x="98" y="469"/>
                              </a:lnTo>
                              <a:lnTo>
                                <a:pt x="98" y="475"/>
                              </a:lnTo>
                              <a:lnTo>
                                <a:pt x="92" y="481"/>
                              </a:lnTo>
                              <a:lnTo>
                                <a:pt x="196" y="292"/>
                              </a:lnTo>
                              <a:lnTo>
                                <a:pt x="257" y="201"/>
                              </a:lnTo>
                              <a:lnTo>
                                <a:pt x="324" y="116"/>
                              </a:lnTo>
                              <a:lnTo>
                                <a:pt x="336" y="104"/>
                              </a:lnTo>
                              <a:lnTo>
                                <a:pt x="343" y="85"/>
                              </a:lnTo>
                              <a:lnTo>
                                <a:pt x="379" y="49"/>
                              </a:lnTo>
                              <a:lnTo>
                                <a:pt x="416" y="12"/>
                              </a:lnTo>
                              <a:lnTo>
                                <a:pt x="416" y="18"/>
                              </a:lnTo>
                              <a:lnTo>
                                <a:pt x="379" y="67"/>
                              </a:lnTo>
                              <a:lnTo>
                                <a:pt x="336" y="110"/>
                              </a:lnTo>
                              <a:lnTo>
                                <a:pt x="343" y="110"/>
                              </a:lnTo>
                              <a:lnTo>
                                <a:pt x="349" y="104"/>
                              </a:lnTo>
                              <a:lnTo>
                                <a:pt x="373" y="79"/>
                              </a:lnTo>
                              <a:lnTo>
                                <a:pt x="392" y="55"/>
                              </a:lnTo>
                              <a:lnTo>
                                <a:pt x="398" y="49"/>
                              </a:lnTo>
                              <a:lnTo>
                                <a:pt x="404" y="43"/>
                              </a:lnTo>
                              <a:lnTo>
                                <a:pt x="422" y="18"/>
                              </a:lnTo>
                              <a:lnTo>
                                <a:pt x="434" y="12"/>
                              </a:lnTo>
                              <a:lnTo>
                                <a:pt x="447" y="6"/>
                              </a:lnTo>
                              <a:lnTo>
                                <a:pt x="447" y="12"/>
                              </a:lnTo>
                              <a:lnTo>
                                <a:pt x="441" y="18"/>
                              </a:lnTo>
                              <a:lnTo>
                                <a:pt x="434" y="24"/>
                              </a:lnTo>
                              <a:lnTo>
                                <a:pt x="447" y="12"/>
                              </a:lnTo>
                              <a:lnTo>
                                <a:pt x="459" y="0"/>
                              </a:lnTo>
                              <a:lnTo>
                                <a:pt x="434" y="30"/>
                              </a:lnTo>
                              <a:lnTo>
                                <a:pt x="410" y="55"/>
                              </a:lnTo>
                              <a:lnTo>
                                <a:pt x="416" y="49"/>
                              </a:lnTo>
                              <a:lnTo>
                                <a:pt x="422" y="49"/>
                              </a:lnTo>
                              <a:lnTo>
                                <a:pt x="422" y="55"/>
                              </a:lnTo>
                              <a:lnTo>
                                <a:pt x="410" y="67"/>
                              </a:lnTo>
                              <a:lnTo>
                                <a:pt x="398" y="79"/>
                              </a:lnTo>
                              <a:lnTo>
                                <a:pt x="343" y="140"/>
                              </a:lnTo>
                              <a:lnTo>
                                <a:pt x="294" y="207"/>
                              </a:lnTo>
                              <a:lnTo>
                                <a:pt x="288" y="219"/>
                              </a:lnTo>
                              <a:lnTo>
                                <a:pt x="281" y="225"/>
                              </a:lnTo>
                              <a:lnTo>
                                <a:pt x="275" y="238"/>
                              </a:lnTo>
                              <a:lnTo>
                                <a:pt x="269" y="250"/>
                              </a:lnTo>
                              <a:lnTo>
                                <a:pt x="269" y="244"/>
                              </a:lnTo>
                              <a:lnTo>
                                <a:pt x="220" y="317"/>
                              </a:lnTo>
                              <a:lnTo>
                                <a:pt x="183" y="390"/>
                              </a:lnTo>
                              <a:lnTo>
                                <a:pt x="183" y="384"/>
                              </a:lnTo>
                              <a:lnTo>
                                <a:pt x="183" y="390"/>
                              </a:lnTo>
                              <a:lnTo>
                                <a:pt x="177" y="396"/>
                              </a:lnTo>
                              <a:lnTo>
                                <a:pt x="128" y="512"/>
                              </a:lnTo>
                              <a:lnTo>
                                <a:pt x="86" y="634"/>
                              </a:lnTo>
                              <a:lnTo>
                                <a:pt x="49" y="780"/>
                              </a:lnTo>
                              <a:lnTo>
                                <a:pt x="43" y="865"/>
                              </a:lnTo>
                              <a:lnTo>
                                <a:pt x="37" y="950"/>
                              </a:lnTo>
                              <a:lnTo>
                                <a:pt x="43" y="999"/>
                              </a:lnTo>
                              <a:lnTo>
                                <a:pt x="43" y="1048"/>
                              </a:lnTo>
                              <a:lnTo>
                                <a:pt x="43" y="1066"/>
                              </a:lnTo>
                              <a:lnTo>
                                <a:pt x="49" y="1078"/>
                              </a:lnTo>
                              <a:lnTo>
                                <a:pt x="61" y="1176"/>
                              </a:lnTo>
                              <a:lnTo>
                                <a:pt x="86" y="1273"/>
                              </a:lnTo>
                              <a:lnTo>
                                <a:pt x="116" y="1371"/>
                              </a:lnTo>
                              <a:lnTo>
                                <a:pt x="153" y="1468"/>
                              </a:lnTo>
                              <a:lnTo>
                                <a:pt x="165" y="1493"/>
                              </a:lnTo>
                              <a:lnTo>
                                <a:pt x="177" y="1517"/>
                              </a:lnTo>
                              <a:lnTo>
                                <a:pt x="196" y="1560"/>
                              </a:lnTo>
                              <a:lnTo>
                                <a:pt x="214" y="1596"/>
                              </a:lnTo>
                              <a:lnTo>
                                <a:pt x="183" y="1541"/>
                              </a:lnTo>
                              <a:lnTo>
                                <a:pt x="153" y="1487"/>
                              </a:lnTo>
                              <a:lnTo>
                                <a:pt x="239" y="1633"/>
                              </a:lnTo>
                              <a:lnTo>
                                <a:pt x="336" y="1767"/>
                              </a:lnTo>
                              <a:lnTo>
                                <a:pt x="373" y="1810"/>
                              </a:lnTo>
                              <a:lnTo>
                                <a:pt x="410" y="1852"/>
                              </a:lnTo>
                              <a:lnTo>
                                <a:pt x="428" y="1870"/>
                              </a:lnTo>
                              <a:lnTo>
                                <a:pt x="441" y="1883"/>
                              </a:lnTo>
                              <a:lnTo>
                                <a:pt x="447" y="1889"/>
                              </a:lnTo>
                              <a:lnTo>
                                <a:pt x="447" y="1895"/>
                              </a:lnTo>
                              <a:lnTo>
                                <a:pt x="447" y="1889"/>
                              </a:lnTo>
                              <a:lnTo>
                                <a:pt x="447" y="1895"/>
                              </a:lnTo>
                              <a:lnTo>
                                <a:pt x="453" y="1901"/>
                              </a:lnTo>
                              <a:lnTo>
                                <a:pt x="385" y="1834"/>
                              </a:lnTo>
                              <a:lnTo>
                                <a:pt x="324" y="1761"/>
                              </a:lnTo>
                              <a:lnTo>
                                <a:pt x="214" y="1608"/>
                              </a:lnTo>
                              <a:lnTo>
                                <a:pt x="232" y="1645"/>
                              </a:lnTo>
                              <a:lnTo>
                                <a:pt x="251" y="1675"/>
                              </a:lnTo>
                              <a:lnTo>
                                <a:pt x="300" y="1736"/>
                              </a:lnTo>
                              <a:lnTo>
                                <a:pt x="251" y="1675"/>
                              </a:lnTo>
                              <a:lnTo>
                                <a:pt x="208" y="1615"/>
                              </a:lnTo>
                              <a:lnTo>
                                <a:pt x="134" y="1481"/>
                              </a:lnTo>
                              <a:lnTo>
                                <a:pt x="92" y="1389"/>
                              </a:lnTo>
                              <a:lnTo>
                                <a:pt x="61" y="1292"/>
                              </a:lnTo>
                              <a:lnTo>
                                <a:pt x="30" y="1194"/>
                              </a:lnTo>
                              <a:lnTo>
                                <a:pt x="12" y="1097"/>
                              </a:lnTo>
                              <a:lnTo>
                                <a:pt x="12" y="1103"/>
                              </a:lnTo>
                              <a:lnTo>
                                <a:pt x="12" y="1091"/>
                              </a:lnTo>
                              <a:lnTo>
                                <a:pt x="6" y="1072"/>
                              </a:lnTo>
                              <a:lnTo>
                                <a:pt x="12" y="1072"/>
                              </a:lnTo>
                              <a:lnTo>
                                <a:pt x="12" y="1066"/>
                              </a:lnTo>
                              <a:lnTo>
                                <a:pt x="6" y="1024"/>
                              </a:lnTo>
                              <a:lnTo>
                                <a:pt x="0" y="981"/>
                              </a:lnTo>
                              <a:lnTo>
                                <a:pt x="0" y="969"/>
                              </a:lnTo>
                              <a:lnTo>
                                <a:pt x="0" y="950"/>
                              </a:lnTo>
                              <a:lnTo>
                                <a:pt x="6" y="841"/>
                              </a:lnTo>
                              <a:lnTo>
                                <a:pt x="18" y="737"/>
                              </a:lnTo>
                              <a:lnTo>
                                <a:pt x="18" y="719"/>
                              </a:lnTo>
                              <a:lnTo>
                                <a:pt x="24" y="707"/>
                              </a:lnTo>
                              <a:lnTo>
                                <a:pt x="30" y="688"/>
                              </a:lnTo>
                              <a:lnTo>
                                <a:pt x="30" y="664"/>
                              </a:lnTo>
                              <a:lnTo>
                                <a:pt x="30" y="670"/>
                              </a:lnTo>
                              <a:lnTo>
                                <a:pt x="37" y="664"/>
                              </a:lnTo>
                              <a:lnTo>
                                <a:pt x="37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5"/>
                      <wps:cNvSpPr>
                        <a:spLocks/>
                      </wps:cNvSpPr>
                      <wps:spPr bwMode="auto">
                        <a:xfrm>
                          <a:off x="95074" y="47924"/>
                          <a:ext cx="120217" cy="483364"/>
                        </a:xfrm>
                        <a:custGeom>
                          <a:avLst/>
                          <a:gdLst>
                            <a:gd name="T0" fmla="*/ 61 w 612"/>
                            <a:gd name="T1" fmla="*/ 798 h 2461"/>
                            <a:gd name="T2" fmla="*/ 73 w 612"/>
                            <a:gd name="T3" fmla="*/ 725 h 2461"/>
                            <a:gd name="T4" fmla="*/ 79 w 612"/>
                            <a:gd name="T5" fmla="*/ 713 h 2461"/>
                            <a:gd name="T6" fmla="*/ 85 w 612"/>
                            <a:gd name="T7" fmla="*/ 700 h 2461"/>
                            <a:gd name="T8" fmla="*/ 97 w 612"/>
                            <a:gd name="T9" fmla="*/ 658 h 2461"/>
                            <a:gd name="T10" fmla="*/ 110 w 612"/>
                            <a:gd name="T11" fmla="*/ 633 h 2461"/>
                            <a:gd name="T12" fmla="*/ 122 w 612"/>
                            <a:gd name="T13" fmla="*/ 609 h 2461"/>
                            <a:gd name="T14" fmla="*/ 122 w 612"/>
                            <a:gd name="T15" fmla="*/ 615 h 2461"/>
                            <a:gd name="T16" fmla="*/ 177 w 612"/>
                            <a:gd name="T17" fmla="*/ 518 h 2461"/>
                            <a:gd name="T18" fmla="*/ 422 w 612"/>
                            <a:gd name="T19" fmla="*/ 140 h 2461"/>
                            <a:gd name="T20" fmla="*/ 489 w 612"/>
                            <a:gd name="T21" fmla="*/ 48 h 2461"/>
                            <a:gd name="T22" fmla="*/ 544 w 612"/>
                            <a:gd name="T23" fmla="*/ 12 h 2461"/>
                            <a:gd name="T24" fmla="*/ 446 w 612"/>
                            <a:gd name="T25" fmla="*/ 134 h 2461"/>
                            <a:gd name="T26" fmla="*/ 489 w 612"/>
                            <a:gd name="T27" fmla="*/ 97 h 2461"/>
                            <a:gd name="T28" fmla="*/ 532 w 612"/>
                            <a:gd name="T29" fmla="*/ 55 h 2461"/>
                            <a:gd name="T30" fmla="*/ 575 w 612"/>
                            <a:gd name="T31" fmla="*/ 6 h 2461"/>
                            <a:gd name="T32" fmla="*/ 587 w 612"/>
                            <a:gd name="T33" fmla="*/ 12 h 2461"/>
                            <a:gd name="T34" fmla="*/ 581 w 612"/>
                            <a:gd name="T35" fmla="*/ 18 h 2461"/>
                            <a:gd name="T36" fmla="*/ 581 w 612"/>
                            <a:gd name="T37" fmla="*/ 24 h 2461"/>
                            <a:gd name="T38" fmla="*/ 581 w 612"/>
                            <a:gd name="T39" fmla="*/ 36 h 2461"/>
                            <a:gd name="T40" fmla="*/ 550 w 612"/>
                            <a:gd name="T41" fmla="*/ 67 h 2461"/>
                            <a:gd name="T42" fmla="*/ 556 w 612"/>
                            <a:gd name="T43" fmla="*/ 67 h 2461"/>
                            <a:gd name="T44" fmla="*/ 563 w 612"/>
                            <a:gd name="T45" fmla="*/ 61 h 2461"/>
                            <a:gd name="T46" fmla="*/ 538 w 612"/>
                            <a:gd name="T47" fmla="*/ 103 h 2461"/>
                            <a:gd name="T48" fmla="*/ 397 w 612"/>
                            <a:gd name="T49" fmla="*/ 286 h 2461"/>
                            <a:gd name="T50" fmla="*/ 397 w 612"/>
                            <a:gd name="T51" fmla="*/ 292 h 2461"/>
                            <a:gd name="T52" fmla="*/ 373 w 612"/>
                            <a:gd name="T53" fmla="*/ 323 h 2461"/>
                            <a:gd name="T54" fmla="*/ 324 w 612"/>
                            <a:gd name="T55" fmla="*/ 396 h 2461"/>
                            <a:gd name="T56" fmla="*/ 263 w 612"/>
                            <a:gd name="T57" fmla="*/ 505 h 2461"/>
                            <a:gd name="T58" fmla="*/ 263 w 612"/>
                            <a:gd name="T59" fmla="*/ 505 h 2461"/>
                            <a:gd name="T60" fmla="*/ 140 w 612"/>
                            <a:gd name="T61" fmla="*/ 816 h 2461"/>
                            <a:gd name="T62" fmla="*/ 79 w 612"/>
                            <a:gd name="T63" fmla="*/ 1121 h 2461"/>
                            <a:gd name="T64" fmla="*/ 79 w 612"/>
                            <a:gd name="T65" fmla="*/ 1358 h 2461"/>
                            <a:gd name="T66" fmla="*/ 104 w 612"/>
                            <a:gd name="T67" fmla="*/ 1529 h 2461"/>
                            <a:gd name="T68" fmla="*/ 220 w 612"/>
                            <a:gd name="T69" fmla="*/ 1895 h 2461"/>
                            <a:gd name="T70" fmla="*/ 275 w 612"/>
                            <a:gd name="T71" fmla="*/ 2016 h 2461"/>
                            <a:gd name="T72" fmla="*/ 220 w 612"/>
                            <a:gd name="T73" fmla="*/ 1925 h 2461"/>
                            <a:gd name="T74" fmla="*/ 379 w 612"/>
                            <a:gd name="T75" fmla="*/ 2205 h 2461"/>
                            <a:gd name="T76" fmla="*/ 544 w 612"/>
                            <a:gd name="T77" fmla="*/ 2400 h 2461"/>
                            <a:gd name="T78" fmla="*/ 593 w 612"/>
                            <a:gd name="T79" fmla="*/ 2443 h 2461"/>
                            <a:gd name="T80" fmla="*/ 593 w 612"/>
                            <a:gd name="T81" fmla="*/ 2455 h 2461"/>
                            <a:gd name="T82" fmla="*/ 599 w 612"/>
                            <a:gd name="T83" fmla="*/ 2461 h 2461"/>
                            <a:gd name="T84" fmla="*/ 355 w 612"/>
                            <a:gd name="T85" fmla="*/ 2181 h 2461"/>
                            <a:gd name="T86" fmla="*/ 336 w 612"/>
                            <a:gd name="T87" fmla="*/ 2169 h 2461"/>
                            <a:gd name="T88" fmla="*/ 281 w 612"/>
                            <a:gd name="T89" fmla="*/ 2090 h 2461"/>
                            <a:gd name="T90" fmla="*/ 85 w 612"/>
                            <a:gd name="T91" fmla="*/ 1675 h 2461"/>
                            <a:gd name="T92" fmla="*/ 18 w 612"/>
                            <a:gd name="T93" fmla="*/ 1425 h 2461"/>
                            <a:gd name="T94" fmla="*/ 18 w 612"/>
                            <a:gd name="T95" fmla="*/ 1432 h 2461"/>
                            <a:gd name="T96" fmla="*/ 12 w 612"/>
                            <a:gd name="T97" fmla="*/ 1389 h 2461"/>
                            <a:gd name="T98" fmla="*/ 0 w 612"/>
                            <a:gd name="T99" fmla="*/ 1267 h 2461"/>
                            <a:gd name="T100" fmla="*/ 18 w 612"/>
                            <a:gd name="T101" fmla="*/ 950 h 2461"/>
                            <a:gd name="T102" fmla="*/ 30 w 612"/>
                            <a:gd name="T103" fmla="*/ 889 h 2461"/>
                            <a:gd name="T104" fmla="*/ 30 w 612"/>
                            <a:gd name="T105" fmla="*/ 865 h 2461"/>
                            <a:gd name="T106" fmla="*/ 42 w 612"/>
                            <a:gd name="T107" fmla="*/ 841 h 24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612" h="2461">
                              <a:moveTo>
                                <a:pt x="42" y="841"/>
                              </a:moveTo>
                              <a:lnTo>
                                <a:pt x="55" y="822"/>
                              </a:lnTo>
                              <a:lnTo>
                                <a:pt x="61" y="798"/>
                              </a:lnTo>
                              <a:lnTo>
                                <a:pt x="73" y="755"/>
                              </a:lnTo>
                              <a:lnTo>
                                <a:pt x="73" y="743"/>
                              </a:lnTo>
                              <a:lnTo>
                                <a:pt x="73" y="725"/>
                              </a:lnTo>
                              <a:lnTo>
                                <a:pt x="79" y="725"/>
                              </a:lnTo>
                              <a:lnTo>
                                <a:pt x="79" y="719"/>
                              </a:lnTo>
                              <a:lnTo>
                                <a:pt x="79" y="713"/>
                              </a:lnTo>
                              <a:lnTo>
                                <a:pt x="79" y="706"/>
                              </a:lnTo>
                              <a:lnTo>
                                <a:pt x="85" y="700"/>
                              </a:lnTo>
                              <a:lnTo>
                                <a:pt x="91" y="682"/>
                              </a:lnTo>
                              <a:lnTo>
                                <a:pt x="97" y="658"/>
                              </a:lnTo>
                              <a:lnTo>
                                <a:pt x="104" y="652"/>
                              </a:lnTo>
                              <a:lnTo>
                                <a:pt x="104" y="639"/>
                              </a:lnTo>
                              <a:lnTo>
                                <a:pt x="110" y="633"/>
                              </a:lnTo>
                              <a:lnTo>
                                <a:pt x="110" y="627"/>
                              </a:lnTo>
                              <a:lnTo>
                                <a:pt x="116" y="615"/>
                              </a:lnTo>
                              <a:lnTo>
                                <a:pt x="122" y="609"/>
                              </a:lnTo>
                              <a:lnTo>
                                <a:pt x="122" y="603"/>
                              </a:lnTo>
                              <a:lnTo>
                                <a:pt x="122" y="609"/>
                              </a:lnTo>
                              <a:lnTo>
                                <a:pt x="122" y="615"/>
                              </a:lnTo>
                              <a:lnTo>
                                <a:pt x="177" y="518"/>
                              </a:lnTo>
                              <a:lnTo>
                                <a:pt x="226" y="420"/>
                              </a:lnTo>
                              <a:lnTo>
                                <a:pt x="318" y="274"/>
                              </a:lnTo>
                              <a:lnTo>
                                <a:pt x="422" y="140"/>
                              </a:lnTo>
                              <a:lnTo>
                                <a:pt x="434" y="122"/>
                              </a:lnTo>
                              <a:lnTo>
                                <a:pt x="446" y="103"/>
                              </a:lnTo>
                              <a:lnTo>
                                <a:pt x="489" y="48"/>
                              </a:lnTo>
                              <a:lnTo>
                                <a:pt x="514" y="24"/>
                              </a:lnTo>
                              <a:lnTo>
                                <a:pt x="544" y="6"/>
                              </a:lnTo>
                              <a:lnTo>
                                <a:pt x="544" y="12"/>
                              </a:lnTo>
                              <a:lnTo>
                                <a:pt x="544" y="18"/>
                              </a:lnTo>
                              <a:lnTo>
                                <a:pt x="495" y="73"/>
                              </a:lnTo>
                              <a:lnTo>
                                <a:pt x="446" y="134"/>
                              </a:lnTo>
                              <a:lnTo>
                                <a:pt x="452" y="134"/>
                              </a:lnTo>
                              <a:lnTo>
                                <a:pt x="459" y="128"/>
                              </a:lnTo>
                              <a:lnTo>
                                <a:pt x="489" y="97"/>
                              </a:lnTo>
                              <a:lnTo>
                                <a:pt x="514" y="67"/>
                              </a:lnTo>
                              <a:lnTo>
                                <a:pt x="526" y="61"/>
                              </a:lnTo>
                              <a:lnTo>
                                <a:pt x="532" y="55"/>
                              </a:lnTo>
                              <a:lnTo>
                                <a:pt x="544" y="36"/>
                              </a:lnTo>
                              <a:lnTo>
                                <a:pt x="563" y="18"/>
                              </a:lnTo>
                              <a:lnTo>
                                <a:pt x="575" y="6"/>
                              </a:lnTo>
                              <a:lnTo>
                                <a:pt x="581" y="6"/>
                              </a:lnTo>
                              <a:lnTo>
                                <a:pt x="587" y="6"/>
                              </a:lnTo>
                              <a:lnTo>
                                <a:pt x="587" y="12"/>
                              </a:lnTo>
                              <a:lnTo>
                                <a:pt x="581" y="12"/>
                              </a:lnTo>
                              <a:lnTo>
                                <a:pt x="581" y="18"/>
                              </a:lnTo>
                              <a:lnTo>
                                <a:pt x="581" y="24"/>
                              </a:lnTo>
                              <a:lnTo>
                                <a:pt x="593" y="12"/>
                              </a:lnTo>
                              <a:lnTo>
                                <a:pt x="612" y="0"/>
                              </a:lnTo>
                              <a:lnTo>
                                <a:pt x="581" y="36"/>
                              </a:lnTo>
                              <a:lnTo>
                                <a:pt x="544" y="73"/>
                              </a:lnTo>
                              <a:lnTo>
                                <a:pt x="550" y="73"/>
                              </a:lnTo>
                              <a:lnTo>
                                <a:pt x="550" y="67"/>
                              </a:lnTo>
                              <a:lnTo>
                                <a:pt x="556" y="67"/>
                              </a:lnTo>
                              <a:lnTo>
                                <a:pt x="563" y="61"/>
                              </a:lnTo>
                              <a:lnTo>
                                <a:pt x="563" y="73"/>
                              </a:lnTo>
                              <a:lnTo>
                                <a:pt x="556" y="85"/>
                              </a:lnTo>
                              <a:lnTo>
                                <a:pt x="538" y="103"/>
                              </a:lnTo>
                              <a:lnTo>
                                <a:pt x="471" y="189"/>
                              </a:lnTo>
                              <a:lnTo>
                                <a:pt x="410" y="268"/>
                              </a:lnTo>
                              <a:lnTo>
                                <a:pt x="397" y="286"/>
                              </a:lnTo>
                              <a:lnTo>
                                <a:pt x="397" y="292"/>
                              </a:lnTo>
                              <a:lnTo>
                                <a:pt x="391" y="292"/>
                              </a:lnTo>
                              <a:lnTo>
                                <a:pt x="379" y="310"/>
                              </a:lnTo>
                              <a:lnTo>
                                <a:pt x="373" y="323"/>
                              </a:lnTo>
                              <a:lnTo>
                                <a:pt x="379" y="323"/>
                              </a:lnTo>
                              <a:lnTo>
                                <a:pt x="348" y="359"/>
                              </a:lnTo>
                              <a:lnTo>
                                <a:pt x="324" y="396"/>
                              </a:lnTo>
                              <a:lnTo>
                                <a:pt x="287" y="451"/>
                              </a:lnTo>
                              <a:lnTo>
                                <a:pt x="263" y="505"/>
                              </a:lnTo>
                              <a:lnTo>
                                <a:pt x="269" y="505"/>
                              </a:lnTo>
                              <a:lnTo>
                                <a:pt x="263" y="505"/>
                              </a:lnTo>
                              <a:lnTo>
                                <a:pt x="257" y="512"/>
                              </a:lnTo>
                              <a:lnTo>
                                <a:pt x="195" y="664"/>
                              </a:lnTo>
                              <a:lnTo>
                                <a:pt x="140" y="816"/>
                              </a:lnTo>
                              <a:lnTo>
                                <a:pt x="110" y="914"/>
                              </a:lnTo>
                              <a:lnTo>
                                <a:pt x="91" y="1005"/>
                              </a:lnTo>
                              <a:lnTo>
                                <a:pt x="79" y="1121"/>
                              </a:lnTo>
                              <a:lnTo>
                                <a:pt x="73" y="1230"/>
                              </a:lnTo>
                              <a:lnTo>
                                <a:pt x="79" y="1297"/>
                              </a:lnTo>
                              <a:lnTo>
                                <a:pt x="79" y="1358"/>
                              </a:lnTo>
                              <a:lnTo>
                                <a:pt x="85" y="1377"/>
                              </a:lnTo>
                              <a:lnTo>
                                <a:pt x="85" y="1401"/>
                              </a:lnTo>
                              <a:lnTo>
                                <a:pt x="104" y="1529"/>
                              </a:lnTo>
                              <a:lnTo>
                                <a:pt x="134" y="1651"/>
                              </a:lnTo>
                              <a:lnTo>
                                <a:pt x="171" y="1773"/>
                              </a:lnTo>
                              <a:lnTo>
                                <a:pt x="220" y="1895"/>
                              </a:lnTo>
                              <a:lnTo>
                                <a:pt x="238" y="1931"/>
                              </a:lnTo>
                              <a:lnTo>
                                <a:pt x="250" y="1968"/>
                              </a:lnTo>
                              <a:lnTo>
                                <a:pt x="275" y="2016"/>
                              </a:lnTo>
                              <a:lnTo>
                                <a:pt x="299" y="2065"/>
                              </a:lnTo>
                              <a:lnTo>
                                <a:pt x="257" y="1998"/>
                              </a:lnTo>
                              <a:lnTo>
                                <a:pt x="220" y="1925"/>
                              </a:lnTo>
                              <a:lnTo>
                                <a:pt x="269" y="2023"/>
                              </a:lnTo>
                              <a:lnTo>
                                <a:pt x="318" y="2114"/>
                              </a:lnTo>
                              <a:lnTo>
                                <a:pt x="379" y="2205"/>
                              </a:lnTo>
                              <a:lnTo>
                                <a:pt x="446" y="2291"/>
                              </a:lnTo>
                              <a:lnTo>
                                <a:pt x="495" y="2345"/>
                              </a:lnTo>
                              <a:lnTo>
                                <a:pt x="544" y="2400"/>
                              </a:lnTo>
                              <a:lnTo>
                                <a:pt x="569" y="2419"/>
                              </a:lnTo>
                              <a:lnTo>
                                <a:pt x="587" y="2437"/>
                              </a:lnTo>
                              <a:lnTo>
                                <a:pt x="593" y="2443"/>
                              </a:lnTo>
                              <a:lnTo>
                                <a:pt x="593" y="2449"/>
                              </a:lnTo>
                              <a:lnTo>
                                <a:pt x="593" y="2455"/>
                              </a:lnTo>
                              <a:lnTo>
                                <a:pt x="587" y="2455"/>
                              </a:lnTo>
                              <a:lnTo>
                                <a:pt x="593" y="2461"/>
                              </a:lnTo>
                              <a:lnTo>
                                <a:pt x="599" y="2461"/>
                              </a:lnTo>
                              <a:lnTo>
                                <a:pt x="514" y="2376"/>
                              </a:lnTo>
                              <a:lnTo>
                                <a:pt x="428" y="2285"/>
                              </a:lnTo>
                              <a:lnTo>
                                <a:pt x="355" y="2181"/>
                              </a:lnTo>
                              <a:lnTo>
                                <a:pt x="287" y="2083"/>
                              </a:lnTo>
                              <a:lnTo>
                                <a:pt x="306" y="2126"/>
                              </a:lnTo>
                              <a:lnTo>
                                <a:pt x="336" y="2169"/>
                              </a:lnTo>
                              <a:lnTo>
                                <a:pt x="367" y="2211"/>
                              </a:lnTo>
                              <a:lnTo>
                                <a:pt x="397" y="2254"/>
                              </a:lnTo>
                              <a:lnTo>
                                <a:pt x="281" y="2090"/>
                              </a:lnTo>
                              <a:lnTo>
                                <a:pt x="183" y="1919"/>
                              </a:lnTo>
                              <a:lnTo>
                                <a:pt x="128" y="1797"/>
                              </a:lnTo>
                              <a:lnTo>
                                <a:pt x="85" y="1675"/>
                              </a:lnTo>
                              <a:lnTo>
                                <a:pt x="48" y="1547"/>
                              </a:lnTo>
                              <a:lnTo>
                                <a:pt x="18" y="1425"/>
                              </a:lnTo>
                              <a:lnTo>
                                <a:pt x="18" y="1432"/>
                              </a:lnTo>
                              <a:lnTo>
                                <a:pt x="18" y="1407"/>
                              </a:lnTo>
                              <a:lnTo>
                                <a:pt x="12" y="1389"/>
                              </a:lnTo>
                              <a:lnTo>
                                <a:pt x="12" y="1383"/>
                              </a:lnTo>
                              <a:lnTo>
                                <a:pt x="6" y="1328"/>
                              </a:lnTo>
                              <a:lnTo>
                                <a:pt x="0" y="1267"/>
                              </a:lnTo>
                              <a:lnTo>
                                <a:pt x="0" y="1230"/>
                              </a:lnTo>
                              <a:lnTo>
                                <a:pt x="0" y="1090"/>
                              </a:lnTo>
                              <a:lnTo>
                                <a:pt x="18" y="950"/>
                              </a:lnTo>
                              <a:lnTo>
                                <a:pt x="18" y="932"/>
                              </a:lnTo>
                              <a:lnTo>
                                <a:pt x="24" y="914"/>
                              </a:lnTo>
                              <a:lnTo>
                                <a:pt x="30" y="889"/>
                              </a:lnTo>
                              <a:lnTo>
                                <a:pt x="30" y="871"/>
                              </a:lnTo>
                              <a:lnTo>
                                <a:pt x="30" y="859"/>
                              </a:lnTo>
                              <a:lnTo>
                                <a:pt x="30" y="865"/>
                              </a:lnTo>
                              <a:lnTo>
                                <a:pt x="36" y="865"/>
                              </a:lnTo>
                              <a:lnTo>
                                <a:pt x="36" y="853"/>
                              </a:lnTo>
                              <a:lnTo>
                                <a:pt x="42" y="8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6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82" cy="579212"/>
                        </a:xfrm>
                        <a:custGeom>
                          <a:avLst/>
                          <a:gdLst>
                            <a:gd name="T0" fmla="*/ 73 w 734"/>
                            <a:gd name="T1" fmla="*/ 957 h 2949"/>
                            <a:gd name="T2" fmla="*/ 92 w 734"/>
                            <a:gd name="T3" fmla="*/ 865 h 2949"/>
                            <a:gd name="T4" fmla="*/ 92 w 734"/>
                            <a:gd name="T5" fmla="*/ 847 h 2949"/>
                            <a:gd name="T6" fmla="*/ 104 w 734"/>
                            <a:gd name="T7" fmla="*/ 816 h 2949"/>
                            <a:gd name="T8" fmla="*/ 122 w 734"/>
                            <a:gd name="T9" fmla="*/ 768 h 2949"/>
                            <a:gd name="T10" fmla="*/ 135 w 734"/>
                            <a:gd name="T11" fmla="*/ 749 h 2949"/>
                            <a:gd name="T12" fmla="*/ 141 w 734"/>
                            <a:gd name="T13" fmla="*/ 719 h 2949"/>
                            <a:gd name="T14" fmla="*/ 208 w 734"/>
                            <a:gd name="T15" fmla="*/ 621 h 2949"/>
                            <a:gd name="T16" fmla="*/ 508 w 734"/>
                            <a:gd name="T17" fmla="*/ 158 h 2949"/>
                            <a:gd name="T18" fmla="*/ 588 w 734"/>
                            <a:gd name="T19" fmla="*/ 55 h 2949"/>
                            <a:gd name="T20" fmla="*/ 655 w 734"/>
                            <a:gd name="T21" fmla="*/ 6 h 2949"/>
                            <a:gd name="T22" fmla="*/ 600 w 734"/>
                            <a:gd name="T23" fmla="*/ 91 h 2949"/>
                            <a:gd name="T24" fmla="*/ 557 w 734"/>
                            <a:gd name="T25" fmla="*/ 152 h 2949"/>
                            <a:gd name="T26" fmla="*/ 630 w 734"/>
                            <a:gd name="T27" fmla="*/ 73 h 2949"/>
                            <a:gd name="T28" fmla="*/ 679 w 734"/>
                            <a:gd name="T29" fmla="*/ 18 h 2949"/>
                            <a:gd name="T30" fmla="*/ 710 w 734"/>
                            <a:gd name="T31" fmla="*/ 6 h 2949"/>
                            <a:gd name="T32" fmla="*/ 704 w 734"/>
                            <a:gd name="T33" fmla="*/ 24 h 2949"/>
                            <a:gd name="T34" fmla="*/ 698 w 734"/>
                            <a:gd name="T35" fmla="*/ 30 h 2949"/>
                            <a:gd name="T36" fmla="*/ 734 w 734"/>
                            <a:gd name="T37" fmla="*/ 0 h 2949"/>
                            <a:gd name="T38" fmla="*/ 661 w 734"/>
                            <a:gd name="T39" fmla="*/ 85 h 2949"/>
                            <a:gd name="T40" fmla="*/ 679 w 734"/>
                            <a:gd name="T41" fmla="*/ 91 h 2949"/>
                            <a:gd name="T42" fmla="*/ 655 w 734"/>
                            <a:gd name="T43" fmla="*/ 128 h 2949"/>
                            <a:gd name="T44" fmla="*/ 490 w 734"/>
                            <a:gd name="T45" fmla="*/ 347 h 2949"/>
                            <a:gd name="T46" fmla="*/ 490 w 734"/>
                            <a:gd name="T47" fmla="*/ 341 h 2949"/>
                            <a:gd name="T48" fmla="*/ 471 w 734"/>
                            <a:gd name="T49" fmla="*/ 372 h 2949"/>
                            <a:gd name="T50" fmla="*/ 447 w 734"/>
                            <a:gd name="T51" fmla="*/ 408 h 2949"/>
                            <a:gd name="T52" fmla="*/ 361 w 734"/>
                            <a:gd name="T53" fmla="*/ 548 h 2949"/>
                            <a:gd name="T54" fmla="*/ 331 w 734"/>
                            <a:gd name="T55" fmla="*/ 609 h 2949"/>
                            <a:gd name="T56" fmla="*/ 331 w 734"/>
                            <a:gd name="T57" fmla="*/ 609 h 2949"/>
                            <a:gd name="T58" fmla="*/ 245 w 734"/>
                            <a:gd name="T59" fmla="*/ 798 h 2949"/>
                            <a:gd name="T60" fmla="*/ 122 w 734"/>
                            <a:gd name="T61" fmla="*/ 1206 h 2949"/>
                            <a:gd name="T62" fmla="*/ 104 w 734"/>
                            <a:gd name="T63" fmla="*/ 1474 h 2949"/>
                            <a:gd name="T64" fmla="*/ 110 w 734"/>
                            <a:gd name="T65" fmla="*/ 1651 h 2949"/>
                            <a:gd name="T66" fmla="*/ 171 w 734"/>
                            <a:gd name="T67" fmla="*/ 1980 h 2949"/>
                            <a:gd name="T68" fmla="*/ 294 w 734"/>
                            <a:gd name="T69" fmla="*/ 2315 h 2949"/>
                            <a:gd name="T70" fmla="*/ 367 w 734"/>
                            <a:gd name="T71" fmla="*/ 2468 h 2949"/>
                            <a:gd name="T72" fmla="*/ 349 w 734"/>
                            <a:gd name="T73" fmla="*/ 2461 h 2949"/>
                            <a:gd name="T74" fmla="*/ 545 w 734"/>
                            <a:gd name="T75" fmla="*/ 2742 h 2949"/>
                            <a:gd name="T76" fmla="*/ 643 w 734"/>
                            <a:gd name="T77" fmla="*/ 2851 h 2949"/>
                            <a:gd name="T78" fmla="*/ 698 w 734"/>
                            <a:gd name="T79" fmla="*/ 2906 h 2949"/>
                            <a:gd name="T80" fmla="*/ 710 w 734"/>
                            <a:gd name="T81" fmla="*/ 2925 h 2949"/>
                            <a:gd name="T82" fmla="*/ 722 w 734"/>
                            <a:gd name="T83" fmla="*/ 2943 h 2949"/>
                            <a:gd name="T84" fmla="*/ 710 w 734"/>
                            <a:gd name="T85" fmla="*/ 2937 h 2949"/>
                            <a:gd name="T86" fmla="*/ 618 w 734"/>
                            <a:gd name="T87" fmla="*/ 2845 h 2949"/>
                            <a:gd name="T88" fmla="*/ 349 w 734"/>
                            <a:gd name="T89" fmla="*/ 2498 h 2949"/>
                            <a:gd name="T90" fmla="*/ 447 w 734"/>
                            <a:gd name="T91" fmla="*/ 2650 h 2949"/>
                            <a:gd name="T92" fmla="*/ 226 w 734"/>
                            <a:gd name="T93" fmla="*/ 2303 h 2949"/>
                            <a:gd name="T94" fmla="*/ 61 w 734"/>
                            <a:gd name="T95" fmla="*/ 1858 h 2949"/>
                            <a:gd name="T96" fmla="*/ 18 w 734"/>
                            <a:gd name="T97" fmla="*/ 1700 h 2949"/>
                            <a:gd name="T98" fmla="*/ 18 w 734"/>
                            <a:gd name="T99" fmla="*/ 1712 h 2949"/>
                            <a:gd name="T100" fmla="*/ 18 w 734"/>
                            <a:gd name="T101" fmla="*/ 1676 h 2949"/>
                            <a:gd name="T102" fmla="*/ 18 w 734"/>
                            <a:gd name="T103" fmla="*/ 1657 h 2949"/>
                            <a:gd name="T104" fmla="*/ 0 w 734"/>
                            <a:gd name="T105" fmla="*/ 1517 h 2949"/>
                            <a:gd name="T106" fmla="*/ 0 w 734"/>
                            <a:gd name="T107" fmla="*/ 1304 h 2949"/>
                            <a:gd name="T108" fmla="*/ 18 w 734"/>
                            <a:gd name="T109" fmla="*/ 1115 h 2949"/>
                            <a:gd name="T110" fmla="*/ 37 w 734"/>
                            <a:gd name="T111" fmla="*/ 1024 h 2949"/>
                            <a:gd name="T112" fmla="*/ 43 w 734"/>
                            <a:gd name="T113" fmla="*/ 1024 h 2949"/>
                            <a:gd name="T114" fmla="*/ 49 w 734"/>
                            <a:gd name="T115" fmla="*/ 1005 h 29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734" h="2949">
                              <a:moveTo>
                                <a:pt x="49" y="1005"/>
                              </a:moveTo>
                              <a:lnTo>
                                <a:pt x="61" y="981"/>
                              </a:lnTo>
                              <a:lnTo>
                                <a:pt x="73" y="957"/>
                              </a:lnTo>
                              <a:lnTo>
                                <a:pt x="86" y="902"/>
                              </a:lnTo>
                              <a:lnTo>
                                <a:pt x="86" y="865"/>
                              </a:lnTo>
                              <a:lnTo>
                                <a:pt x="92" y="865"/>
                              </a:lnTo>
                              <a:lnTo>
                                <a:pt x="92" y="859"/>
                              </a:lnTo>
                              <a:lnTo>
                                <a:pt x="92" y="853"/>
                              </a:lnTo>
                              <a:lnTo>
                                <a:pt x="92" y="847"/>
                              </a:lnTo>
                              <a:lnTo>
                                <a:pt x="98" y="847"/>
                              </a:lnTo>
                              <a:lnTo>
                                <a:pt x="98" y="841"/>
                              </a:lnTo>
                              <a:lnTo>
                                <a:pt x="104" y="816"/>
                              </a:lnTo>
                              <a:lnTo>
                                <a:pt x="116" y="786"/>
                              </a:lnTo>
                              <a:lnTo>
                                <a:pt x="122" y="780"/>
                              </a:lnTo>
                              <a:lnTo>
                                <a:pt x="122" y="768"/>
                              </a:lnTo>
                              <a:lnTo>
                                <a:pt x="129" y="762"/>
                              </a:lnTo>
                              <a:lnTo>
                                <a:pt x="135" y="762"/>
                              </a:lnTo>
                              <a:lnTo>
                                <a:pt x="135" y="749"/>
                              </a:lnTo>
                              <a:lnTo>
                                <a:pt x="135" y="737"/>
                              </a:lnTo>
                              <a:lnTo>
                                <a:pt x="141" y="731"/>
                              </a:lnTo>
                              <a:lnTo>
                                <a:pt x="141" y="719"/>
                              </a:lnTo>
                              <a:lnTo>
                                <a:pt x="141" y="737"/>
                              </a:lnTo>
                              <a:lnTo>
                                <a:pt x="208" y="621"/>
                              </a:lnTo>
                              <a:lnTo>
                                <a:pt x="269" y="500"/>
                              </a:lnTo>
                              <a:lnTo>
                                <a:pt x="379" y="323"/>
                              </a:lnTo>
                              <a:lnTo>
                                <a:pt x="508" y="158"/>
                              </a:lnTo>
                              <a:lnTo>
                                <a:pt x="520" y="140"/>
                              </a:lnTo>
                              <a:lnTo>
                                <a:pt x="532" y="116"/>
                              </a:lnTo>
                              <a:lnTo>
                                <a:pt x="588" y="55"/>
                              </a:lnTo>
                              <a:lnTo>
                                <a:pt x="618" y="24"/>
                              </a:lnTo>
                              <a:lnTo>
                                <a:pt x="655" y="6"/>
                              </a:lnTo>
                              <a:lnTo>
                                <a:pt x="655" y="18"/>
                              </a:lnTo>
                              <a:lnTo>
                                <a:pt x="600" y="91"/>
                              </a:lnTo>
                              <a:lnTo>
                                <a:pt x="539" y="158"/>
                              </a:lnTo>
                              <a:lnTo>
                                <a:pt x="551" y="158"/>
                              </a:lnTo>
                              <a:lnTo>
                                <a:pt x="557" y="152"/>
                              </a:lnTo>
                              <a:lnTo>
                                <a:pt x="588" y="116"/>
                              </a:lnTo>
                              <a:lnTo>
                                <a:pt x="618" y="79"/>
                              </a:lnTo>
                              <a:lnTo>
                                <a:pt x="630" y="73"/>
                              </a:lnTo>
                              <a:lnTo>
                                <a:pt x="643" y="61"/>
                              </a:lnTo>
                              <a:lnTo>
                                <a:pt x="655" y="43"/>
                              </a:lnTo>
                              <a:lnTo>
                                <a:pt x="679" y="18"/>
                              </a:lnTo>
                              <a:lnTo>
                                <a:pt x="692" y="6"/>
                              </a:lnTo>
                              <a:lnTo>
                                <a:pt x="710" y="0"/>
                              </a:lnTo>
                              <a:lnTo>
                                <a:pt x="710" y="6"/>
                              </a:lnTo>
                              <a:lnTo>
                                <a:pt x="704" y="12"/>
                              </a:lnTo>
                              <a:lnTo>
                                <a:pt x="704" y="18"/>
                              </a:lnTo>
                              <a:lnTo>
                                <a:pt x="704" y="24"/>
                              </a:lnTo>
                              <a:lnTo>
                                <a:pt x="698" y="24"/>
                              </a:lnTo>
                              <a:lnTo>
                                <a:pt x="698" y="30"/>
                              </a:lnTo>
                              <a:lnTo>
                                <a:pt x="704" y="30"/>
                              </a:lnTo>
                              <a:lnTo>
                                <a:pt x="722" y="18"/>
                              </a:lnTo>
                              <a:lnTo>
                                <a:pt x="734" y="0"/>
                              </a:lnTo>
                              <a:lnTo>
                                <a:pt x="722" y="24"/>
                              </a:lnTo>
                              <a:lnTo>
                                <a:pt x="704" y="43"/>
                              </a:lnTo>
                              <a:lnTo>
                                <a:pt x="661" y="85"/>
                              </a:lnTo>
                              <a:lnTo>
                                <a:pt x="673" y="79"/>
                              </a:lnTo>
                              <a:lnTo>
                                <a:pt x="679" y="79"/>
                              </a:lnTo>
                              <a:lnTo>
                                <a:pt x="679" y="91"/>
                              </a:lnTo>
                              <a:lnTo>
                                <a:pt x="673" y="97"/>
                              </a:lnTo>
                              <a:lnTo>
                                <a:pt x="667" y="116"/>
                              </a:lnTo>
                              <a:lnTo>
                                <a:pt x="655" y="128"/>
                              </a:lnTo>
                              <a:lnTo>
                                <a:pt x="575" y="225"/>
                              </a:lnTo>
                              <a:lnTo>
                                <a:pt x="502" y="329"/>
                              </a:lnTo>
                              <a:lnTo>
                                <a:pt x="490" y="347"/>
                              </a:lnTo>
                              <a:lnTo>
                                <a:pt x="490" y="341"/>
                              </a:lnTo>
                              <a:lnTo>
                                <a:pt x="484" y="347"/>
                              </a:lnTo>
                              <a:lnTo>
                                <a:pt x="484" y="353"/>
                              </a:lnTo>
                              <a:lnTo>
                                <a:pt x="471" y="372"/>
                              </a:lnTo>
                              <a:lnTo>
                                <a:pt x="459" y="390"/>
                              </a:lnTo>
                              <a:lnTo>
                                <a:pt x="465" y="390"/>
                              </a:lnTo>
                              <a:lnTo>
                                <a:pt x="447" y="408"/>
                              </a:lnTo>
                              <a:lnTo>
                                <a:pt x="428" y="433"/>
                              </a:lnTo>
                              <a:lnTo>
                                <a:pt x="404" y="481"/>
                              </a:lnTo>
                              <a:lnTo>
                                <a:pt x="361" y="548"/>
                              </a:lnTo>
                              <a:lnTo>
                                <a:pt x="343" y="579"/>
                              </a:lnTo>
                              <a:lnTo>
                                <a:pt x="331" y="609"/>
                              </a:lnTo>
                              <a:lnTo>
                                <a:pt x="337" y="603"/>
                              </a:lnTo>
                              <a:lnTo>
                                <a:pt x="337" y="609"/>
                              </a:lnTo>
                              <a:lnTo>
                                <a:pt x="331" y="609"/>
                              </a:lnTo>
                              <a:lnTo>
                                <a:pt x="324" y="615"/>
                              </a:lnTo>
                              <a:lnTo>
                                <a:pt x="245" y="798"/>
                              </a:lnTo>
                              <a:lnTo>
                                <a:pt x="177" y="981"/>
                              </a:lnTo>
                              <a:lnTo>
                                <a:pt x="147" y="1097"/>
                              </a:lnTo>
                              <a:lnTo>
                                <a:pt x="122" y="1206"/>
                              </a:lnTo>
                              <a:lnTo>
                                <a:pt x="110" y="1273"/>
                              </a:lnTo>
                              <a:lnTo>
                                <a:pt x="104" y="1340"/>
                              </a:lnTo>
                              <a:lnTo>
                                <a:pt x="104" y="1474"/>
                              </a:lnTo>
                              <a:lnTo>
                                <a:pt x="104" y="1554"/>
                              </a:lnTo>
                              <a:lnTo>
                                <a:pt x="110" y="1627"/>
                              </a:lnTo>
                              <a:lnTo>
                                <a:pt x="110" y="1651"/>
                              </a:lnTo>
                              <a:lnTo>
                                <a:pt x="110" y="1676"/>
                              </a:lnTo>
                              <a:lnTo>
                                <a:pt x="135" y="1828"/>
                              </a:lnTo>
                              <a:lnTo>
                                <a:pt x="171" y="1980"/>
                              </a:lnTo>
                              <a:lnTo>
                                <a:pt x="214" y="2126"/>
                              </a:lnTo>
                              <a:lnTo>
                                <a:pt x="275" y="2273"/>
                              </a:lnTo>
                              <a:lnTo>
                                <a:pt x="294" y="2315"/>
                              </a:lnTo>
                              <a:lnTo>
                                <a:pt x="312" y="2352"/>
                              </a:lnTo>
                              <a:lnTo>
                                <a:pt x="343" y="2413"/>
                              </a:lnTo>
                              <a:lnTo>
                                <a:pt x="367" y="2468"/>
                              </a:lnTo>
                              <a:lnTo>
                                <a:pt x="318" y="2388"/>
                              </a:lnTo>
                              <a:lnTo>
                                <a:pt x="269" y="2309"/>
                              </a:lnTo>
                              <a:lnTo>
                                <a:pt x="349" y="2461"/>
                              </a:lnTo>
                              <a:lnTo>
                                <a:pt x="441" y="2602"/>
                              </a:lnTo>
                              <a:lnTo>
                                <a:pt x="490" y="2675"/>
                              </a:lnTo>
                              <a:lnTo>
                                <a:pt x="545" y="2742"/>
                              </a:lnTo>
                              <a:lnTo>
                                <a:pt x="581" y="2784"/>
                              </a:lnTo>
                              <a:lnTo>
                                <a:pt x="612" y="2821"/>
                              </a:lnTo>
                              <a:lnTo>
                                <a:pt x="643" y="2851"/>
                              </a:lnTo>
                              <a:lnTo>
                                <a:pt x="667" y="2882"/>
                              </a:lnTo>
                              <a:lnTo>
                                <a:pt x="686" y="2894"/>
                              </a:lnTo>
                              <a:lnTo>
                                <a:pt x="698" y="2906"/>
                              </a:lnTo>
                              <a:lnTo>
                                <a:pt x="704" y="2918"/>
                              </a:lnTo>
                              <a:lnTo>
                                <a:pt x="710" y="2925"/>
                              </a:lnTo>
                              <a:lnTo>
                                <a:pt x="716" y="2931"/>
                              </a:lnTo>
                              <a:lnTo>
                                <a:pt x="722" y="2937"/>
                              </a:lnTo>
                              <a:lnTo>
                                <a:pt x="722" y="2943"/>
                              </a:lnTo>
                              <a:lnTo>
                                <a:pt x="716" y="2943"/>
                              </a:lnTo>
                              <a:lnTo>
                                <a:pt x="710" y="2937"/>
                              </a:lnTo>
                              <a:lnTo>
                                <a:pt x="716" y="2943"/>
                              </a:lnTo>
                              <a:lnTo>
                                <a:pt x="722" y="2949"/>
                              </a:lnTo>
                              <a:lnTo>
                                <a:pt x="618" y="2845"/>
                              </a:lnTo>
                              <a:lnTo>
                                <a:pt x="520" y="2736"/>
                              </a:lnTo>
                              <a:lnTo>
                                <a:pt x="435" y="2614"/>
                              </a:lnTo>
                              <a:lnTo>
                                <a:pt x="349" y="2498"/>
                              </a:lnTo>
                              <a:lnTo>
                                <a:pt x="373" y="2553"/>
                              </a:lnTo>
                              <a:lnTo>
                                <a:pt x="410" y="2602"/>
                              </a:lnTo>
                              <a:lnTo>
                                <a:pt x="447" y="2650"/>
                              </a:lnTo>
                              <a:lnTo>
                                <a:pt x="484" y="2705"/>
                              </a:lnTo>
                              <a:lnTo>
                                <a:pt x="349" y="2504"/>
                              </a:lnTo>
                              <a:lnTo>
                                <a:pt x="226" y="2303"/>
                              </a:lnTo>
                              <a:lnTo>
                                <a:pt x="159" y="2157"/>
                              </a:lnTo>
                              <a:lnTo>
                                <a:pt x="104" y="2011"/>
                              </a:lnTo>
                              <a:lnTo>
                                <a:pt x="61" y="1858"/>
                              </a:lnTo>
                              <a:lnTo>
                                <a:pt x="24" y="1706"/>
                              </a:lnTo>
                              <a:lnTo>
                                <a:pt x="18" y="1700"/>
                              </a:lnTo>
                              <a:lnTo>
                                <a:pt x="18" y="1706"/>
                              </a:lnTo>
                              <a:lnTo>
                                <a:pt x="18" y="1712"/>
                              </a:lnTo>
                              <a:lnTo>
                                <a:pt x="18" y="1688"/>
                              </a:lnTo>
                              <a:lnTo>
                                <a:pt x="18" y="1676"/>
                              </a:lnTo>
                              <a:lnTo>
                                <a:pt x="12" y="1663"/>
                              </a:lnTo>
                              <a:lnTo>
                                <a:pt x="18" y="1657"/>
                              </a:lnTo>
                              <a:lnTo>
                                <a:pt x="6" y="1627"/>
                              </a:lnTo>
                              <a:lnTo>
                                <a:pt x="0" y="1590"/>
                              </a:lnTo>
                              <a:lnTo>
                                <a:pt x="0" y="1517"/>
                              </a:lnTo>
                              <a:lnTo>
                                <a:pt x="0" y="1499"/>
                              </a:lnTo>
                              <a:lnTo>
                                <a:pt x="0" y="1474"/>
                              </a:lnTo>
                              <a:lnTo>
                                <a:pt x="0" y="1304"/>
                              </a:lnTo>
                              <a:lnTo>
                                <a:pt x="6" y="1219"/>
                              </a:lnTo>
                              <a:lnTo>
                                <a:pt x="18" y="1133"/>
                              </a:lnTo>
                              <a:lnTo>
                                <a:pt x="18" y="1115"/>
                              </a:lnTo>
                              <a:lnTo>
                                <a:pt x="31" y="1091"/>
                              </a:lnTo>
                              <a:lnTo>
                                <a:pt x="37" y="1060"/>
                              </a:lnTo>
                              <a:lnTo>
                                <a:pt x="37" y="1024"/>
                              </a:lnTo>
                              <a:lnTo>
                                <a:pt x="37" y="1036"/>
                              </a:lnTo>
                              <a:lnTo>
                                <a:pt x="37" y="1030"/>
                              </a:lnTo>
                              <a:lnTo>
                                <a:pt x="43" y="1024"/>
                              </a:lnTo>
                              <a:lnTo>
                                <a:pt x="43" y="1017"/>
                              </a:lnTo>
                              <a:lnTo>
                                <a:pt x="49" y="1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畫布 2" o:spid="_x0000_s1026" editas="canvas" style="position:absolute;margin-left:0;margin-top:0;width:61.25pt;height:45.7pt;z-index:251657728;mso-position-horizontal-relative:char;mso-position-vertical-relative:line" coordsize="7778,5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778;height:5803;visibility:visible;mso-wrap-style:square">
                <v:fill o:detectmouseclick="t"/>
                <v:path o:connecttype="none"/>
              </v:shape>
              <v:shape id="Freeform 4" o:spid="_x0000_s1028" style="position:absolute;left:4207;top:324;width:1528;height:94;visibility:visible;mso-wrap-style:square;v-text-anchor:top" coordsize="77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sXvMMA&#10;AADaAAAADwAAAGRycy9kb3ducmV2LnhtbESPT4vCMBTE7wt+h/AEL4umFnZXqlFEULyJ1j/XZ/Ns&#10;i81LaWKt334jLOxxmJnfMLNFZyrRUuNKywrGowgEcWZ1ybmCY7oeTkA4j6yxskwKXuRgMe99zDDR&#10;9sl7ag8+FwHCLkEFhfd1IqXLCjLoRrYmDt7NNgZ9kE0udYPPADeVjKPoWxosOSwUWNOqoOx+eBgF&#10;102a7r7GbZtfNqfj9nQ//+BnrNSg3y2nIDx1/j/8195qBTG8r4Qb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sXvMMAAADaAAAADwAAAAAAAAAAAAAAAACYAgAAZHJzL2Rv&#10;d25yZXYueG1sUEsFBgAAAAAEAAQA9QAAAIgDAAAAAA==&#10;" path="m276,l502,,643,18,778,48,,48,141,18,276,xe" fillcolor="gray" stroked="f">
                <v:path arrowok="t" o:connecttype="custom" o:connectlocs="54216,0;98609,0;126307,3536;152825,9428;0,9428;27697,3536;54216,0;54216,0" o:connectangles="0,0,0,0,0,0,0,0"/>
              </v:shape>
              <v:shape id="Freeform 5" o:spid="_x0000_s1029" style="position:absolute;left:3679;top:549;width:2585;height:97;visibility:visible;mso-wrap-style:square;v-text-anchor:top" coordsize="1316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vQ/cQA&#10;AADaAAAADwAAAGRycy9kb3ducmV2LnhtbESPzW7CMBCE70h9B2uRuIFDKVACTlQhVa3KCegDLPGS&#10;pI3XaWzy8/Z1pUocRzPzjWaX9qYSLTWutKxgPotAEGdWl5wr+Dy/Tp9BOI+ssbJMCgZykCYPox3G&#10;2nZ8pPbkcxEg7GJUUHhfx1K6rCCDbmZr4uBdbWPQB9nkUjfYBbip5GMUraTBksNCgTXtC8q+Tzej&#10;4LKsN3r99LH+OfTDZRm9tV/yeFVqMu5ftiA89f4e/m+/awUL+LsSboB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r0P3EAAAA2gAAAA8AAAAAAAAAAAAAAAAAmAIAAGRycy9k&#10;b3ducmV2LnhtbFBLBQYAAAAABAAEAPUAAACJAwAAAAA=&#10;" path="m104,l1212,r55,25l1316,49,,49,55,25,104,xe" fillcolor="gray" stroked="f">
                <v:path arrowok="t" o:connecttype="custom" o:connectlocs="20429,0;238077,0;248881,4910;258506,9624;0,9624;10804,4910;20429,0;20429,0" o:connectangles="0,0,0,0,0,0,0,0"/>
              </v:shape>
              <v:shape id="Freeform 6" o:spid="_x0000_s1030" style="position:absolute;left:3343;top:777;width:3257;height:108;visibility:visible;mso-wrap-style:square;v-text-anchor:top" coordsize="165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9R0MQA&#10;AADaAAAADwAAAGRycy9kb3ducmV2LnhtbESPzWrDMBCE74G+g9hCb4nc4gTjRAkm0BKHHvLTB9ha&#10;G8vEWhlLjd0+fVUo5DjMzDfMajPaVtyo941jBc+zBARx5XTDtYKP8+s0A+EDssbWMSn4Jg+b9cNk&#10;hbl2Ax/pdgq1iBD2OSowIXS5lL4yZNHPXEccvYvrLYYo+1rqHocIt618SZKFtNhwXDDY0dZQdT19&#10;WQXltjycL/vRMBa7+edblxXpz7tST49jsQQRaAz38H97pxWk8Hcl3g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PUdDEAAAA2gAAAA8AAAAAAAAAAAAAAAAAmAIAAGRycy9k&#10;b3ducmV2LnhtbFBLBQYAAAAABAAEAPUAAACJAwAAAAA=&#10;" path="m73,l1585,r73,55l,55,73,xe" fillcolor="gray" stroked="f">
                <v:path arrowok="t" o:connecttype="custom" o:connectlocs="14340,0;311346,0;325686,10803;0,10803;14340,0;14340,0" o:connectangles="0,0,0,0,0,0"/>
              </v:shape>
              <v:shape id="Freeform 7" o:spid="_x0000_s1031" style="position:absolute;left:3089;top:1005;width:3764;height:108;visibility:visible;mso-wrap-style:square;v-text-anchor:top" coordsize="191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hvCMMA&#10;AADaAAAADwAAAGRycy9kb3ducmV2LnhtbESPQWvCQBSE70L/w/IKvelGi21N3QQRi/WmSaHXZ/Y1&#10;CWbfhuw2xv56tyB4HGbmG2aZDqYRPXWutqxgOolAEBdW11wq+Mo/xm8gnEfW2FgmBRdykCYPoyXG&#10;2p75QH3mSxEg7GJUUHnfxlK6oiKDbmJb4uD92M6gD7Irpe7wHOCmkbMoepEGaw4LFba0rqg4Zb9G&#10;wabPs9dGr/eLI+786vl72//JrVJPj8PqHYSnwd/Dt/anVjCH/yvhBsj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hvCMMAAADaAAAADwAAAAAAAAAAAAAAAACYAgAAZHJzL2Rv&#10;d25yZXYueG1sUEsFBgAAAAAEAAQA9QAAAIgDAAAAAA==&#10;" path="m55,l1861,r55,55l,55,55,xe" fillcolor="gray" stroked="f">
                <v:path arrowok="t" o:connecttype="custom" o:connectlocs="10804,0;365562,0;376366,10803;0,10803;10804,0;10804,0" o:connectangles="0,0,0,0,0,0"/>
              </v:shape>
              <v:shape id="Freeform 8" o:spid="_x0000_s1032" style="position:absolute;left:2897;top:1233;width:4149;height:106;visibility:visible;mso-wrap-style:square;v-text-anchor:top" coordsize="2112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ABsIA&#10;AADaAAAADwAAAGRycy9kb3ducmV2LnhtbESPwWrDMBBE74X+g9hCbrXcHEJxrISQtCHX2g74uFhb&#10;y9RaGUt17Hx9VSj0OMzMGybfz7YXE42+c6zgJUlBEDdOd9wqqMr351cQPiBr7B2TgoU87HePDzlm&#10;2t34g6YitCJC2GeowIQwZFL6xpBFn7iBOHqfbrQYohxbqUe8Rbjt5TpNN9Jix3HB4EBHQ81X8W0V&#10;lG/leTlcfFWb66ms78s8TWSUWj3Nhy2IQHP4D/+1L1rBBn6vxBs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EAGwgAAANoAAAAPAAAAAAAAAAAAAAAAAJgCAABkcnMvZG93&#10;bnJldi54bWxQSwUGAAAAAAQABAD1AAAAhwMAAAAA&#10;" path="m43,l2069,r24,30l2112,54,,54,25,30,43,xe" fillcolor="gray" stroked="f">
                <v:path arrowok="t" o:connecttype="custom" o:connectlocs="8447,0;406420,0;411135,5892;414867,10606;0,10606;4911,5892;8447,0;8447,0" o:connectangles="0,0,0,0,0,0,0,0"/>
              </v:shape>
              <v:shape id="Freeform 9" o:spid="_x0000_s1033" style="position:absolute;left:2740;top:1459;width:4461;height:108;visibility:visible;mso-wrap-style:square;v-text-anchor:top" coordsize="227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AsVsIA&#10;AADaAAAADwAAAGRycy9kb3ducmV2LnhtbESPT4vCMBTE74LfITxhb5oqsivVKCrK7tH/Xh/Ns602&#10;L6WJtvrpN8LCHoeZ+Q0zmTWmEA+qXG5ZQb8XgSBOrM45VXDYr7sjEM4jaywsk4InOZhN260JxtrW&#10;vKXHzqciQNjFqCDzvoyldElGBl3PlsTBu9jKoA+ySqWusA5wU8hBFH1KgzmHhQxLWmaU3HZ3o+C6&#10;vR9fx8MoWtULmQzlZv59OtdKfXSa+RiEp8b/h//aP1rBF7yvhBsgp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CxWwgAAANoAAAAPAAAAAAAAAAAAAAAAAJgCAABkcnMvZG93&#10;bnJldi54bWxQSwUGAAAAAAQABAD1AAAAhwMAAAAA&#10;" path="m37,l2234,r37,55l,55,37,xe" fillcolor="gray" stroked="f">
                <v:path arrowok="t" o:connecttype="custom" o:connectlocs="7268,0;438832,0;446100,10803;0,10803;7268,0;7268,0" o:connectangles="0,0,0,0,0,0"/>
              </v:shape>
              <v:shape id="Freeform 10" o:spid="_x0000_s1034" style="position:absolute;left:2620;top:1698;width:4701;height:97;visibility:visible;mso-wrap-style:square;v-text-anchor:top" coordsize="2393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XrI8EA&#10;AADaAAAADwAAAGRycy9kb3ducmV2LnhtbERPTWuDQBC9B/oflinkEuraBpJiXcUWhJBLiMmhx6k7&#10;Vak7K+7WmH+fPQRyfLzvNJ9NLyYaXWdZwWsUgyCure64UXA+lS/vIJxH1thbJgVXcpBnT4sUE20v&#10;fKSp8o0IIewSVNB6PyRSurolgy6yA3Hgfu1o0Ac4NlKPeAnhppdvcbyRBjsODS0O9NVS/Vf9GwX7&#10;7+pnhcfDdiqvxac9VOzOZq3U8nkuPkB4mv1DfHfvtIKwNVwJN0B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F6yPBAAAA2gAAAA8AAAAAAAAAAAAAAAAAmAIAAGRycy9kb3du&#10;cmV2LnhtbFBLBQYAAAAABAAEAPUAAACGAwAAAAA=&#10;" path="m25,l2369,r12,25l2393,49,,49,13,25,25,xe" fillcolor="gray" stroked="f">
                <v:path arrowok="t" o:connecttype="custom" o:connectlocs="4911,0;465350,0;467707,4910;470064,9624;0,9624;2554,4910;4911,0;4911,0" o:connectangles="0,0,0,0,0,0,0,0"/>
              </v:shape>
              <v:shape id="Freeform 11" o:spid="_x0000_s1035" style="position:absolute;left:2524;top:1926;width:4893;height:97;visibility:visible;mso-wrap-style:square;v-text-anchor:top" coordsize="2491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2Gj8EA&#10;AADaAAAADwAAAGRycy9kb3ducmV2LnhtbESPT4vCMBTE78J+h/AWvNl0PYh2jUUExYOI1mXPj+b1&#10;D9u8dJtY67c3guBxmJnfMMt0MI3oqXO1ZQVfUQyCOLe65lLBz2U7mYNwHlljY5kU3MlBuvoYLTHR&#10;9sZn6jNfigBhl6CCyvs2kdLlFRl0kW2Jg1fYzqAPsiul7vAW4KaR0zieSYM1h4UKW9pUlP9lV6Pg&#10;1O7wKLPFIavdURdoZP77Xyg1/hzW3yA8Df4dfrX3WsECnlfCDZ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dho/BAAAA2gAAAA8AAAAAAAAAAAAAAAAAmAIAAGRycy9kb3du&#10;cmV2LnhtbFBLBQYAAAAABAAEAPUAAACGAwAAAAA=&#10;" path="m19,l2473,r12,24l2491,49,,49,13,24,19,xe" fillcolor="gray" stroked="f">
                <v:path arrowok="t" o:connecttype="custom" o:connectlocs="3732,0;485779,0;488136,4714;489315,9624;0,9624;2554,4714;3732,0;3732,0" o:connectangles="0,0,0,0,0,0,0,0"/>
              </v:shape>
              <v:shape id="Freeform 12" o:spid="_x0000_s1036" style="position:absolute;left:2453;top:2154;width:5036;height:94;visibility:visible;mso-wrap-style:square;v-text-anchor:top" coordsize="2564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Ep7McA&#10;AADbAAAADwAAAGRycy9kb3ducmV2LnhtbESPT2sCQQzF7wW/wxChtzprC7VdHUULpf4pgrYUvIWd&#10;uLu4k9nOTHX77c2h0FvCe3nvl8msc406U4i1ZwPDQQaKuPC25tLA58fr3ROomJAtNp7JwC9FmE17&#10;NxPMrb/wjs77VCoJ4ZijgSqlNtc6FhU5jAPfEot29MFhkjWU2ga8SLhr9H2WPWqHNUtDhS29VFSc&#10;9j/OQPe9fi8etsvR12azCjx8Ozwv9MqY2343H4NK1KV/89/10gq+0MsvMoCe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hKezHAAAA2wAAAA8AAAAAAAAAAAAAAAAAmAIAAGRy&#10;cy9kb3ducmV2LnhtbFBLBQYAAAAABAAEAPUAAACMAwAAAAA=&#10;" path="m18,l2546,r12,24l2564,48,,48,12,24,18,xe" fillcolor="gray" stroked="f">
                <v:path arrowok="t" o:connecttype="custom" o:connectlocs="3536,0;500118,0;502475,4714;503654,9428;0,9428;2357,4714;3536,0;3536,0" o:connectangles="0,0,0,0,0,0,0,0"/>
              </v:shape>
              <v:shape id="Freeform 13" o:spid="_x0000_s1037" style="position:absolute;left:2404;top:2380;width:5135;height:108;visibility:visible;mso-wrap-style:square;v-text-anchor:top" coordsize="261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6FcIA&#10;AADbAAAADwAAAGRycy9kb3ducmV2LnhtbERPzWrCQBC+C32HZQq96SYVSkldQ0nVipeq9QGG7JhN&#10;zc6G7GrSPn1XELzNx/c7s3ywjbhQ52vHCtJJAoK4dLrmSsHhezl+BeEDssbGMSn4JQ/5/GE0w0y7&#10;nnd02YdKxBD2GSowIbSZlL40ZNFPXEscuaPrLIYIu0rqDvsYbhv5nCQv0mLNscFgS4Wh8rQ/WwW2&#10;SD4W69PX9HNRmc1qW/zV/fCj1NPj8P4GItAQ7uKbe63j/BSuv8Q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MPoVwgAAANsAAAAPAAAAAAAAAAAAAAAAAJgCAABkcnMvZG93&#10;bnJldi54bWxQSwUGAAAAAAQABAD1AAAAhwMAAAAA&#10;" path="m12,l2601,r6,31l2614,55,,55,6,31,12,xe" fillcolor="gray" stroked="f">
                <v:path arrowok="t" o:connecttype="custom" o:connectlocs="2357,0;510922,0;512101,6089;513476,10803;0,10803;1179,6089;2357,0;2357,0" o:connectangles="0,0,0,0,0,0,0,0"/>
              </v:shape>
              <v:shape id="Freeform 14" o:spid="_x0000_s1038" style="position:absolute;left:2380;top:2608;width:5182;height:108;visibility:visible;mso-wrap-style:square;v-text-anchor:top" coordsize="263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k8cMA&#10;AADbAAAADwAAAGRycy9kb3ducmV2LnhtbERPPWvDMBDdC/kP4gJdTCM7QzBuFFNKAs2WuiXQ7bAu&#10;lol1MpZqO/31UaHQ7R7v87blbDsx0uBbxwqyVQqCuHa65UbB58fhKQfhA7LGzjEpuJGHcrd42GKh&#10;3cTvNFahETGEfYEKTAh9IaWvDVn0K9cTR+7iBoshwqGResAphttOrtN0Iy22HBsM9vRqqL5W31bB&#10;VzVtfvL9mNyOR0rcnE3n8XxS6nE5vzyDCDSHf/Gf+03H+Wv4/SUe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xk8cMAAADbAAAADwAAAAAAAAAAAAAAAACYAgAAZHJzL2Rv&#10;d25yZXYueG1sUEsFBgAAAAAEAAQA9QAAAIgDAAAAAA==&#10;" path="m6,l2632,r6,31l2638,55r-1163,l1457,37,1432,25,1371,12r-61,13l1285,37r-24,18l,55,6,31,6,xe" fillcolor="gray" stroked="f">
                <v:path arrowok="t" o:connecttype="custom" o:connectlocs="1179,0;517011,0;518190,6089;518190,10803;289739,10803;286203,7267;281292,4910;269310,2357;257327,4910;252416,7267;247702,10803;0,10803;1179,6089;1179,0;1179,0" o:connectangles="0,0,0,0,0,0,0,0,0,0,0,0,0,0,0"/>
              </v:shape>
              <v:shape id="Freeform 15" o:spid="_x0000_s1039" style="position:absolute;left:2380;top:2836;width:5182;height:108;visibility:visible;mso-wrap-style:square;v-text-anchor:top" coordsize="263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8jtcIA&#10;AADbAAAADwAAAGRycy9kb3ducmV2LnhtbERPTWvCQBC9F/wPyxS8FLNpA0XSrKJiwYNQarx4G7PT&#10;JDQ7G7PbJP77riB4m8f7nGw5mkb01LnasoLXKAZBXFhdc6ngmH/O5iCcR9bYWCYFV3KwXEyeMky1&#10;Hfib+oMvRQhhl6KCyvs2ldIVFRl0kW2JA/djO4M+wK6UusMhhJtGvsXxuzRYc2iosKVNRcXv4c8o&#10;2JqX5GLn5Zrl1wmH7Tnf61Wu1PR5XH2A8DT6h/ju3ukwP4HbL+E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yO1wgAAANsAAAAPAAAAAAAAAAAAAAAAAJgCAABkcnMvZG93&#10;bnJldi54bWxQSwUGAAAAAAQABAD1AAAAhwMAAAAA&#10;" path="m1518,l2638,r,18l2638,30r,25l1524,55r,-6l1524,24,1518,xm,l1218,r,24l1212,49r,6l,55,,30,,18,,xe" fillcolor="gray" stroked="f">
                <v:path arrowok="t" o:connecttype="custom" o:connectlocs="298185,0;518190,0;518190,3536;518190,5893;518190,10803;299364,10803;299364,9624;299364,4714;298185,0;298185,0;0,0;239255,0;239255,4714;238077,9624;238077,10803;0,10803;0,5893;0,3536;0,0;0,0" o:connectangles="0,0,0,0,0,0,0,0,0,0,0,0,0,0,0,0,0,0,0,0"/>
                <o:lock v:ext="edit" verticies="t"/>
              </v:shape>
              <v:shape id="Freeform 16" o:spid="_x0000_s1040" style="position:absolute;left:2380;top:3063;width:5182;height:109;visibility:visible;mso-wrap-style:square;v-text-anchor:top" coordsize="263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a7wcEA&#10;AADbAAAADwAAAGRycy9kb3ducmV2LnhtbERPTYvCMBC9C/6HMIIX0VR3EalG0cWFPQiL1ou3sRnb&#10;YjPpNllb/70RBG/zeJ+zWLWmFDeqXWFZwXgUgSBOrS44U3BMvoczEM4jaywtk4I7OVgtu50Fxto2&#10;vKfbwWcihLCLUUHufRVL6dKcDLqRrYgDd7G1QR9gnUldYxPCTSknUTSVBgsODTlW9JVTej38GwVb&#10;M/j4s7Nsw/L3hM32nOz0OlGq32vXcxCeWv8Wv9w/Osz/hO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mu8HBAAAA2wAAAA8AAAAAAAAAAAAAAAAAmAIAAGRycy9kb3du&#10;cmV2LnhtbFBLBQYAAAAABAAEAPUAAACGAwAAAAA=&#10;" path="m1512,l2638,r,30l2632,55r-1163,l1493,30,1512,xm,l1230,r18,30l1273,55,6,55,6,30,,xe" fillcolor="gray" stroked="f">
                <v:path arrowok="t" o:connecttype="custom" o:connectlocs="297007,0;518190,0;518190,5893;517011,10803;288560,10803;293274,5893;297007,0;297007,0;0,0;241612,0;245148,5893;250059,10803;1179,10803;1179,5893;0,0;0,0" o:connectangles="0,0,0,0,0,0,0,0,0,0,0,0,0,0,0,0"/>
                <o:lock v:ext="edit" verticies="t"/>
              </v:shape>
              <v:shape id="Freeform 17" o:spid="_x0000_s1041" style="position:absolute;left:2404;top:3291;width:5135;height:106;visibility:visible;mso-wrap-style:square;v-text-anchor:top" coordsize="261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CG5sMA&#10;AADbAAAADwAAAGRycy9kb3ducmV2LnhtbERPS2vCQBC+C/6HZQRvurFQkdRViliseCi1LfQ4ZKd5&#10;mJ0N2TFGf71bKPQ2H99zluve1aqjNpSeDcymCSjizNuScwOfHy+TBaggyBZrz2TgSgHWq+Fgian1&#10;F36n7ii5iiEcUjRQiDSp1iEryGGY+oY4cj++dSgRtrm2LV5iuKv1Q5LMtcOSY0OBDW0Kyk7HszPw&#10;vZXDTrrZvjpsu8Xt7aua35rKmPGof34CJdTLv/jP/Wrj/Ef4/SUeo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CG5sMAAADbAAAADwAAAAAAAAAAAAAAAACYAgAAZHJzL2Rv&#10;d25yZXYueG1sUEsFBgAAAAAEAAQA9QAAAIgDAAAAAA==&#10;" path="m,l2614,r-7,30l2601,54,12,54,6,30,,xe" fillcolor="gray" stroked="f">
                <v:path arrowok="t" o:connecttype="custom" o:connectlocs="0,0;513476,0;512101,5892;510922,10606;2357,10606;1179,5892;0,0;0,0" o:connectangles="0,0,0,0,0,0,0,0"/>
              </v:shape>
              <v:shape id="Freeform 18" o:spid="_x0000_s1042" style="position:absolute;left:2453;top:3529;width:5036;height:96;visibility:visible;mso-wrap-style:square;v-text-anchor:top" coordsize="2564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9lnMEA&#10;AADbAAAADwAAAGRycy9kb3ducmV2LnhtbERPzWoCMRC+F3yHMEJvNWsRW1ajiOBiD6VofYBxM25W&#10;k8mSpLq+vSkUepuP73fmy95ZcaUQW88KxqMCBHHtdcuNgsP35uUdREzIGq1nUnCnCMvF4GmOpfY3&#10;3tF1nxqRQziWqMCk1JVSxtqQwzjyHXHmTj44TBmGRuqAtxzurHwtiql02HJuMNjR2lB92f84BedP&#10;y8fJm/mwh3Z3DOtT9VXpSqnnYb+agUjUp3/xn3ur8/wp/P6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PZZzBAAAA2wAAAA8AAAAAAAAAAAAAAAAAmAIAAGRycy9kb3du&#10;cmV2LnhtbFBLBQYAAAAABAAEAPUAAACGAwAAAAA=&#10;" path="m,l2564,r-6,25l2552,49,18,49,12,25,,xe" fillcolor="gray" stroked="f">
                <v:path arrowok="t" o:connecttype="custom" o:connectlocs="0,0;503654,0;502475,4910;501297,9624;3536,9624;2357,4910;0,0;0,0" o:connectangles="0,0,0,0,0,0,0,0"/>
              </v:shape>
              <v:shape id="Freeform 19" o:spid="_x0000_s1043" style="position:absolute;left:2524;top:3757;width:4893;height:96;visibility:visible;mso-wrap-style:square;v-text-anchor:top" coordsize="2491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f+Db8A&#10;AADbAAAADwAAAGRycy9kb3ducmV2LnhtbERPS4vCMBC+C/6HMII3Td2Dj2oUEXbZg4hW8Tw00wc2&#10;k26Tbeu/N8LC3ubje85m15tKtNS40rKC2TQCQZxaXXKu4Hb9nCxBOI+ssbJMCp7kYLcdDjYYa9vx&#10;hdrE5yKEsItRQeF9HUvp0oIMuqmtiQOX2cagD7DJpW6wC+Gmkh9RNJcGSw4NBdZ0KCh9JL9Gwbn+&#10;wpNMVsekdCedoZHp/SdTajzq92sQnnr/L/5zf+swfwHvX8IB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t/4NvwAAANsAAAAPAAAAAAAAAAAAAAAAAJgCAABkcnMvZG93bnJl&#10;di54bWxQSwUGAAAAAAQABAD1AAAAhAMAAAAA&#10;" path="m,l2491,r-6,25l2473,49,19,49,13,25,,xe" fillcolor="gray" stroked="f">
                <v:path arrowok="t" o:connecttype="custom" o:connectlocs="0,0;489315,0;488136,4910;485779,9624;3732,9624;2554,4910;0,0;0,0" o:connectangles="0,0,0,0,0,0,0,0"/>
              </v:shape>
              <v:shape id="Freeform 20" o:spid="_x0000_s1044" style="position:absolute;left:2620;top:3985;width:4701;height:108;visibility:visible;mso-wrap-style:square;v-text-anchor:top" coordsize="2393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8o/8QA&#10;AADbAAAADwAAAGRycy9kb3ducmV2LnhtbESPQWvCQBCF74L/YRnBm24sVCR1lSIIFgqilvQ6zU6T&#10;YHY2Zjca/fWdQ8HbDO/Ne98s172r1ZXaUHk2MJsmoIhzbysuDHydtpMFqBCRLdaeycCdAqxXw8ES&#10;U+tvfKDrMRZKQjikaKCMsUm1DnlJDsPUN8Si/frWYZS1LbRt8SbhrtYvSTLXDiuWhhIb2pSUn4+d&#10;M8CLnz1lr3m2u8w/uqL7Th6f97Mx41H//gYqUh+f5v/rnRV8gZVfZAC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/KP/EAAAA2wAAAA8AAAAAAAAAAAAAAAAAmAIAAGRycy9k&#10;b3ducmV2LnhtbFBLBQYAAAAABAAEAPUAAACJAwAAAAA=&#10;" path="m,l2393,r-12,30l2369,55,25,55,13,30,,xe" fillcolor="gray" stroked="f">
                <v:path arrowok="t" o:connecttype="custom" o:connectlocs="0,0;470064,0;467707,5893;465350,10803;4911,10803;2554,5893;0,0;0,0" o:connectangles="0,0,0,0,0,0,0,0"/>
              </v:shape>
              <v:shape id="Freeform 21" o:spid="_x0000_s1045" style="position:absolute;left:2740;top:4212;width:4461;height:107;visibility:visible;mso-wrap-style:square;v-text-anchor:top" coordsize="2271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3yqL4A&#10;AADbAAAADwAAAGRycy9kb3ducmV2LnhtbERPTwsBQRS/K99hesqNWQ5iGUIpRcpycHztPLubnTdr&#10;Z7C+vVHK7f36/X2zRWNK8aTaFZYVDPoRCOLU6oIzBefTpjcG4TyyxtIyKXiTg8W83ZphrO2Lj/RM&#10;fCZCCLsYFeTeV7GULs3JoOvbijhwV1sb9AHWmdQ1vkK4KeUwikbSYMGhIceK1jmlt+RhFKzWl3tW&#10;0G5kx83+vdkdH0lVHpTqdprlFISnxv/FP/dWh/kT+P4SDp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zd8qi+AAAA2wAAAA8AAAAAAAAAAAAAAAAAmAIAAGRycy9kb3ducmV2&#10;LnhtbFBLBQYAAAAABAAEAPUAAACDAwAAAAA=&#10;" path="m,l2271,r-12,30l2241,54,31,54,19,30,,xe" fillcolor="gray" stroked="f">
                <v:path arrowok="t" o:connecttype="custom" o:connectlocs="0,0;446100,0;443743,5892;440207,10606;6089,10606;3732,5892;0,0;0,0" o:connectangles="0,0,0,0,0,0,0,0"/>
              </v:shape>
              <v:shape id="Freeform 22" o:spid="_x0000_s1046" style="position:absolute;left:2897;top:4438;width:4149;height:108;visibility:visible;mso-wrap-style:square;v-text-anchor:top" coordsize="2112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My98EA&#10;AADbAAAADwAAAGRycy9kb3ducmV2LnhtbERPz2vCMBS+D/Y/hDfwtqarMGo1igyGwuhhWjw/mtem&#10;2LyUJrPVv345DHb8+H5vdrPtxY1G3zlW8JakIIhrpztuFVTnz9cchA/IGnvHpOBOHnbb56cNFtpN&#10;/E23U2hFDGFfoAITwlBI6WtDFn3iBuLINW60GCIcW6lHnGK47WWWpu/SYsexweBAH4bq6+nHKihX&#10;eVNO50f1lXUHvzR0aStplVq8zPs1iEBz+Bf/uY9aQRbXxy/x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DMvfBAAAA2wAAAA8AAAAAAAAAAAAAAAAAmAIAAGRycy9kb3du&#10;cmV2LnhtbFBLBQYAAAAABAAEAPUAAACGAwAAAAA=&#10;" path="m,l2112,r-37,55l43,55,18,31,,xe" fillcolor="gray" stroked="f">
                <v:path arrowok="t" o:connecttype="custom" o:connectlocs="0,0;414867,0;407599,10803;8447,10803;3536,6089;0,0;0,0" o:connectangles="0,0,0,0,0,0,0"/>
              </v:shape>
              <v:shape id="Freeform 23" o:spid="_x0000_s1047" style="position:absolute;left:3089;top:4666;width:3764;height:108;visibility:visible;mso-wrap-style:square;v-text-anchor:top" coordsize="191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5WN8QA&#10;AADbAAAADwAAAGRycy9kb3ducmV2LnhtbESPQWvCQBSE74L/YXlCb83GFGqNriJisb1pUvD6zL4m&#10;odm3IbsmaX99t1DwOMzMN8x6O5pG9NS52rKCeRSDIC6srrlU8JG/Pr6AcB5ZY2OZFHyTg+1mOllj&#10;qu3AZ+ozX4oAYZeigsr7NpXSFRUZdJFtiYP3aTuDPsiulLrDIcBNI5M4fpYGaw4LFba0r6j4ym5G&#10;waHPs0Wj96flFd/97uly7H/kUamH2bhbgfA0+nv4v/2mFSRz+Ps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uVjfEAAAA2wAAAA8AAAAAAAAAAAAAAAAAmAIAAGRycy9k&#10;b3ducmV2LnhtbFBLBQYAAAAABAAEAPUAAACJAwAAAAA=&#10;" path="m,l1916,r-25,31l1867,55,55,55,,xe" fillcolor="gray" stroked="f">
                <v:path arrowok="t" o:connecttype="custom" o:connectlocs="0,0;376366,0;371455,6089;366741,10803;10804,10803;0,0;0,0" o:connectangles="0,0,0,0,0,0,0"/>
              </v:shape>
              <v:shape id="Freeform 24" o:spid="_x0000_s1048" style="position:absolute;left:3343;top:4894;width:3268;height:108;visibility:visible;mso-wrap-style:square;v-text-anchor:top" coordsize="16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0Q48MA&#10;AADbAAAADwAAAGRycy9kb3ducmV2LnhtbESPT4vCMBTE74LfITzBi2hqF1SqUUQUvOyKf0CPj+bZ&#10;FpuX0kRbv/1mYcHjMDO/YRar1pTiRbUrLCsYjyIQxKnVBWcKLufdcAbCeWSNpWVS8CYHq2W3s8BE&#10;24aP9Dr5TAQIuwQV5N5XiZQuzcmgG9mKOHh3Wxv0QdaZ1DU2AW5KGUfRRBosOCzkWNEmp/RxehoF&#10;x++vze09HRjnrz/7Z7s96HMjler32vUchKfWf8L/7b1WEMfw9yX8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0Q48MAAADbAAAADwAAAAAAAAAAAAAAAACYAgAAZHJzL2Rv&#10;d25yZXYueG1sUEsFBgAAAAAEAAQA9QAAAIgDAAAAAA==&#10;" path="m,l1664,r-73,55l67,55,30,30,,xe" fillcolor="gray" stroked="f">
                <v:path arrowok="t" o:connecttype="custom" o:connectlocs="0,0;326865,0;312525,10803;13161,10803;5893,5893;0,0;0,0" o:connectangles="0,0,0,0,0,0,0"/>
              </v:shape>
              <v:shape id="Freeform 25" o:spid="_x0000_s1049" style="position:absolute;left:3667;top:5134;width:2609;height:96;visibility:visible;mso-wrap-style:square;v-text-anchor:top" coordsize="132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FysIA&#10;AADbAAAADwAAAGRycy9kb3ducmV2LnhtbESPzWrDMBCE74W8g9hCb7VcF0xwrZhiHMilhPw8wGKt&#10;f4i1MpYSO336qFDIcZiZb5i8WMwgbjS53rKCjygGQVxb3XOr4Hzavq9BOI+scbBMCu7koNisXnLM&#10;tJ35QLejb0WAsMtQQef9mEnp6o4MusiOxMFr7GTQBzm1Uk84B7gZZBLHqTTYc1jocKSyo/pyvBoF&#10;+x+8V9UlmdGmv1Xq5r7xulTq7XX5/gLhafHP8H97pxUkn/D3Jfw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qcXKwgAAANsAAAAPAAAAAAAAAAAAAAAAAJgCAABkcnMvZG93&#10;bnJldi54bWxQSwUGAAAAAAQABAD1AAAAhwMAAAAA&#10;" path="m,l1328,r-49,24l1224,49,104,49,55,24,,xe" fillcolor="gray" stroked="f">
                <v:path arrowok="t" o:connecttype="custom" o:connectlocs="0,0;260863,0;251238,4714;240434,9624;20429,9624;10804,4714;0,0;0,0" o:connectangles="0,0,0,0,0,0,0,0"/>
              </v:shape>
              <v:shape id="Freeform 26" o:spid="_x0000_s1050" style="position:absolute;left:4195;top:5361;width:1564;height:95;visibility:visible;mso-wrap-style:square;v-text-anchor:top" coordsize="796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cC2cUA&#10;AADbAAAADwAAAGRycy9kb3ducmV2LnhtbESPT2sCMRTE7wW/Q3hCL0WTSimyGqWIbT2Uguuf8+vm&#10;dTd087Jsorv66ZtCweMwM79h5sve1eJMbbCeNTyOFQjiwhvLpYb97nU0BREissHaM2m4UIDlYnA3&#10;x8z4jrd0zmMpEoRDhhqqGJtMylBU5DCMfUOcvG/fOoxJtqU0LXYJ7mo5UepZOrScFipsaFVR8ZOf&#10;nIYH+/b5ccjDNe/UcWPd+9p9nZTW98P+ZQYiUh9v4f/2xmiYPMHfl/Q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wLZxQAAANsAAAAPAAAAAAAAAAAAAAAAAJgCAABkcnMv&#10;ZG93bnJldi54bWxQSwUGAAAAAAQABAD1AAAAigMAAAAA&#10;" path="m,l796,,667,30,539,48r-288,l122,30,,xe" fillcolor="gray" stroked="f">
                <v:path arrowok="t" o:connecttype="custom" o:connectlocs="0,0;156361,0;131021,5893;105878,9428;49305,9428;23965,5893;0,0;0,0" o:connectangles="0,0,0,0,0,0,0,0"/>
              </v:shape>
              <v:shape id="Freeform 27" o:spid="_x0000_s1051" style="position:absolute;left:4400;top:394;width:1526;height:108;visibility:visible;mso-wrap-style:square;v-text-anchor:top" coordsize="777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YJ8QA&#10;AADbAAAADwAAAGRycy9kb3ducmV2LnhtbESPQWvCQBSE74L/YXlCb7qJ0KKpaxBFkNKLMVB6e2Rf&#10;k22zb8Puqum/7xYKPQ4z3wyzKUfbixv5YBwryBcZCOLGacOtgvpynK9AhIissXdMCr4pQLmdTjZY&#10;aHfnM92q2IpUwqFABV2MQyFlaDqyGBZuIE7eh/MWY5K+ldrjPZXbXi6z7ElaNJwWOhxo31HzVV2t&#10;guXa1cf3/Ut9+Dzna1O9rTLjX5V6mI27ZxCRxvgf/qNPOnGP8Psl/Q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M2CfEAAAA2wAAAA8AAAAAAAAAAAAAAAAAmAIAAGRycy9k&#10;b3ducmV2LnhtbFBLBQYAAAAABAAEAPUAAACJAwAAAAA=&#10;" path="m276,l502,,643,24,777,55,,55,141,24,276,xe" fillcolor="gray" stroked="f">
                <v:path arrowok="t" o:connecttype="custom" o:connectlocs="54216,0;98610,0;126307,4714;152629,10803;0,10803;27697,4714;54216,0;54216,0" o:connectangles="0,0,0,0,0,0,0,0"/>
              </v:shape>
              <v:shape id="Freeform 28" o:spid="_x0000_s1052" style="position:absolute;left:3871;top:622;width:2585;height:108;visibility:visible;mso-wrap-style:square;v-text-anchor:top" coordsize="131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8noMUA&#10;AADbAAAADwAAAGRycy9kb3ducmV2LnhtbESPQWvCQBSE7wX/w/KE3urGSEONrkEqQqC9NBbE2yP7&#10;TILZt2F3G9N/3y0Uehxm5htmW0ymFyM531lWsFwkIIhrqztuFHyejk8vIHxA1thbJgXf5KHYzR62&#10;mGt75w8aq9CICGGfo4I2hCGX0tctGfQLOxBH72qdwRCla6R2eI9w08s0STJpsOO40OJAry3Vt+rL&#10;KOgOz2VzWL/VK9+vp5N7v5yr8aLU43zab0AEmsJ/+K9dagVpBr9f4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/yegxQAAANsAAAAPAAAAAAAAAAAAAAAAAJgCAABkcnMv&#10;ZG93bnJldi54bWxQSwUGAAAAAAQABAD1AAAAigMAAAAA&#10;" path="m104,l1212,r55,30l1316,55,,55,55,30,104,xe" fillcolor="gray" stroked="f">
                <v:path arrowok="t" o:connecttype="custom" o:connectlocs="20429,0;238077,0;248881,5893;258506,10803;0,10803;10804,5893;20429,0;20429,0" o:connectangles="0,0,0,0,0,0,0,0"/>
              </v:shape>
              <v:shape id="Freeform 29" o:spid="_x0000_s1053" style="position:absolute;left:3533;top:862;width:3259;height:94;visibility:visible;mso-wrap-style:square;v-text-anchor:top" coordsize="1659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ToBsMA&#10;AADbAAAADwAAAGRycy9kb3ducmV2LnhtbESPQWsCMRSE74L/ITyhNzerxVZXo2hB8NJDt/sDHpvn&#10;ZnHzsiRR1/56Uyj0OMzMN8xmN9hO3MiH1rGCWZaDIK6dbrlRUH0fp0sQISJr7ByTggcF2G3How0W&#10;2t35i25lbESCcChQgYmxL6QMtSGLIXM9cfLOzluMSfpGao/3BLednOf5m7TYclow2NOHofpSXq2C&#10;VSXL83VReTNrD6vl58/r8XFipV4mw34NItIQ/8N/7ZNWMH+H3y/pB8jt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ToBsMAAADbAAAADwAAAAAAAAAAAAAAAACYAgAAZHJzL2Rv&#10;d25yZXYueG1sUEsFBgAAAAAEAAQA9QAAAIgDAAAAAA==&#10;" path="m74,l1592,r37,24l1659,48,,48,37,24,74,xe" fillcolor="gray" stroked="f">
                <v:path arrowok="t" o:connecttype="custom" o:connectlocs="14536,0;312721,0;319989,4714;325882,9428;0,9428;7268,4714;14536,0;14536,0" o:connectangles="0,0,0,0,0,0,0,0"/>
              </v:shape>
              <v:shape id="Freeform 30" o:spid="_x0000_s1054" style="position:absolute;left:3294;top:1088;width:3752;height:96;visibility:visible;mso-wrap-style:square;v-text-anchor:top" coordsize="191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vWeb8A&#10;AADbAAAADwAAAGRycy9kb3ducmV2LnhtbERPzWrCQBC+F/oOyxR6042WSoiuIa206lHbBxiyYxLM&#10;zIbsuqZv3z0Uevz4/jflxL2KNPrOiYHFPANFUjvbSWPg++tjloPyAcVi74QM/JCHcvv4sMHCuruc&#10;KJ5Do1KI+AINtCEMhda+bonRz91AkriLGxlDgmOj7Yj3FM69XmbZSjN2khpaHOi9pfp6vrGBvuYq&#10;52Z/dJ+7t+nFcnzdx2jM89NUrUEFmsK/+M99sAaWaWz6kn6A3v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e9Z5vwAAANsAAAAPAAAAAAAAAAAAAAAAAJgCAABkcnMvZG93bnJl&#10;di54bWxQSwUGAAAAAAQABAD1AAAAhAMAAAAA&#10;" path="m49,l1855,r30,25l1910,49,,49,25,25,49,xe" fillcolor="gray" stroked="f">
                <v:path arrowok="t" o:connecttype="custom" o:connectlocs="9625,0;364383,0;370276,4910;375187,9624;0,9624;4911,4910;9625,0;9625,0" o:connectangles="0,0,0,0,0,0,0,0"/>
              </v:shape>
              <v:shape id="Freeform 31" o:spid="_x0000_s1055" style="position:absolute;left:3089;top:1315;width:4149;height:108;visibility:visible;mso-wrap-style:square;v-text-anchor:top" coordsize="2112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mbasQA&#10;AADbAAAADwAAAGRycy9kb3ducmV2LnhtbESPwWrDMBBE74X+g9hCbo1cB0riRDElEBooPtQxOS/W&#10;xjKxVsZSbadfXxUKPQ4z84bZ5bPtxEiDbx0reFkmIIhrp1tuFFTn4/MahA/IGjvHpOBOHvL948MO&#10;M+0m/qSxDI2IEPYZKjAh9JmUvjZk0S9dTxy9qxsshiiHRuoBpwi3nUyT5FVabDkuGOzpYKi+lV9W&#10;QbFZX4vp/F19pO27Xxm6NJW0Si2e5rctiEBz+A//tU9aQbqB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5m2rEAAAA2wAAAA8AAAAAAAAAAAAAAAAAmAIAAGRycy9k&#10;b3ducmV2LnhtbFBLBQYAAAAABAAEAPUAAACJAwAAAAA=&#10;" path="m43,l2069,r24,31l2112,55,,55,24,31,43,xe" fillcolor="gray" stroked="f">
                <v:path arrowok="t" o:connecttype="custom" o:connectlocs="8447,0;406420,0;411135,6089;414867,10803;0,10803;4714,6089;8447,0;8447,0" o:connectangles="0,0,0,0,0,0,0,0"/>
              </v:shape>
              <v:shape id="Freeform 32" o:spid="_x0000_s1056" style="position:absolute;left:2932;top:1543;width:4461;height:108;visibility:visible;mso-wrap-style:square;v-text-anchor:top" coordsize="227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z5cEA&#10;AADbAAAADwAAAGRycy9kb3ducmV2LnhtbERPy4rCMBTdC/MP4Qqz01RHpFSjODKDLtXxsb0017ba&#10;3JQm2urXm4Uwy8N5T+etKcWdaldYVjDoRyCIU6sLzhTs/357MQjnkTWWlknBgxzMZx+dKSbaNryl&#10;+85nIoSwS1BB7n2VSOnSnAy6vq2IA3e2tUEfYJ1JXWMTwk0ph1E0lgYLDg05VrTMKb3ubkbBZXs7&#10;PA/7OPppvmU6kpvF6nhqlPrstosJCE+t/xe/3Wut4CusD1/C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4s+XBAAAA2wAAAA8AAAAAAAAAAAAAAAAAmAIAAGRycy9kb3du&#10;cmV2LnhtbFBLBQYAAAAABAAEAPUAAACGAwAAAAA=&#10;" path="m37,l2241,r18,30l2271,55,,55,37,xe" fillcolor="gray" stroked="f">
                <v:path arrowok="t" o:connecttype="custom" o:connectlocs="7268,0;440207,0;443743,5893;446100,10803;0,10803;7268,0;7268,0" o:connectangles="0,0,0,0,0,0,0"/>
              </v:shape>
              <v:shape id="Freeform 33" o:spid="_x0000_s1057" style="position:absolute;left:2812;top:1771;width:4701;height:108;visibility:visible;mso-wrap-style:square;v-text-anchor:top" coordsize="2393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dAsMA&#10;AADbAAAADwAAAGRycy9kb3ducmV2LnhtbESP3YrCMBSE7xd8h3AE79ZUZUWqUUQQFITFH/T22Bzb&#10;YnNSm1SrT2+Ehb0cZuYbZjJrTCHuVLncsoJeNwJBnFidc6rgsF9+j0A4j6yxsEwKnuRgNm19TTDW&#10;9sFbuu98KgKEXYwKMu/LWEqXZGTQdW1JHLyLrQz6IKtU6gofAW4K2Y+ioTSYc1jIsKRFRsl1VxsF&#10;PDr/0vEnOa5uw3Wd1qfotXleleq0m/kYhKfG/4f/2iutYNCDz5fwA+T0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DdAsMAAADbAAAADwAAAAAAAAAAAAAAAACYAgAAZHJzL2Rv&#10;d25yZXYueG1sUEsFBgAAAAAEAAQA9QAAAIgDAAAAAA==&#10;" path="m25,l2369,r12,30l2393,55,,55,12,30,25,xe" fillcolor="gray" stroked="f">
                <v:path arrowok="t" o:connecttype="custom" o:connectlocs="4911,0;465350,0;467707,5893;470064,10803;0,10803;2357,5893;4911,0;4911,0" o:connectangles="0,0,0,0,0,0,0,0"/>
              </v:shape>
              <v:shape id="Freeform 34" o:spid="_x0000_s1058" style="position:absolute;left:2716;top:1997;width:4893;height:108;visibility:visible;mso-wrap-style:square;v-text-anchor:top" coordsize="249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/QsMA&#10;AADbAAAADwAAAGRycy9kb3ducmV2LnhtbESP3UoDMRCF74W+Q5iCdzbbWlTWpqWKFsHeuPUBxs10&#10;s3QzWZJpu/XpjSB4eTg/H2exGnynThRTG9jAdFKAIq6Dbbkx8Ll7vXkAlQTZYheYDFwowWo5ulpg&#10;acOZP+hUSaPyCKcSDTiRvtQ61Y48pknoibO3D9GjZBkbbSOe87jv9Kwo7rTHljPBYU/PjupDdfSZ&#10;W88vcnzauRcn1Xd8H+43cftlzPV4WD+CEhrkP/zXfrMGbmfw+yX/AL3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S/QsMAAADbAAAADwAAAAAAAAAAAAAAAACYAgAAZHJzL2Rv&#10;d25yZXYueG1sUEsFBgAAAAAEAAQA9QAAAIgDAAAAAA==&#10;" path="m25,l2473,r18,55l,55,12,31,25,xe" fillcolor="gray" stroked="f">
                <v:path arrowok="t" o:connecttype="custom" o:connectlocs="4911,0;485779,0;489315,10803;0,10803;2357,6089;4911,0;4911,0" o:connectangles="0,0,0,0,0,0,0"/>
              </v:shape>
              <v:shape id="Freeform 35" o:spid="_x0000_s1059" style="position:absolute;left:2645;top:2225;width:5037;height:108;visibility:visible;mso-wrap-style:square;v-text-anchor:top" coordsize="25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SJ28cA&#10;AADbAAAADwAAAGRycy9kb3ducmV2LnhtbESPQWvCQBSE7wX/w/KEXopurKBpdBWxtdXQg1oPHh/Z&#10;ZxLMvk2zW03/vVsQehxm5htmOm9NJS7UuNKygkE/AkGcWV1yruDwterFIJxH1lhZJgW/5GA+6zxM&#10;MdH2yju67H0uAoRdggoK7+tESpcVZND1bU0cvJNtDPogm1zqBq8Bbir5HEUjabDksFBgTcuCsvP+&#10;xyh4/XxJq2Pqx5v4O99+pIfF+9vTVqnHbruYgPDU+v/wvb3WCoZD+PsSfo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UidvHAAAA2wAAAA8AAAAAAAAAAAAAAAAAmAIAAGRy&#10;cy9kb3ducmV2LnhtbFBLBQYAAAAABAAEAPUAAACMAwAAAAA=&#10;" path="m18,l2552,r6,31l2564,55,,55,18,xe" fillcolor="gray" stroked="f">
                <v:path arrowok="t" o:connecttype="custom" o:connectlocs="3536,0;501297,0;502475,6089;503654,10803;0,10803;3536,0;3536,0" o:connectangles="0,0,0,0,0,0,0"/>
              </v:shape>
              <v:shape id="Freeform 36" o:spid="_x0000_s1060" style="position:absolute;left:2608;top:2464;width:5123;height:97;visibility:visible;mso-wrap-style:square;v-text-anchor:top" coordsize="260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xAocYA&#10;AADbAAAADwAAAGRycy9kb3ducmV2LnhtbESP3WrCQBSE74W+w3IK3plN/SmSuooUC0qLYFTw8jR7&#10;msRmz6bZNaZv7xaEXg4z8w0zW3SmEi01rrSs4CmKQRBnVpecKzjs3wZTEM4ja6wsk4JfcrCYP/Rm&#10;mGh75R21qc9FgLBLUEHhfZ1I6bKCDLrI1sTB+7KNQR9kk0vd4DXATSWHcfwsDZYcFgqs6bWg7Du9&#10;GAXHzfljOdm+nz7LrNWn80+drqqNUv3HbvkCwlPn/8P39lorGI3h70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xAocYAAADbAAAADwAAAAAAAAAAAAAAAACYAgAAZHJz&#10;L2Rvd25yZXYueG1sUEsFBgAAAAAEAAQA9QAAAIsDAAAAAA==&#10;" path="m6,l2595,r6,24l2608,49,,49,,24,6,xe" fillcolor="gray" stroked="f">
                <v:path arrowok="t" o:connecttype="custom" o:connectlocs="1179,0;509743,0;510922,4714;512297,9624;0,9624;0,4714;1179,0;1179,0" o:connectangles="0,0,0,0,0,0,0,0"/>
              </v:shape>
              <v:shape id="Freeform 37" o:spid="_x0000_s1061" style="position:absolute;left:2573;top:2692;width:5182;height:97;visibility:visible;mso-wrap-style:square;v-text-anchor:top" coordsize="263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ytZ8MA&#10;AADbAAAADwAAAGRycy9kb3ducmV2LnhtbESPQYvCMBSE74L/ITzBi2i6iq52jbIWBY/a9eDx0Tzb&#10;ss1LaaK2/94sLHgcZuYbZr1tTSUe1LjSsoKPSQSCOLO65FzB5ecwXoJwHlljZZkUdORgu+n31hhr&#10;++QzPVKfiwBhF6OCwvs6ltJlBRl0E1sTB+9mG4M+yCaXusFngJtKTqNoIQ2WHBYKrCkpKPtN70ZB&#10;crhNP5PrqHOr0Qr32a47n2yq1HDQfn+B8NT6d/i/fdQKZnP4+xJ+gN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ytZ8MAAADbAAAADwAAAAAAAAAAAAAAAACYAgAAZHJzL2Rv&#10;d25yZXYueG1sUEsFBgAAAAAEAAQA9QAAAIgDAAAAAA==&#10;" path="m1365,l2632,r6,24l2638,49r-1230,l1389,24,1365,xm6,l1175,r-25,24l1132,49,,49,6,24,6,xe" fillcolor="gray" stroked="f">
                <v:path arrowok="t" o:connecttype="custom" o:connectlocs="268131,0;517011,0;518190,4714;518190,9624;276578,9624;272845,4714;268131,0;268131,0;1179,0;230809,0;225898,4714;222362,9624;0,9624;1179,4714;1179,0;1179,0" o:connectangles="0,0,0,0,0,0,0,0,0,0,0,0,0,0,0,0"/>
                <o:lock v:ext="edit" verticies="t"/>
              </v:shape>
              <v:shape id="Freeform 38" o:spid="_x0000_s1062" style="position:absolute;left:2573;top:2920;width:5193;height:106;visibility:visible;mso-wrap-style:square;v-text-anchor:top" coordsize="264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zO2cQA&#10;AADbAAAADwAAAGRycy9kb3ducmV2LnhtbESPQWvCQBSE74L/YXlCb7qxhViiq5SWUhEvmtLzM/ua&#10;BLNvQ/ZVE3+9Wyj0OMzMN8xq07tGXagLtWcD81kCirjwtubSwGf+Pn0GFQTZYuOZDAwUYLMej1aY&#10;WX/lA12OUqoI4ZChgUqkzbQORUUOw8y3xNH79p1DibIrte3wGuGu0Y9JkmqHNceFClt6rag4H3+c&#10;AUlln4cPboft6Va/zRfp+WvYGfMw6V+WoIR6+Q//tbfWwFMKv1/iD9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8ztnEAAAA2wAAAA8AAAAAAAAAAAAAAAAAmAIAAGRycy9k&#10;b3ducmV2LnhtbFBLBQYAAAAABAAEAPUAAACJAwAAAAA=&#10;" path="m1426,l2644,r,12l2644,24r,30l1420,54r6,-24l1426,6r,-6xm,l1114,r,6l1120,30r,24l,54,,24,,12,,xe" fillcolor="gray" stroked="f">
                <v:path arrowok="t" o:connecttype="custom" o:connectlocs="280114,0;519369,0;519369,2357;519369,4714;519369,10606;278935,10606;280114,5892;280114,1178;280114,0;280114,0;0,0;218826,0;218826,1178;220005,5892;220005,10606;0,10606;0,4714;0,2357;0,0;0,0" o:connectangles="0,0,0,0,0,0,0,0,0,0,0,0,0,0,0,0,0,0,0,0"/>
                <o:lock v:ext="edit" verticies="t"/>
              </v:shape>
              <v:shape id="Freeform 39" o:spid="_x0000_s1063" style="position:absolute;left:2573;top:3146;width:5182;height:108;visibility:visible;mso-wrap-style:square;v-text-anchor:top" coordsize="263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6bCcQA&#10;AADbAAAADwAAAGRycy9kb3ducmV2LnhtbESPQYvCMBSE78L+h/AWvIimruBKNcqyuKA37Yrg7dE8&#10;22LzUprYVn+9EQSPw8x8wyxWnSlFQ7UrLCsYjyIQxKnVBWcKDv9/wxkI55E1lpZJwY0crJYfvQXG&#10;2ra8pybxmQgQdjEqyL2vYildmpNBN7IVcfDOtjbog6wzqWtsA9yU8iuKptJgwWEhx4p+c0ovydUo&#10;OCXt9D5bN4PbdksD243bY3PcKdX/7H7mIDx1/h1+tTdaweQbnl/C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umwnEAAAA2wAAAA8AAAAAAAAAAAAAAAAAmAIAAGRycy9k&#10;b3ducmV2LnhtbFBLBQYAAAAABAAEAPUAAACJAwAAAAA=&#10;" path="m,l1157,r55,37l1242,43r31,6l1303,43r31,-6l1383,,2638,r,31l2632,55,6,55,6,31,,xe" fillcolor="gray" stroked="f">
                <v:path arrowok="t" o:connecttype="custom" o:connectlocs="0,0;227273,0;238077,7267;243970,8446;250059,9624;255952,8446;262041,7267;271667,0;518190,0;518190,6089;517011,10803;1179,10803;1179,6089;0,0;0,0" o:connectangles="0,0,0,0,0,0,0,0,0,0,0,0,0,0,0"/>
              </v:shape>
              <v:shape id="Freeform 40" o:spid="_x0000_s1064" style="position:absolute;left:2596;top:3374;width:5135;height:108;visibility:visible;mso-wrap-style:square;v-text-anchor:top" coordsize="261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8P6MIA&#10;AADbAAAADwAAAGRycy9kb3ducmV2LnhtbERP3WrCMBS+F3yHcATvNFVhSGcUqZ2T3cy5PcChOTa1&#10;zUlpMtvt6ZeLgZcf3/9mN9hG3KnzlWMFi3kCgrhwuuJSwdfny2wNwgdkjY1jUvBDHnbb8WiDqXY9&#10;f9D9EkoRQ9inqMCE0KZS+sKQRT93LXHkrq6zGCLsSqk77GO4beQySZ6kxYpjg8GWMkNFffm2CmyW&#10;HPJT/b56zUvzdjxnv1U/3JSaTob9M4hAQ3iI/90nrWAVx8Yv8Qf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w/owgAAANsAAAAPAAAAAAAAAAAAAAAAAJgCAABkcnMvZG93&#10;bnJldi54bWxQSwUGAAAAAAQABAD1AAAAhwMAAAAA&#10;" path="m,l2614,r-7,31l2601,55,12,55,6,31,,xe" fillcolor="gray" stroked="f">
                <v:path arrowok="t" o:connecttype="custom" o:connectlocs="0,0;513476,0;512101,6089;510922,10803;2357,10803;1179,6089;0,0;0,0" o:connectangles="0,0,0,0,0,0,0,0"/>
              </v:shape>
              <v:shape id="Freeform 41" o:spid="_x0000_s1065" style="position:absolute;left:2645;top:3602;width:5037;height:108;visibility:visible;mso-wrap-style:square;v-text-anchor:top" coordsize="256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y+MccA&#10;AADbAAAADwAAAGRycy9kb3ducmV2LnhtbESPT2vCQBTE70K/w/IKXkQ3tdBq6iqiVm3w4L+Dx0f2&#10;NQnNvo3ZVdNv3xUKHoeZ+Q0zmjSmFFeqXWFZwUsvAkGcWl1wpuB4+OwOQDiPrLG0TAp+ycFk/NQa&#10;YaztjXd03ftMBAi7GBXk3lexlC7NyaDr2Yo4eN+2NuiDrDOpa7wFuCllP4repMGCw0KOFc1ySn/2&#10;F6Ngvhkm5Snx71+Dc7ZdJcfpctHZKtV+bqYfIDw1/hH+b6+1gtch3L+EHyDH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8vjHHAAAA2wAAAA8AAAAAAAAAAAAAAAAAmAIAAGRy&#10;cy9kb3ducmV2LnhtbFBLBQYAAAAABAAEAPUAAACMAwAAAAA=&#10;" path="m,l2564,r-6,30l2552,55,18,55,,xe" fillcolor="gray" stroked="f">
                <v:path arrowok="t" o:connecttype="custom" o:connectlocs="0,0;503654,0;502475,5893;501297,10803;3536,10803;0,0;0,0" o:connectangles="0,0,0,0,0,0,0"/>
              </v:shape>
              <v:shape id="Freeform 42" o:spid="_x0000_s1066" style="position:absolute;left:2716;top:3829;width:4893;height:109;visibility:visible;mso-wrap-style:square;v-text-anchor:top" coordsize="2491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z308AA&#10;AADbAAAADwAAAGRycy9kb3ducmV2LnhtbERPzUoDMRC+C75DGMGbzSpFZW1aVFQEvXTrA4yb6Wbp&#10;ZrIk03br0zsHwePH979YTXEwB8qlT+zgelaBIW6T77lz8LV5vboHUwTZ45CYHJyowGp5frbA2qcj&#10;r+nQSGc0hEuNDoLIWFtb2kARyyyNxMptU44oCnNnfcajhsfB3lTVrY3YszYEHOk5ULtr9lF72/lJ&#10;9k+b8BKk+ckf091b/vx27vJienwAIzTJv/jP/e4dzHW9ftEfYJ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7z308AAAADbAAAADwAAAAAAAAAAAAAAAACYAgAAZHJzL2Rvd25y&#10;ZXYueG1sUEsFBgAAAAAEAAQA9QAAAIUDAAAAAA==&#10;" path="m,l2491,r-18,55l19,55,,xe" fillcolor="gray" stroked="f">
                <v:path arrowok="t" o:connecttype="custom" o:connectlocs="0,0;489315,0;485779,10803;3732,10803;0,0;0,0" o:connectangles="0,0,0,0,0,0"/>
              </v:shape>
              <v:shape id="Freeform 43" o:spid="_x0000_s1067" style="position:absolute;left:2812;top:4069;width:4701;height:94;visibility:visible;mso-wrap-style:square;v-text-anchor:top" coordsize="239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AxK8MA&#10;AADbAAAADwAAAGRycy9kb3ducmV2LnhtbESPQWsCMRSE70L/Q3iCN80qpcjWKFqweLFQFbG3x+a5&#10;Wdy8LEnc3f77piB4HGbmG2ax6m0tWvKhcqxgOslAEBdOV1wqOB234zmIEJE11o5JwS8FWC1fBgvM&#10;tev4m9pDLEWCcMhRgYmxyaUMhSGLYeIa4uRdnbcYk/Sl1B67BLe1nGXZm7RYcVow2NCHoeJ2uFsF&#10;n83PyZ+v+5aOl+L+ZfvNfNcZpUbDfv0OIlIfn+FHe6cVvE7h/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AxK8MAAADbAAAADwAAAAAAAAAAAAAAAACYAgAAZHJzL2Rv&#10;d25yZXYueG1sUEsFBgAAAAAEAAQA9QAAAIgDAAAAAA==&#10;" path="m,l2393,r-12,24l2369,48,25,48,12,24,,xe" fillcolor="gray" stroked="f">
                <v:path arrowok="t" o:connecttype="custom" o:connectlocs="0,0;470064,0;467707,4714;465350,9428;4911,9428;2357,4714;0,0;0,0" o:connectangles="0,0,0,0,0,0,0,0"/>
              </v:shape>
              <v:shape id="Freeform 44" o:spid="_x0000_s1068" style="position:absolute;left:2932;top:4295;width:4461;height:96;visibility:visible;mso-wrap-style:square;v-text-anchor:top" coordsize="2271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kKcIA&#10;AADbAAAADwAAAGRycy9kb3ducmV2LnhtbESPQYvCMBSE78L+h/AW9mZTZRW3GmVxEfQi2Ap7fTTP&#10;tNi8lCZq/fdGEDwOM/MNs1j1thFX6nztWMEoSUEQl07XbBQci81wBsIHZI2NY1JwJw+r5cdggZl2&#10;Nz7QNQ9GRAj7DBVUIbSZlL6syKJPXEscvZPrLIYoOyN1h7cIt40cp+lUWqw5LlTY0rqi8pxfrIJw&#10;2v3Xf5rMz2RtJsVoc8nTYq/U12f/OwcRqA/v8Ku91Qq+x/D8En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RGQpwgAAANsAAAAPAAAAAAAAAAAAAAAAAJgCAABkcnMvZG93&#10;bnJldi54bWxQSwUGAAAAAAQABAD1AAAAhwMAAAAA&#10;" path="m,l2271,r-12,25l2241,49,31,49,19,25,,xe" fillcolor="gray" stroked="f">
                <v:path arrowok="t" o:connecttype="custom" o:connectlocs="0,0;446100,0;443743,4910;440207,9624;6089,9624;3732,4910;0,0;0,0" o:connectangles="0,0,0,0,0,0,0,0"/>
              </v:shape>
              <v:shape id="Freeform 45" o:spid="_x0000_s1069" style="position:absolute;left:3089;top:4523;width:4161;height:96;visibility:visible;mso-wrap-style:square;v-text-anchor:top" coordsize="211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2sIsQA&#10;AADbAAAADwAAAGRycy9kb3ducmV2LnhtbESP0WrCQBRE3wv+w3KFvjUbWxGNriKVUqFQMPoB1+xN&#10;Npq9m2a3Jv59t1Do4zAzZ5jVZrCNuFHna8cKJkkKgrhwuuZKwen49jQH4QOyxsYxKbiTh8169LDC&#10;TLueD3TLQyUihH2GCkwIbSalLwxZ9IlriaNXus5iiLKrpO6wj3DbyOc0nUmLNccFgy29Giqu+bdV&#10;8F6Wn3pmd+evXZ1/mD3rSy8XSj2Oh+0SRKAh/If/2nutYPoCv1/i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drCLEAAAA2wAAAA8AAAAAAAAAAAAAAAAAmAIAAGRycy9k&#10;b3ducmV2LnhtbFBLBQYAAAAABAAEAPUAAACJAwAAAAA=&#10;" path="m,l2118,r-25,24l2075,49,43,49,18,24,,xe" fillcolor="gray" stroked="f">
                <v:path arrowok="t" o:connecttype="custom" o:connectlocs="0,0;416045,0;411134,4714;407598,9624;8447,9624;3536,4714;0,0;0,0" o:connectangles="0,0,0,0,0,0,0,0"/>
              </v:shape>
              <v:shape id="Freeform 46" o:spid="_x0000_s1070" style="position:absolute;left:3282;top:4751;width:3764;height:108;visibility:visible;mso-wrap-style:square;v-text-anchor:top" coordsize="191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YQD8QA&#10;AADbAAAADwAAAGRycy9kb3ducmV2LnhtbESPT2vCQBTE74V+h+UJvdWNVfyTuoqIot40Eby+Zl+T&#10;0OzbkN3G6Kd3hUKPw8z8hpkvO1OJlhpXWlYw6EcgiDOrS84VnNPt+xSE88gaK8uk4EYOlovXlznG&#10;2l75RG3icxEg7GJUUHhfx1K6rCCDrm9r4uB928agD7LJpW7wGuCmkh9RNJYGSw4LBda0Lij7SX6N&#10;gk2bJpNKr4+zLzz41fCya+9yp9Rbr1t9gvDU+f/wX3uvFYxG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GEA/EAAAA2wAAAA8AAAAAAAAAAAAAAAAAmAIAAGRycy9k&#10;b3ducmV2LnhtbFBLBQYAAAAABAAEAPUAAACJAwAAAAA=&#10;" path="m,l1916,r-25,30l1867,55,55,55,,xe" fillcolor="gray" stroked="f">
                <v:path arrowok="t" o:connecttype="custom" o:connectlocs="0,0;376366,0;371455,5893;366741,10803;10804,10803;0,0;0,0" o:connectangles="0,0,0,0,0,0,0"/>
              </v:shape>
              <v:shape id="Freeform 47" o:spid="_x0000_s1071" style="position:absolute;left:3533;top:4978;width:3271;height:107;visibility:visible;mso-wrap-style:square;v-text-anchor:top" coordsize="1665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05hMQA&#10;AADbAAAADwAAAGRycy9kb3ducmV2LnhtbESPT2sCMRTE74LfITzBmyaWtshqFC3UthfBf3h9bJ67&#10;q5uXdRPX7bdvhILHYWZ+w0znrS1FQ7UvHGsYDRUI4tSZgjMN+93nYAzCB2SDpWPS8Ese5rNuZ4qJ&#10;cXfeULMNmYgQ9glqyEOoEil9mpNFP3QVcfROrrYYoqwzaWq8R7gt5YtS79JiwXEhx4o+ckov25vV&#10;cFDLVbMa0dlwdf1Zn47q+lVetO732sUERKA2PMP/7W+j4fUNHl/i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dOYTEAAAA2wAAAA8AAAAAAAAAAAAAAAAAmAIAAGRycy9k&#10;b3ducmV2LnhtbFBLBQYAAAAABAAEAPUAAACJAwAAAAA=&#10;" path="m,l1665,r-73,54l68,54,31,30,,xe" fillcolor="gray" stroked="f">
                <v:path arrowok="t" o:connecttype="custom" o:connectlocs="0,0;327061,0;312721,10606;13357,10606;6089,5892;0,0;0,0" o:connectangles="0,0,0,0,0,0,0"/>
              </v:shape>
              <v:shape id="Freeform 48" o:spid="_x0000_s1072" style="position:absolute;left:3859;top:5204;width:2609;height:108;visibility:visible;mso-wrap-style:square;v-text-anchor:top" coordsize="132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cP48QA&#10;AADbAAAADwAAAGRycy9kb3ducmV2LnhtbESPQWvCQBSE7wX/w/KE3pqNRaVE1yAlloD0oG3ur9ln&#10;EpJ9G7JbTfrru4WCx2FmvmG26Wg6caXBNZYVLKIYBHFpdcOVgs+Pw9MLCOeRNXaWScFEDtLd7GGL&#10;ibY3PtH17CsRIOwSVFB73ydSurImgy6yPXHwLnYw6IMcKqkHvAW46eRzHK+lwYbDQo09vdZUtudv&#10;o6D9yg/FMvPT+zHj8pQVqx9665V6nI/7DQhPo7+H/9u5VrBcw9+X8AP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XD+PEAAAA2wAAAA8AAAAAAAAAAAAAAAAAmAIAAGRycy9k&#10;b3ducmV2LnhtbFBLBQYAAAAABAAEAPUAAACJAwAAAAA=&#10;" path="m,l1328,r-49,31l1224,55,104,55,55,31,,xe" fillcolor="gray" stroked="f">
                <v:path arrowok="t" o:connecttype="custom" o:connectlocs="0,0;260863,0;251238,6089;240434,10803;20429,10803;10804,6089;0,0;0,0" o:connectangles="0,0,0,0,0,0,0,0"/>
              </v:shape>
              <v:shape id="Freeform 49" o:spid="_x0000_s1073" style="position:absolute;left:4388;top:5432;width:1563;height:108;visibility:visible;mso-wrap-style:square;v-text-anchor:top" coordsize="796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vyucMA&#10;AADbAAAADwAAAGRycy9kb3ducmV2LnhtbESPwWrDMBBE74X8g9hAb42cYuriRAnBECj4YOqmOS/W&#10;xjKxVkZSE/fvq0Khx2Fm3jDb/WxHcSMfBscK1qsMBHHn9MC9gtPH8ekVRIjIGkfHpOCbAux3i4ct&#10;ltrd+Z1ubexFgnAoUYGJcSqlDJ0hi2HlJuLkXZy3GJP0vdQe7wluR/mcZS/S4sBpweBElaHu2n5Z&#10;BVLnBdZmapr5dK7OdVMP/rNW6nE5HzYgIs3xP/zXftMK8gJ+v6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vyucMAAADbAAAADwAAAAAAAAAAAAAAAACYAgAAZHJzL2Rv&#10;d25yZXYueG1sUEsFBgAAAAAEAAQA9QAAAIgDAAAAAA==&#10;" path="m,l796,,734,18,667,37,539,55r-288,l122,37,61,18,,xe" fillcolor="gray" stroked="f">
                <v:path arrowok="t" o:connecttype="custom" o:connectlocs="0,0;156361,0;144182,3536;131021,7267;105878,10803;49305,10803;23965,7267;11982,3536;0,0;0,0" o:connectangles="0,0,0,0,0,0,0,0,0,0"/>
              </v:shape>
              <v:shape id="Freeform 50" o:spid="_x0000_s1074" style="position:absolute;left:2655;top:573;width:2261;height:4631;visibility:visible;mso-wrap-style:square;v-text-anchor:top" coordsize="1078,2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RQBcEA&#10;AADbAAAADwAAAGRycy9kb3ducmV2LnhtbERPy2oCMRTdC/2HcAvuNFMRHaZGKUVtxU1rH+vL5HYy&#10;dHIzJnEc/94sBJeH816setuIjnyoHSt4GmcgiEuna64UfH9tRjmIEJE1No5JwYUCrJYPgwUW2p35&#10;k7pDrEQK4VCgAhNjW0gZSkMWw9i1xIn7c95iTNBXUns8p3DbyEmWzaTFmlODwZZeDZX/h5NVkP1M&#10;q/2bN0ebl+tuvmu2H7/5VqnhY//yDCJSH+/im/tdK5imselL+gFy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0UAXBAAAA2wAAAA8AAAAAAAAAAAAAAAAAmAIAAGRycy9kb3du&#10;cmV2LnhtbFBLBQYAAAAABAAEAPUAAACGAwAAAAA=&#10;" path="m,1182l7,1067,25,957,49,847,86,744r43,-98l184,549r61,-85l313,378r73,-73l472,232r85,-61l655,122,753,80,857,43,968,19,1078,r,116l980,128r-98,25l790,189r-92,37l619,275r-80,54l466,396r-68,68l331,537r-49,79l233,701r-43,92l160,884r-25,97l123,1079r-6,103l123,1286r12,98l160,1481r30,91l233,1664r49,85l331,1828r67,73l466,1968r73,61l619,2084r79,49l790,2169r92,37l980,2230r98,13l1078,2358,968,2340,857,2316,753,2285r-98,-48l557,2188r-85,-61l386,2054r-73,-73l245,1901r-61,-91l129,1719,86,1621,49,1518,25,1408,7,1298,,1182xe" fillcolor="black" stroked="f">
                <v:path arrowok="t" o:connecttype="custom" o:connectlocs="1468,209569;10277,166359;27056,126881;51385,91134;80958,59905;116822,33586;157930,15713;203023,3732;226094,22784;184986,30051;146395,44389;113047,64619;83474,91134;59145,120988;39850,155753;28314,192678;24539,232156;28314,271831;39850,308756;59145,343521;83474,373375;113047,398515;146395,418942;184986,433280;226094,440547;203023,459599;157930,448796;116822,429744;80958,403425;51385,373375;27056,337628;10277,298150;1468,254940;0,232156" o:connectangles="0,0,0,0,0,0,0,0,0,0,0,0,0,0,0,0,0,0,0,0,0,0,0,0,0,0,0,0,0,0,0,0,0,0"/>
              </v:shape>
              <v:shape id="Freeform 51" o:spid="_x0000_s1075" style="position:absolute;left:4942;top:3780;width:275;height:2000;visibility:visible;mso-wrap-style:square;v-text-anchor:top" coordsize="140,1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17qMYA&#10;AADbAAAADwAAAGRycy9kb3ducmV2LnhtbESPW2vCQBSE34X+h+UU+qab2KJtmlWkUBR98FYKfTtk&#10;Ty6YPRuya0z/vSsIPg4z8w2TzntTi45aV1lWEI8iEMSZ1RUXCn6O38N3EM4ja6wtk4J/cjCfPQ1S&#10;TLS98J66gy9EgLBLUEHpfZNI6bKSDLqRbYiDl9vWoA+yLaRu8RLgppbjKJpIgxWHhRIb+iopOx3O&#10;RsHm+Nuf19vYvObr2Cyn0a7L/hZKvTz3i08Qnnr/CN/bK63g7QNuX8IP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17qMYAAADbAAAADwAAAAAAAAAAAAAAAACYAgAAZHJz&#10;L2Rvd25yZXYueG1sUEsFBgAAAAAEAAQA9QAAAIsDAAAAAA==&#10;" path="m,l140,r,1018l,1018,,xe" fillcolor="black" stroked="f">
                <v:path arrowok="t" o:connecttype="custom" o:connectlocs="0,0;27501,0;27501,199945;0,199945;0,0;0,0" o:connectangles="0,0,0,0,0,0"/>
              </v:shape>
              <v:shape id="Freeform 52" o:spid="_x0000_s1076" style="position:absolute;left:5409;top:3792;width:1047;height:1424;visibility:visible;mso-wrap-style:square;v-text-anchor:top" coordsize="533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Qi8IA&#10;AADbAAAADwAAAGRycy9kb3ducmV2LnhtbERPTYvCMBC9L/gfwgh7EU3dRSnVKCK7rgcRrB48js3Y&#10;FptJaaKt/94chD0+3vd82ZlKPKhxpWUF41EEgjizuuRcwen4O4xBOI+ssbJMCp7kYLnofcwx0bbl&#10;Az1Sn4sQwi5BBYX3dSKlywoy6Ea2Jg7c1TYGfYBNLnWDbQg3lfyKoqk0WHJoKLCmdUHZLb0bBbt1&#10;eh5vyu/z/RK3N/9zGvxtdnulPvvdagbCU+f/xW/3ViuYhPXh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OJCLwgAAANsAAAAPAAAAAAAAAAAAAAAAAJgCAABkcnMvZG93&#10;bnJldi54bWxQSwUGAAAAAAQABAD1AAAAhwMAAAAA&#10;" path="m533,640r-86,85l,725,,86,92,,514,,423,86r-306,l117,640r416,xe" fillcolor="black" stroked="f">
                <v:path arrowok="t" o:connecttype="custom" o:connectlocs="104699,125702;87806,142397;0,142397;0,16891;18072,0;100967,0;83091,16891;22983,16891;22983,125702;104699,125702;104699,125702" o:connectangles="0,0,0,0,0,0,0,0,0,0,0"/>
              </v:shape>
              <v:shape id="Freeform 53" o:spid="_x0000_s1077" style="position:absolute;left:6515;top:3792;width:1035;height:1438;visibility:visible;mso-wrap-style:square;v-text-anchor:top" coordsize="527,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U5KsQA&#10;AADbAAAADwAAAGRycy9kb3ducmV2LnhtbESPQWvCQBSE7wX/w/KE3urGgq1ENyKCNCCFNnrw+My+&#10;bILZtzG7avrvu4WCx2FmvmGWq8G24ka9bxwrmE4SEMSl0w0bBYf99mUOwgdkja1jUvBDHlbZ6GmJ&#10;qXZ3/qZbEYyIEPYpKqhD6FIpfVmTRT9xHXH0KtdbDFH2Ruoe7xFuW/maJG/SYsNxocaONjWV5+Jq&#10;FZivXbWmUMx37Yczp89t/n455ko9j4f1AkSgITzC/+1cK5hN4e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VOSrEAAAA2wAAAA8AAAAAAAAAAAAAAAAAmAIAAGRycy9k&#10;b3ducmV2LnhtbFBLBQYAAAAABAAEAPUAAACJAwAAAAA=&#10;" path="m,86l86,,508,,423,86,86,86r,225l527,311r,335l441,732r-422,l104,646r337,l441,396,,396,,86xe" fillcolor="black" stroked="f">
                <v:path arrowok="t" o:connecttype="custom" o:connectlocs="0,16891;16893,0;99788,0;83091,16891;16893,16891;16893,61083;103520,61083;103520,126881;86627,143772;3732,143772;20429,126881;86627,126881;86627,77778;0,77778;0,16891;0,16891" o:connectangles="0,0,0,0,0,0,0,0,0,0,0,0,0,0,0,0"/>
              </v:shape>
              <v:shape id="Freeform 54" o:spid="_x0000_s1078" style="position:absolute;left:1779;top:1029;width:902;height:3733;visibility:visible;mso-wrap-style:square;v-text-anchor:top" coordsize="459,1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8rnMQA&#10;AADbAAAADwAAAGRycy9kb3ducmV2LnhtbESPQWvCQBSE74L/YXlCb7ppoKXEbESKtqX0Ug2it0f2&#10;mQSzb5fs1sR/3y0UPA4z8w2Tr0bTiSv1vrWs4HGRgCCurG65VlDut/MXED4ga+wsk4IbeVgV00mO&#10;mbYDf9N1F2oRIewzVNCE4DIpfdWQQb+wjjh6Z9sbDFH2tdQ9DhFuOpkmybM02HJcaNDRa0PVZfdj&#10;FBzr1r27tNxIXn/dPqvhTR9PB6UeZuN6CSLQGO7h//aHVvCUwt+X+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/K5zEAAAA2wAAAA8AAAAAAAAAAAAAAAAAmAIAAGRycy9k&#10;b3ducmV2LnhtbFBLBQYAAAAABAAEAPUAAACJAwAAAAA=&#10;" path="m37,652l49,621r6,-36l61,579r,-12l61,561r,-7l61,548r6,l73,530r6,-18l79,506r7,-13l92,487r,-6l92,475r6,-6l98,475r-6,6l196,292r61,-91l324,116r12,-12l343,85,379,49,416,12r,6l379,67r-43,43l343,110r6,-6l373,79,392,55r6,-6l404,43,422,18r12,-6l447,6r,6l441,18r-7,6l447,12,459,,434,30,410,55r6,-6l422,49r,6l410,67,398,79r-55,61l294,207r-6,12l281,225r-6,13l269,250r,-6l220,317r-37,73l183,384r,6l177,396,128,512,86,634,49,780r-6,85l37,950r6,49l43,1048r,18l49,1078r12,98l86,1273r30,98l153,1468r12,25l177,1517r19,43l214,1596r-31,-55l153,1487r86,146l336,1767r37,43l410,1852r18,18l441,1883r6,6l447,1895r,-6l447,1895r6,6l385,1834r-61,-73l214,1608r18,37l251,1675r49,61l251,1675r-43,-60l134,1481,92,1389,61,1292,30,1194,12,1097r,6l12,1091,6,1072r6,l12,1066,6,1024,,981,,969,,950,6,841,18,737r,-18l24,707r6,-19l30,664r,6l37,664r,-12xe" fillcolor="gray" stroked="f">
                <v:path arrowok="t" o:connecttype="custom" o:connectlocs="10804,114899;11982,111364;11982,107632;14340,104097;16893,96830;18072,93294;18072,94473;50483,39478;67377,16695;81716,3535;66002,21605;73270,15516;79359,8446;87806,1178;85252,4714;90163,0;80538,10803;81716,9624;80538,13159;57751,40657;56573,43014;52841,49102;35947,76600;35947,76600;16893,124523;7268,186589;8447,209372;16893,250029;32412,293239;42037,313469;46948,320736;80538,363750;87806,371017;87806,371017;75627,360215;45573,323093;49305,328986;18072,272812;2357,215461;2357,216639;1179,210551;1179,201123;0,186589;3536,141218;5893,130416;7268,128059" o:connectangles="0,0,0,0,0,0,0,0,0,0,0,0,0,0,0,0,0,0,0,0,0,0,0,0,0,0,0,0,0,0,0,0,0,0,0,0,0,0,0,0,0,0,0,0,0,0"/>
              </v:shape>
              <v:shape id="Freeform 55" o:spid="_x0000_s1079" style="position:absolute;left:950;top:479;width:1202;height:4833;visibility:visible;mso-wrap-style:square;v-text-anchor:top" coordsize="612,2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7KHcQA&#10;AADbAAAADwAAAGRycy9kb3ducmV2LnhtbESPQUsDMRSE74L/ITzBi9hsLYqsTUsplZaiB2tbr4/N&#10;c3cxeVmSZ3f7740geBxm5htmOh+8UyeKqQ1sYDwqQBFXwbZcG9i/P98+gkqCbNEFJgNnSjCfXV5M&#10;sbSh5zc67aRWGcKpRAONSFdqnaqGPKZR6Iiz9xmiR8ky1tpG7DPcO31XFA/aY8t5ocGOlg1VX7tv&#10;b6D72O7bVzmc18fe3awivQRxlTHXV8PiCZTQIP/hv/bGGrifwO+X/AP0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yh3EAAAA2wAAAA8AAAAAAAAAAAAAAAAAmAIAAGRycy9k&#10;b3ducmV2LnhtbFBLBQYAAAAABAAEAPUAAACJAwAAAAA=&#10;" path="m42,841l55,822r6,-24l73,755r,-12l73,725r6,l79,719r,-6l79,706r6,-6l91,682r6,-24l104,652r,-13l110,633r,-6l116,615r6,-6l122,603r,6l122,615r55,-97l226,420,318,274,422,140r12,-18l446,103,489,48,514,24,544,6r,6l544,18,495,73r-49,61l452,134r7,-6l489,97,514,67r12,-6l532,55,544,36,563,18,575,6r6,l587,6r,6l581,12r,6l581,24,593,12,612,,581,36,544,73r6,l550,67r6,l563,61r,12l556,85r-18,18l471,189r-61,79l397,286r,6l391,292r-12,18l373,323r6,l348,359r-24,37l287,451r-24,54l269,505r-6,l257,512,195,664,140,816r-30,98l91,1005,79,1121r-6,109l79,1297r,61l85,1377r,24l104,1529r30,122l171,1773r49,122l238,1931r12,37l275,2016r24,49l257,1998r-37,-73l269,2023r49,91l379,2205r67,86l495,2345r49,55l569,2419r18,18l593,2443r,6l593,2455r-6,l593,2461r6,l514,2376r-86,-91l355,2181r-68,-98l306,2126r30,43l367,2211r30,43l281,2090,183,1919,128,1797,85,1675,48,1547,18,1425r,7l18,1407r-6,-18l12,1383,6,1328,,1267r,-37l,1090,18,950r,-18l24,914r6,-25l30,871r,-12l30,865r6,l36,853r6,-12xe" fillcolor="gray" stroked="f">
                <v:path arrowok="t" o:connecttype="custom" o:connectlocs="11982,156735;14340,142397;15518,140040;16697,137487;19054,129238;21608,124327;23965,119613;23965,120792;34769,101740;82895,27497;96056,9428;106860,2357;87609,26319;96056,19052;104502,10803;112949,1178;115306,2357;114128,3535;114128,4714;114128,7071;108038,13159;109217,13159;110592,11981;105681,20230;77984,56173;77984,57352;73270,63440;63644,77778;51662,99187;51662,99187;27501,160270;15518,220175;15518,266724;20429,300310;43215,372196;54019,395962;43215,378088;74448,433083;106860,471383;116485,479829;116485,482186;117663,483364;69734,428369;66001,426012;55198,410496;16697,328986;3536,279884;3536,281259;2357,272813;0,248851;3536,186589;5893,174608;5893,169894;8250,165180" o:connectangles="0,0,0,0,0,0,0,0,0,0,0,0,0,0,0,0,0,0,0,0,0,0,0,0,0,0,0,0,0,0,0,0,0,0,0,0,0,0,0,0,0,0,0,0,0,0,0,0,0,0,0,0,0,0"/>
              </v:shape>
              <v:shape id="Freeform 56" o:spid="_x0000_s1080" style="position:absolute;width:1441;height:5792;visibility:visible;mso-wrap-style:square;v-text-anchor:top" coordsize="734,29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DLDbwA&#10;AADbAAAADwAAAGRycy9kb3ducmV2LnhtbESPzQrCMBCE74LvEFbwpqm/lGoUEQT15s8DLM2aFptN&#10;aaLWtzeC4HGYmW+Y5bq1lXhS40vHCkbDBARx7nTJRsH1shukIHxA1lg5JgVv8rBedTtLzLR78Yme&#10;52BEhLDPUEERQp1J6fOCLPqhq4mjd3ONxRBlY6Ru8BXhtpLjJJlLiyXHhQJr2haU388Pq2BidpPU&#10;aCZf5wd9oaNLT3unVL/XbhYgArXhH/6191rBbArfL/EHyN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kQMsNvAAAANsAAAAPAAAAAAAAAAAAAAAAAJgCAABkcnMvZG93bnJldi54&#10;bWxQSwUGAAAAAAQABAD1AAAAgQMAAAAA&#10;" path="m49,1005l61,981,73,957,86,902r,-37l92,865r,-6l92,853r,-6l98,847r,-6l104,816r12,-30l122,780r,-12l129,762r6,l135,749r,-12l141,731r,-12l141,737,208,621,269,500,379,323,508,158r12,-18l532,116,588,55,618,24,655,6r,12l600,91r-61,67l551,158r6,-6l588,116,618,79r12,-6l643,61,655,43,679,18,692,6,710,r,6l704,12r,6l704,24r-6,l698,30r6,l722,18,734,,722,24,704,43,661,85r12,-6l679,79r,12l673,97r-6,19l655,128r-80,97l502,329r-12,18l490,341r-6,6l484,353r-13,19l459,390r6,l447,408r-19,25l404,481r-43,67l343,579r-12,30l337,603r,6l331,609r-7,6l245,798,177,981r-30,116l122,1206r-12,67l104,1340r,134l104,1554r6,73l110,1651r,25l135,1828r36,152l214,2126r61,147l294,2315r18,37l343,2413r24,55l318,2388r-49,-79l349,2461r92,141l490,2675r55,67l581,2784r31,37l643,2851r24,31l686,2894r12,12l704,2918r6,7l716,2931r6,6l722,2943r-6,l710,2937r6,6l722,2949,618,2845,520,2736,435,2614,349,2498r24,55l410,2602r37,48l484,2705,349,2504,226,2303,159,2157,104,2011,61,1858,24,1706r-6,-6l18,1706r,6l18,1688r,-12l12,1663r6,-6l6,1627,,1590r,-73l,1499r,-25l,1304r6,-85l18,1133r,-18l31,1091r6,-31l37,1024r,12l37,1030r6,-6l43,1017r6,-12xe" fillcolor="gray" stroked="f">
                <v:path arrowok="t" o:connecttype="custom" o:connectlocs="14340,187964;18072,169894;18072,166359;20429,160270;23965,150843;26518,147111;27697,141219;40858,121970;99788,31033;115503,10803;128664,1178;117860,17873;109413,29854;123753,14338;133378,3535;139468,1178;138289,4714;137110,5892;144182,0;129842,16695;133378,17873;128664,25140;96252,68154;96252,66976;92520,73064;87806,80135;70912,107632;65019,119613;65019,119613;48126,156735;23965,236870;20429,289508;21608,324272;33590,388891;57751,454688;72091,484739;68555,483364;107056,538555;126307,559964;137110,570766;139468,574498;141825,578034;139468,576855;121396,558785;68555,490631;87806,520486;44394,452331;11982,364929;3536,333896;3536,336253;3536,329183;3536,325451;0,297953;0,256118;3536,218997;7268,201123;8447,201123;9625,197392" o:connectangles="0,0,0,0,0,0,0,0,0,0,0,0,0,0,0,0,0,0,0,0,0,0,0,0,0,0,0,0,0,0,0,0,0,0,0,0,0,0,0,0,0,0,0,0,0,0,0,0,0,0,0,0,0,0,0,0,0,0"/>
              </v:shape>
              <w10:wrap anchory="line"/>
            </v:group>
          </w:pict>
        </mc:Fallback>
      </mc:AlternateContent>
    </w:r>
    <w:r>
      <w:rPr>
        <w:noProof/>
        <w:sz w:val="14"/>
        <w:lang w:eastAsia="zh-CN"/>
      </w:rPr>
      <mc:AlternateContent>
        <mc:Choice Requires="wps">
          <w:drawing>
            <wp:inline distT="0" distB="0" distL="0" distR="0">
              <wp:extent cx="777875" cy="579755"/>
              <wp:effectExtent l="0" t="0" r="0" b="0"/>
              <wp:docPr id="1" name="AutoShap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77875" cy="579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1" o:spid="_x0000_s1026" style="width:61.25pt;height:4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" filled="f" stroked="f">
              <o:lock v:ext="edit" aspectratio="t"/>
              <w10:anchorlock/>
            </v:rect>
          </w:pict>
        </mc:Fallback>
      </mc:AlternateContent>
    </w:r>
  </w:p>
  <w:p w:rsidR="00122FA7" w:rsidRDefault="00F20332">
    <w:pPr>
      <w:autoSpaceDE w:val="0"/>
      <w:autoSpaceDN w:val="0"/>
      <w:jc w:val="center"/>
      <w:textAlignment w:val="bottom"/>
      <w:rPr>
        <w:b/>
        <w:sz w:val="16"/>
      </w:rPr>
    </w:pPr>
    <w:r>
      <w:rPr>
        <w:rFonts w:hint="eastAsia"/>
        <w:b/>
        <w:sz w:val="16"/>
      </w:rPr>
      <w:t>澳</w:t>
    </w:r>
    <w:r>
      <w:rPr>
        <w:rFonts w:ascii="MingLiU" w:eastAsia="MingLiU"/>
        <w:b/>
        <w:sz w:val="16"/>
      </w:rPr>
      <w:t xml:space="preserve">  </w:t>
    </w:r>
    <w:r>
      <w:rPr>
        <w:rFonts w:hint="eastAsia"/>
        <w:b/>
        <w:sz w:val="16"/>
      </w:rPr>
      <w:t>門</w:t>
    </w:r>
    <w:r>
      <w:rPr>
        <w:rFonts w:ascii="MingLiU" w:eastAsia="MingLiU"/>
        <w:b/>
        <w:sz w:val="16"/>
      </w:rPr>
      <w:t xml:space="preserve">  </w:t>
    </w:r>
    <w:r>
      <w:rPr>
        <w:rFonts w:hint="eastAsia"/>
        <w:b/>
        <w:sz w:val="16"/>
      </w:rPr>
      <w:t>特　別　行　政　區　政</w:t>
    </w:r>
    <w:r>
      <w:rPr>
        <w:rFonts w:ascii="MingLiU" w:eastAsia="MingLiU"/>
        <w:b/>
        <w:sz w:val="16"/>
      </w:rPr>
      <w:t xml:space="preserve">  </w:t>
    </w:r>
    <w:r>
      <w:rPr>
        <w:rFonts w:hint="eastAsia"/>
        <w:b/>
        <w:sz w:val="16"/>
      </w:rPr>
      <w:t>府</w:t>
    </w:r>
  </w:p>
  <w:p w:rsidR="00122FA7" w:rsidRPr="00672C26" w:rsidRDefault="00F20332">
    <w:pPr>
      <w:pStyle w:val="Heading1"/>
      <w:autoSpaceDE w:val="0"/>
      <w:autoSpaceDN w:val="0"/>
      <w:jc w:val="center"/>
      <w:textAlignment w:val="bottom"/>
      <w:rPr>
        <w:rFonts w:ascii="Times New Roman"/>
        <w:sz w:val="16"/>
        <w:lang w:val="pt-PT"/>
      </w:rPr>
    </w:pPr>
    <w:r w:rsidRPr="00672C26">
      <w:rPr>
        <w:rFonts w:ascii="Times New Roman"/>
        <w:sz w:val="16"/>
        <w:lang w:val="pt-PT"/>
      </w:rPr>
      <w:t>Governo da Regi</w:t>
    </w:r>
    <w:r w:rsidRPr="00672C26">
      <w:rPr>
        <w:rFonts w:ascii="Times New Roman"/>
        <w:sz w:val="16"/>
        <w:lang w:val="pt-PT"/>
      </w:rPr>
      <w:t>ã</w:t>
    </w:r>
    <w:r w:rsidRPr="00672C26">
      <w:rPr>
        <w:rFonts w:ascii="Times New Roman"/>
        <w:sz w:val="16"/>
        <w:lang w:val="pt-PT"/>
      </w:rPr>
      <w:t>o Administrativa Especial de Macau</w:t>
    </w:r>
  </w:p>
  <w:p w:rsidR="00122FA7" w:rsidRDefault="00F20332">
    <w:pPr>
      <w:autoSpaceDE w:val="0"/>
      <w:autoSpaceDN w:val="0"/>
      <w:jc w:val="center"/>
      <w:textAlignment w:val="bottom"/>
      <w:rPr>
        <w:rFonts w:ascii="DFLiHeiBold" w:eastAsia="DFLiHeiBold"/>
        <w:sz w:val="16"/>
      </w:rPr>
    </w:pPr>
    <w:r>
      <w:rPr>
        <w:rFonts w:hint="eastAsia"/>
        <w:b/>
        <w:sz w:val="16"/>
      </w:rPr>
      <w:t>新</w:t>
    </w:r>
    <w:r>
      <w:rPr>
        <w:rFonts w:ascii="MingLiU" w:eastAsia="MingLiU"/>
        <w:b/>
        <w:sz w:val="16"/>
      </w:rPr>
      <w:t xml:space="preserve"> </w:t>
    </w:r>
    <w:r>
      <w:rPr>
        <w:rFonts w:hint="eastAsia"/>
        <w:b/>
        <w:sz w:val="16"/>
      </w:rPr>
      <w:t xml:space="preserve">　聞</w:t>
    </w:r>
    <w:r>
      <w:rPr>
        <w:rFonts w:ascii="MingLiU" w:eastAsia="MingLiU"/>
        <w:b/>
        <w:sz w:val="16"/>
      </w:rPr>
      <w:t xml:space="preserve"> </w:t>
    </w:r>
    <w:r>
      <w:rPr>
        <w:rFonts w:hint="eastAsia"/>
        <w:b/>
        <w:sz w:val="16"/>
      </w:rPr>
      <w:t xml:space="preserve">　局</w:t>
    </w:r>
  </w:p>
  <w:p w:rsidR="00122FA7" w:rsidRDefault="00F20332">
    <w:pPr>
      <w:pStyle w:val="Heading1"/>
      <w:autoSpaceDE w:val="0"/>
      <w:autoSpaceDN w:val="0"/>
      <w:jc w:val="center"/>
      <w:textAlignment w:val="bottom"/>
      <w:rPr>
        <w:rFonts w:ascii="Times New Roman"/>
        <w:sz w:val="16"/>
      </w:rPr>
    </w:pPr>
    <w:proofErr w:type="spellStart"/>
    <w:r>
      <w:rPr>
        <w:rFonts w:ascii="Times New Roman"/>
        <w:sz w:val="16"/>
      </w:rPr>
      <w:t>Gabinete</w:t>
    </w:r>
    <w:proofErr w:type="spellEnd"/>
    <w:r>
      <w:rPr>
        <w:rFonts w:ascii="Times New Roman"/>
        <w:sz w:val="16"/>
      </w:rPr>
      <w:t xml:space="preserve"> de </w:t>
    </w:r>
    <w:proofErr w:type="spellStart"/>
    <w:r>
      <w:rPr>
        <w:rFonts w:ascii="Times New Roman"/>
        <w:sz w:val="16"/>
      </w:rPr>
      <w:t>Comunica</w:t>
    </w:r>
    <w:r>
      <w:rPr>
        <w:rFonts w:ascii="Times New Roman"/>
        <w:sz w:val="16"/>
      </w:rPr>
      <w:t>çã</w:t>
    </w:r>
    <w:r>
      <w:rPr>
        <w:rFonts w:ascii="Times New Roman"/>
        <w:sz w:val="16"/>
      </w:rPr>
      <w:t>o</w:t>
    </w:r>
    <w:proofErr w:type="spellEnd"/>
    <w:r>
      <w:rPr>
        <w:rFonts w:ascii="Times New Roman"/>
        <w:sz w:val="16"/>
      </w:rPr>
      <w:t xml:space="preserve"> Social</w:t>
    </w:r>
  </w:p>
  <w:p w:rsidR="00122FA7" w:rsidRDefault="00122F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659"/>
    <w:rsid w:val="0000001C"/>
    <w:rsid w:val="000015C7"/>
    <w:rsid w:val="00001C88"/>
    <w:rsid w:val="00001D9D"/>
    <w:rsid w:val="00001E89"/>
    <w:rsid w:val="00003949"/>
    <w:rsid w:val="00003BA3"/>
    <w:rsid w:val="000047E3"/>
    <w:rsid w:val="00004C8F"/>
    <w:rsid w:val="00004FDE"/>
    <w:rsid w:val="00006E31"/>
    <w:rsid w:val="00007199"/>
    <w:rsid w:val="00007521"/>
    <w:rsid w:val="00010423"/>
    <w:rsid w:val="0001042B"/>
    <w:rsid w:val="0001046B"/>
    <w:rsid w:val="00010809"/>
    <w:rsid w:val="0001337F"/>
    <w:rsid w:val="0001392F"/>
    <w:rsid w:val="00013B47"/>
    <w:rsid w:val="00014256"/>
    <w:rsid w:val="00016488"/>
    <w:rsid w:val="000172D1"/>
    <w:rsid w:val="00017ED5"/>
    <w:rsid w:val="000210E5"/>
    <w:rsid w:val="00022E14"/>
    <w:rsid w:val="00022F18"/>
    <w:rsid w:val="00023E91"/>
    <w:rsid w:val="000266A7"/>
    <w:rsid w:val="000268A9"/>
    <w:rsid w:val="00026F7F"/>
    <w:rsid w:val="000276E1"/>
    <w:rsid w:val="00027EB9"/>
    <w:rsid w:val="000306A5"/>
    <w:rsid w:val="00031624"/>
    <w:rsid w:val="00031F0F"/>
    <w:rsid w:val="00033582"/>
    <w:rsid w:val="0003359A"/>
    <w:rsid w:val="0003547F"/>
    <w:rsid w:val="00036258"/>
    <w:rsid w:val="00036942"/>
    <w:rsid w:val="00036B56"/>
    <w:rsid w:val="00036E25"/>
    <w:rsid w:val="00040EFC"/>
    <w:rsid w:val="00040F4E"/>
    <w:rsid w:val="00041BAD"/>
    <w:rsid w:val="00044F32"/>
    <w:rsid w:val="0004510E"/>
    <w:rsid w:val="000475C2"/>
    <w:rsid w:val="0004764E"/>
    <w:rsid w:val="00050E5D"/>
    <w:rsid w:val="00051181"/>
    <w:rsid w:val="000513EA"/>
    <w:rsid w:val="000522D5"/>
    <w:rsid w:val="000522E2"/>
    <w:rsid w:val="0005386E"/>
    <w:rsid w:val="000547DF"/>
    <w:rsid w:val="00054D16"/>
    <w:rsid w:val="000550C8"/>
    <w:rsid w:val="00055FEB"/>
    <w:rsid w:val="00056B89"/>
    <w:rsid w:val="00056F73"/>
    <w:rsid w:val="00057D3B"/>
    <w:rsid w:val="000607D8"/>
    <w:rsid w:val="00060D8A"/>
    <w:rsid w:val="000632F4"/>
    <w:rsid w:val="0006350B"/>
    <w:rsid w:val="000638E4"/>
    <w:rsid w:val="0006675B"/>
    <w:rsid w:val="0006683C"/>
    <w:rsid w:val="00066FC9"/>
    <w:rsid w:val="00067069"/>
    <w:rsid w:val="00067E9E"/>
    <w:rsid w:val="000707AE"/>
    <w:rsid w:val="00070E7E"/>
    <w:rsid w:val="00071EAB"/>
    <w:rsid w:val="00072052"/>
    <w:rsid w:val="000721F5"/>
    <w:rsid w:val="0007284A"/>
    <w:rsid w:val="00072AAF"/>
    <w:rsid w:val="00072DD0"/>
    <w:rsid w:val="00073C93"/>
    <w:rsid w:val="00074B61"/>
    <w:rsid w:val="00074CBD"/>
    <w:rsid w:val="00074E85"/>
    <w:rsid w:val="0007522C"/>
    <w:rsid w:val="00075471"/>
    <w:rsid w:val="00076B45"/>
    <w:rsid w:val="00077403"/>
    <w:rsid w:val="00077877"/>
    <w:rsid w:val="00080F29"/>
    <w:rsid w:val="00081A0B"/>
    <w:rsid w:val="0008256C"/>
    <w:rsid w:val="00083031"/>
    <w:rsid w:val="000832CF"/>
    <w:rsid w:val="00084590"/>
    <w:rsid w:val="00084E53"/>
    <w:rsid w:val="00085189"/>
    <w:rsid w:val="000851CA"/>
    <w:rsid w:val="00085A15"/>
    <w:rsid w:val="000862A7"/>
    <w:rsid w:val="00086BDD"/>
    <w:rsid w:val="00086FC0"/>
    <w:rsid w:val="00087507"/>
    <w:rsid w:val="000876EC"/>
    <w:rsid w:val="00091752"/>
    <w:rsid w:val="00091965"/>
    <w:rsid w:val="000924F4"/>
    <w:rsid w:val="000928BF"/>
    <w:rsid w:val="000929D5"/>
    <w:rsid w:val="00092A09"/>
    <w:rsid w:val="00092E94"/>
    <w:rsid w:val="00093D02"/>
    <w:rsid w:val="00094200"/>
    <w:rsid w:val="0009427D"/>
    <w:rsid w:val="000957A6"/>
    <w:rsid w:val="00096841"/>
    <w:rsid w:val="0009708C"/>
    <w:rsid w:val="000974C8"/>
    <w:rsid w:val="00097FC5"/>
    <w:rsid w:val="000A0024"/>
    <w:rsid w:val="000A02C2"/>
    <w:rsid w:val="000A0832"/>
    <w:rsid w:val="000A1D91"/>
    <w:rsid w:val="000A4DD7"/>
    <w:rsid w:val="000A5F71"/>
    <w:rsid w:val="000A69E5"/>
    <w:rsid w:val="000A7116"/>
    <w:rsid w:val="000B038D"/>
    <w:rsid w:val="000B048D"/>
    <w:rsid w:val="000B06BC"/>
    <w:rsid w:val="000B1900"/>
    <w:rsid w:val="000B2970"/>
    <w:rsid w:val="000B3ABF"/>
    <w:rsid w:val="000B4FE1"/>
    <w:rsid w:val="000B5AB6"/>
    <w:rsid w:val="000B5AF2"/>
    <w:rsid w:val="000B663F"/>
    <w:rsid w:val="000B68F2"/>
    <w:rsid w:val="000B6CAB"/>
    <w:rsid w:val="000B6FDF"/>
    <w:rsid w:val="000B7113"/>
    <w:rsid w:val="000B7436"/>
    <w:rsid w:val="000B7553"/>
    <w:rsid w:val="000B76E2"/>
    <w:rsid w:val="000B785B"/>
    <w:rsid w:val="000C0245"/>
    <w:rsid w:val="000C1907"/>
    <w:rsid w:val="000C2055"/>
    <w:rsid w:val="000C21D3"/>
    <w:rsid w:val="000C38A5"/>
    <w:rsid w:val="000C3C0D"/>
    <w:rsid w:val="000C64FF"/>
    <w:rsid w:val="000C6840"/>
    <w:rsid w:val="000C7A85"/>
    <w:rsid w:val="000D03D8"/>
    <w:rsid w:val="000D1E05"/>
    <w:rsid w:val="000D2A94"/>
    <w:rsid w:val="000D460D"/>
    <w:rsid w:val="000D4D0D"/>
    <w:rsid w:val="000D59B8"/>
    <w:rsid w:val="000D7AA1"/>
    <w:rsid w:val="000D7F56"/>
    <w:rsid w:val="000E0557"/>
    <w:rsid w:val="000E13F0"/>
    <w:rsid w:val="000E1BF4"/>
    <w:rsid w:val="000E459A"/>
    <w:rsid w:val="000E4A8C"/>
    <w:rsid w:val="000E4ED6"/>
    <w:rsid w:val="000E6723"/>
    <w:rsid w:val="000E6B3F"/>
    <w:rsid w:val="000E77D2"/>
    <w:rsid w:val="000E781D"/>
    <w:rsid w:val="000F0267"/>
    <w:rsid w:val="000F089A"/>
    <w:rsid w:val="000F0A15"/>
    <w:rsid w:val="000F14C9"/>
    <w:rsid w:val="000F27E7"/>
    <w:rsid w:val="000F353A"/>
    <w:rsid w:val="000F358D"/>
    <w:rsid w:val="000F465A"/>
    <w:rsid w:val="000F655C"/>
    <w:rsid w:val="000F671A"/>
    <w:rsid w:val="00100305"/>
    <w:rsid w:val="0010383E"/>
    <w:rsid w:val="00105180"/>
    <w:rsid w:val="001062FA"/>
    <w:rsid w:val="001068BC"/>
    <w:rsid w:val="00106ABB"/>
    <w:rsid w:val="00106F02"/>
    <w:rsid w:val="00107307"/>
    <w:rsid w:val="0011006E"/>
    <w:rsid w:val="00110D79"/>
    <w:rsid w:val="00112446"/>
    <w:rsid w:val="001128C2"/>
    <w:rsid w:val="00113C77"/>
    <w:rsid w:val="00114926"/>
    <w:rsid w:val="0011504D"/>
    <w:rsid w:val="001151EA"/>
    <w:rsid w:val="00116259"/>
    <w:rsid w:val="00116660"/>
    <w:rsid w:val="00116A22"/>
    <w:rsid w:val="001171BE"/>
    <w:rsid w:val="001206BD"/>
    <w:rsid w:val="001206FE"/>
    <w:rsid w:val="00121AC9"/>
    <w:rsid w:val="00122398"/>
    <w:rsid w:val="00122738"/>
    <w:rsid w:val="00122E6A"/>
    <w:rsid w:val="00122FA7"/>
    <w:rsid w:val="00123E6D"/>
    <w:rsid w:val="00124D2E"/>
    <w:rsid w:val="00124F00"/>
    <w:rsid w:val="00125123"/>
    <w:rsid w:val="001254EE"/>
    <w:rsid w:val="00127528"/>
    <w:rsid w:val="0012773E"/>
    <w:rsid w:val="00127E01"/>
    <w:rsid w:val="001309A4"/>
    <w:rsid w:val="0013117D"/>
    <w:rsid w:val="0013165D"/>
    <w:rsid w:val="00131870"/>
    <w:rsid w:val="00131F6D"/>
    <w:rsid w:val="00132C47"/>
    <w:rsid w:val="00135083"/>
    <w:rsid w:val="0013701D"/>
    <w:rsid w:val="00137190"/>
    <w:rsid w:val="001373FD"/>
    <w:rsid w:val="00141031"/>
    <w:rsid w:val="00141CDC"/>
    <w:rsid w:val="00141F29"/>
    <w:rsid w:val="00143359"/>
    <w:rsid w:val="0014351A"/>
    <w:rsid w:val="00144501"/>
    <w:rsid w:val="00144691"/>
    <w:rsid w:val="00145641"/>
    <w:rsid w:val="00145A89"/>
    <w:rsid w:val="0014666D"/>
    <w:rsid w:val="00146BBB"/>
    <w:rsid w:val="0014770B"/>
    <w:rsid w:val="001479E5"/>
    <w:rsid w:val="00151251"/>
    <w:rsid w:val="00151468"/>
    <w:rsid w:val="00151578"/>
    <w:rsid w:val="00151748"/>
    <w:rsid w:val="00151E6B"/>
    <w:rsid w:val="00152C5B"/>
    <w:rsid w:val="00152D6D"/>
    <w:rsid w:val="00152E11"/>
    <w:rsid w:val="001537AB"/>
    <w:rsid w:val="001547BD"/>
    <w:rsid w:val="001562C4"/>
    <w:rsid w:val="00156D13"/>
    <w:rsid w:val="00157186"/>
    <w:rsid w:val="00160D22"/>
    <w:rsid w:val="001614D1"/>
    <w:rsid w:val="001618DA"/>
    <w:rsid w:val="00162310"/>
    <w:rsid w:val="00162B5B"/>
    <w:rsid w:val="00163239"/>
    <w:rsid w:val="00165E3A"/>
    <w:rsid w:val="00167085"/>
    <w:rsid w:val="001675F6"/>
    <w:rsid w:val="00167B4D"/>
    <w:rsid w:val="0017063C"/>
    <w:rsid w:val="0017096A"/>
    <w:rsid w:val="0017126C"/>
    <w:rsid w:val="00171BB7"/>
    <w:rsid w:val="001738C5"/>
    <w:rsid w:val="00174404"/>
    <w:rsid w:val="00174616"/>
    <w:rsid w:val="00175619"/>
    <w:rsid w:val="0017700D"/>
    <w:rsid w:val="00177BE5"/>
    <w:rsid w:val="00180865"/>
    <w:rsid w:val="001809BD"/>
    <w:rsid w:val="00180C41"/>
    <w:rsid w:val="00180C4B"/>
    <w:rsid w:val="00180CBE"/>
    <w:rsid w:val="00180E89"/>
    <w:rsid w:val="00181E57"/>
    <w:rsid w:val="001825B4"/>
    <w:rsid w:val="00183BCD"/>
    <w:rsid w:val="00185060"/>
    <w:rsid w:val="00185C67"/>
    <w:rsid w:val="00186552"/>
    <w:rsid w:val="00187A48"/>
    <w:rsid w:val="001904FC"/>
    <w:rsid w:val="00191AB0"/>
    <w:rsid w:val="001924BA"/>
    <w:rsid w:val="00193F2B"/>
    <w:rsid w:val="001940DC"/>
    <w:rsid w:val="00194C07"/>
    <w:rsid w:val="0019540C"/>
    <w:rsid w:val="00197045"/>
    <w:rsid w:val="001974F0"/>
    <w:rsid w:val="001A0628"/>
    <w:rsid w:val="001A0AFB"/>
    <w:rsid w:val="001A135D"/>
    <w:rsid w:val="001A1F01"/>
    <w:rsid w:val="001A4502"/>
    <w:rsid w:val="001A573E"/>
    <w:rsid w:val="001A5CB0"/>
    <w:rsid w:val="001A5D01"/>
    <w:rsid w:val="001A6B4F"/>
    <w:rsid w:val="001A7392"/>
    <w:rsid w:val="001B12C1"/>
    <w:rsid w:val="001B3346"/>
    <w:rsid w:val="001B3726"/>
    <w:rsid w:val="001B3815"/>
    <w:rsid w:val="001B45FD"/>
    <w:rsid w:val="001B614E"/>
    <w:rsid w:val="001B6A76"/>
    <w:rsid w:val="001C1698"/>
    <w:rsid w:val="001C1AD3"/>
    <w:rsid w:val="001C27A6"/>
    <w:rsid w:val="001C28CF"/>
    <w:rsid w:val="001C3145"/>
    <w:rsid w:val="001C3BE9"/>
    <w:rsid w:val="001C4145"/>
    <w:rsid w:val="001C44CD"/>
    <w:rsid w:val="001C5DA1"/>
    <w:rsid w:val="001C68E3"/>
    <w:rsid w:val="001C6BE1"/>
    <w:rsid w:val="001D1737"/>
    <w:rsid w:val="001D1B7A"/>
    <w:rsid w:val="001D38C8"/>
    <w:rsid w:val="001D4312"/>
    <w:rsid w:val="001D4812"/>
    <w:rsid w:val="001D4A1A"/>
    <w:rsid w:val="001D4C38"/>
    <w:rsid w:val="001D65C9"/>
    <w:rsid w:val="001D6E2D"/>
    <w:rsid w:val="001D6FF2"/>
    <w:rsid w:val="001D7552"/>
    <w:rsid w:val="001E017C"/>
    <w:rsid w:val="001E048A"/>
    <w:rsid w:val="001E122A"/>
    <w:rsid w:val="001E4DB2"/>
    <w:rsid w:val="001E533E"/>
    <w:rsid w:val="001E57FA"/>
    <w:rsid w:val="001E5AA8"/>
    <w:rsid w:val="001E6C77"/>
    <w:rsid w:val="001E6E93"/>
    <w:rsid w:val="001E6FE7"/>
    <w:rsid w:val="001E768A"/>
    <w:rsid w:val="001E79EE"/>
    <w:rsid w:val="001E7E8C"/>
    <w:rsid w:val="001F027E"/>
    <w:rsid w:val="001F08AA"/>
    <w:rsid w:val="001F1398"/>
    <w:rsid w:val="001F17A0"/>
    <w:rsid w:val="001F1CA7"/>
    <w:rsid w:val="001F350F"/>
    <w:rsid w:val="001F391D"/>
    <w:rsid w:val="001F4223"/>
    <w:rsid w:val="001F4248"/>
    <w:rsid w:val="001F42C9"/>
    <w:rsid w:val="001F43C6"/>
    <w:rsid w:val="001F45E8"/>
    <w:rsid w:val="001F550A"/>
    <w:rsid w:val="001F5A85"/>
    <w:rsid w:val="001F5C32"/>
    <w:rsid w:val="00200231"/>
    <w:rsid w:val="00200294"/>
    <w:rsid w:val="002003C6"/>
    <w:rsid w:val="00200D9B"/>
    <w:rsid w:val="0020288E"/>
    <w:rsid w:val="00202E42"/>
    <w:rsid w:val="00203D00"/>
    <w:rsid w:val="0020424D"/>
    <w:rsid w:val="0020558E"/>
    <w:rsid w:val="00206A81"/>
    <w:rsid w:val="00207600"/>
    <w:rsid w:val="0020786F"/>
    <w:rsid w:val="002103DA"/>
    <w:rsid w:val="002117F2"/>
    <w:rsid w:val="00211844"/>
    <w:rsid w:val="002118E9"/>
    <w:rsid w:val="00212026"/>
    <w:rsid w:val="00212F55"/>
    <w:rsid w:val="00214BDE"/>
    <w:rsid w:val="00214C6E"/>
    <w:rsid w:val="002154D0"/>
    <w:rsid w:val="00215861"/>
    <w:rsid w:val="00216778"/>
    <w:rsid w:val="00221296"/>
    <w:rsid w:val="00221AB5"/>
    <w:rsid w:val="00223669"/>
    <w:rsid w:val="002236E9"/>
    <w:rsid w:val="00223F00"/>
    <w:rsid w:val="002240DB"/>
    <w:rsid w:val="00224784"/>
    <w:rsid w:val="002252E2"/>
    <w:rsid w:val="00225C6A"/>
    <w:rsid w:val="00225CE7"/>
    <w:rsid w:val="0022689A"/>
    <w:rsid w:val="002269B7"/>
    <w:rsid w:val="002270C5"/>
    <w:rsid w:val="002279EA"/>
    <w:rsid w:val="00230AC3"/>
    <w:rsid w:val="00230C0E"/>
    <w:rsid w:val="00230E3B"/>
    <w:rsid w:val="0023182E"/>
    <w:rsid w:val="00231F91"/>
    <w:rsid w:val="00232CFA"/>
    <w:rsid w:val="002330CE"/>
    <w:rsid w:val="002337E8"/>
    <w:rsid w:val="0023399D"/>
    <w:rsid w:val="002372B2"/>
    <w:rsid w:val="00237331"/>
    <w:rsid w:val="00240B0A"/>
    <w:rsid w:val="00240DE1"/>
    <w:rsid w:val="0024119C"/>
    <w:rsid w:val="002426AD"/>
    <w:rsid w:val="002432CA"/>
    <w:rsid w:val="002437B9"/>
    <w:rsid w:val="002442A6"/>
    <w:rsid w:val="0024449B"/>
    <w:rsid w:val="002446CF"/>
    <w:rsid w:val="002459AB"/>
    <w:rsid w:val="00246489"/>
    <w:rsid w:val="00247AB7"/>
    <w:rsid w:val="00250019"/>
    <w:rsid w:val="00250347"/>
    <w:rsid w:val="00250687"/>
    <w:rsid w:val="00250712"/>
    <w:rsid w:val="00251603"/>
    <w:rsid w:val="00253B9B"/>
    <w:rsid w:val="00254C7B"/>
    <w:rsid w:val="00254CC7"/>
    <w:rsid w:val="00255DE6"/>
    <w:rsid w:val="002566F4"/>
    <w:rsid w:val="00256D92"/>
    <w:rsid w:val="00257809"/>
    <w:rsid w:val="00257B8C"/>
    <w:rsid w:val="002602F7"/>
    <w:rsid w:val="0026158A"/>
    <w:rsid w:val="00262B57"/>
    <w:rsid w:val="002640E2"/>
    <w:rsid w:val="00264E4F"/>
    <w:rsid w:val="002656BF"/>
    <w:rsid w:val="00265AED"/>
    <w:rsid w:val="00266DD2"/>
    <w:rsid w:val="0026797A"/>
    <w:rsid w:val="00271CC4"/>
    <w:rsid w:val="00273E7D"/>
    <w:rsid w:val="0027432E"/>
    <w:rsid w:val="00274766"/>
    <w:rsid w:val="002753B8"/>
    <w:rsid w:val="002760BF"/>
    <w:rsid w:val="002766E8"/>
    <w:rsid w:val="002766F7"/>
    <w:rsid w:val="00277B2E"/>
    <w:rsid w:val="00280E62"/>
    <w:rsid w:val="002826DC"/>
    <w:rsid w:val="002867ED"/>
    <w:rsid w:val="00287B43"/>
    <w:rsid w:val="002915B5"/>
    <w:rsid w:val="002916D3"/>
    <w:rsid w:val="00291736"/>
    <w:rsid w:val="00291AA2"/>
    <w:rsid w:val="00292270"/>
    <w:rsid w:val="00292DD0"/>
    <w:rsid w:val="002939A8"/>
    <w:rsid w:val="00293CBD"/>
    <w:rsid w:val="00294DC5"/>
    <w:rsid w:val="002959CF"/>
    <w:rsid w:val="00295BC4"/>
    <w:rsid w:val="00296AE0"/>
    <w:rsid w:val="002A0511"/>
    <w:rsid w:val="002A0F2B"/>
    <w:rsid w:val="002A1317"/>
    <w:rsid w:val="002A2870"/>
    <w:rsid w:val="002A2CE9"/>
    <w:rsid w:val="002A3428"/>
    <w:rsid w:val="002A3CDE"/>
    <w:rsid w:val="002A479E"/>
    <w:rsid w:val="002A5279"/>
    <w:rsid w:val="002A565F"/>
    <w:rsid w:val="002A5A5C"/>
    <w:rsid w:val="002A5F61"/>
    <w:rsid w:val="002A695A"/>
    <w:rsid w:val="002A6DB0"/>
    <w:rsid w:val="002A7332"/>
    <w:rsid w:val="002A7DC9"/>
    <w:rsid w:val="002B054B"/>
    <w:rsid w:val="002B087F"/>
    <w:rsid w:val="002B0BF9"/>
    <w:rsid w:val="002B15FC"/>
    <w:rsid w:val="002B23E9"/>
    <w:rsid w:val="002B3728"/>
    <w:rsid w:val="002B3CC6"/>
    <w:rsid w:val="002B3DB3"/>
    <w:rsid w:val="002B55E5"/>
    <w:rsid w:val="002B5FE5"/>
    <w:rsid w:val="002B6663"/>
    <w:rsid w:val="002B66B5"/>
    <w:rsid w:val="002B7C17"/>
    <w:rsid w:val="002C01D0"/>
    <w:rsid w:val="002C0AFC"/>
    <w:rsid w:val="002C2707"/>
    <w:rsid w:val="002C2D59"/>
    <w:rsid w:val="002C31C7"/>
    <w:rsid w:val="002C3DC0"/>
    <w:rsid w:val="002C4809"/>
    <w:rsid w:val="002C4A45"/>
    <w:rsid w:val="002C50DB"/>
    <w:rsid w:val="002C53CC"/>
    <w:rsid w:val="002C6098"/>
    <w:rsid w:val="002C6B10"/>
    <w:rsid w:val="002C6FF4"/>
    <w:rsid w:val="002C73BD"/>
    <w:rsid w:val="002D0072"/>
    <w:rsid w:val="002D0857"/>
    <w:rsid w:val="002D0C08"/>
    <w:rsid w:val="002D0C93"/>
    <w:rsid w:val="002D19F8"/>
    <w:rsid w:val="002D1FE0"/>
    <w:rsid w:val="002D2A95"/>
    <w:rsid w:val="002D2BB5"/>
    <w:rsid w:val="002D4179"/>
    <w:rsid w:val="002D4E03"/>
    <w:rsid w:val="002D5B24"/>
    <w:rsid w:val="002D69D7"/>
    <w:rsid w:val="002D7256"/>
    <w:rsid w:val="002E1AAD"/>
    <w:rsid w:val="002E1D61"/>
    <w:rsid w:val="002E231B"/>
    <w:rsid w:val="002E2CBB"/>
    <w:rsid w:val="002E4320"/>
    <w:rsid w:val="002E4C4B"/>
    <w:rsid w:val="002E5009"/>
    <w:rsid w:val="002E58AF"/>
    <w:rsid w:val="002E5FF1"/>
    <w:rsid w:val="002E69B0"/>
    <w:rsid w:val="002E6F6B"/>
    <w:rsid w:val="002E7F4E"/>
    <w:rsid w:val="002F0F8A"/>
    <w:rsid w:val="002F10A8"/>
    <w:rsid w:val="002F15D6"/>
    <w:rsid w:val="002F17A6"/>
    <w:rsid w:val="002F1C3C"/>
    <w:rsid w:val="002F2E44"/>
    <w:rsid w:val="002F2E48"/>
    <w:rsid w:val="002F3507"/>
    <w:rsid w:val="002F3B77"/>
    <w:rsid w:val="002F471A"/>
    <w:rsid w:val="002F70D7"/>
    <w:rsid w:val="002F713A"/>
    <w:rsid w:val="00303301"/>
    <w:rsid w:val="00303C7C"/>
    <w:rsid w:val="00303E2E"/>
    <w:rsid w:val="00303F25"/>
    <w:rsid w:val="003042C0"/>
    <w:rsid w:val="00304442"/>
    <w:rsid w:val="0030748D"/>
    <w:rsid w:val="00307E05"/>
    <w:rsid w:val="00307FFC"/>
    <w:rsid w:val="003113FC"/>
    <w:rsid w:val="003119CB"/>
    <w:rsid w:val="00312402"/>
    <w:rsid w:val="00312D48"/>
    <w:rsid w:val="00313437"/>
    <w:rsid w:val="003135E0"/>
    <w:rsid w:val="00313D87"/>
    <w:rsid w:val="00314343"/>
    <w:rsid w:val="0031458F"/>
    <w:rsid w:val="00315583"/>
    <w:rsid w:val="003155D3"/>
    <w:rsid w:val="00315964"/>
    <w:rsid w:val="00315A99"/>
    <w:rsid w:val="0031625D"/>
    <w:rsid w:val="00316F2D"/>
    <w:rsid w:val="003171A5"/>
    <w:rsid w:val="00317560"/>
    <w:rsid w:val="00320BC8"/>
    <w:rsid w:val="00320EBF"/>
    <w:rsid w:val="00321258"/>
    <w:rsid w:val="003212EB"/>
    <w:rsid w:val="00321D9A"/>
    <w:rsid w:val="003229AB"/>
    <w:rsid w:val="00322E0F"/>
    <w:rsid w:val="00324139"/>
    <w:rsid w:val="003266C8"/>
    <w:rsid w:val="00326738"/>
    <w:rsid w:val="003268CF"/>
    <w:rsid w:val="00326E96"/>
    <w:rsid w:val="0032732D"/>
    <w:rsid w:val="00327B80"/>
    <w:rsid w:val="00327E61"/>
    <w:rsid w:val="00330594"/>
    <w:rsid w:val="00330857"/>
    <w:rsid w:val="00332021"/>
    <w:rsid w:val="00332B33"/>
    <w:rsid w:val="00332FB7"/>
    <w:rsid w:val="0033348E"/>
    <w:rsid w:val="003338D6"/>
    <w:rsid w:val="00333D4D"/>
    <w:rsid w:val="003344D7"/>
    <w:rsid w:val="0033495A"/>
    <w:rsid w:val="00334B96"/>
    <w:rsid w:val="0033586A"/>
    <w:rsid w:val="00336E61"/>
    <w:rsid w:val="00340523"/>
    <w:rsid w:val="003407B7"/>
    <w:rsid w:val="0034225A"/>
    <w:rsid w:val="00342B58"/>
    <w:rsid w:val="00344261"/>
    <w:rsid w:val="0034549E"/>
    <w:rsid w:val="00346785"/>
    <w:rsid w:val="00347D56"/>
    <w:rsid w:val="00347DAE"/>
    <w:rsid w:val="00350272"/>
    <w:rsid w:val="00350439"/>
    <w:rsid w:val="00350623"/>
    <w:rsid w:val="00351579"/>
    <w:rsid w:val="00351859"/>
    <w:rsid w:val="00353F2B"/>
    <w:rsid w:val="00354495"/>
    <w:rsid w:val="003577C8"/>
    <w:rsid w:val="00360210"/>
    <w:rsid w:val="0036021B"/>
    <w:rsid w:val="00360713"/>
    <w:rsid w:val="00361F14"/>
    <w:rsid w:val="00361F71"/>
    <w:rsid w:val="00362447"/>
    <w:rsid w:val="00362D5B"/>
    <w:rsid w:val="0036325C"/>
    <w:rsid w:val="00364139"/>
    <w:rsid w:val="003643B2"/>
    <w:rsid w:val="00364D37"/>
    <w:rsid w:val="00364FB6"/>
    <w:rsid w:val="00364FEF"/>
    <w:rsid w:val="00365542"/>
    <w:rsid w:val="00366D2A"/>
    <w:rsid w:val="00366DC2"/>
    <w:rsid w:val="00367D83"/>
    <w:rsid w:val="00367FFA"/>
    <w:rsid w:val="00370E28"/>
    <w:rsid w:val="00370E51"/>
    <w:rsid w:val="003728BC"/>
    <w:rsid w:val="00373A1E"/>
    <w:rsid w:val="003746B7"/>
    <w:rsid w:val="0037480C"/>
    <w:rsid w:val="0037485A"/>
    <w:rsid w:val="00374A3B"/>
    <w:rsid w:val="00374F3E"/>
    <w:rsid w:val="00375862"/>
    <w:rsid w:val="00376B7C"/>
    <w:rsid w:val="00376E36"/>
    <w:rsid w:val="00377FBE"/>
    <w:rsid w:val="003805C3"/>
    <w:rsid w:val="00380AA6"/>
    <w:rsid w:val="003813C8"/>
    <w:rsid w:val="00381908"/>
    <w:rsid w:val="0038275A"/>
    <w:rsid w:val="00383119"/>
    <w:rsid w:val="003839F1"/>
    <w:rsid w:val="00385ED9"/>
    <w:rsid w:val="00387F36"/>
    <w:rsid w:val="0039036F"/>
    <w:rsid w:val="003903AF"/>
    <w:rsid w:val="0039112A"/>
    <w:rsid w:val="0039271C"/>
    <w:rsid w:val="003927AD"/>
    <w:rsid w:val="00392F72"/>
    <w:rsid w:val="003937AC"/>
    <w:rsid w:val="00394D91"/>
    <w:rsid w:val="00394F81"/>
    <w:rsid w:val="003952C4"/>
    <w:rsid w:val="00395763"/>
    <w:rsid w:val="00395BE6"/>
    <w:rsid w:val="00395F49"/>
    <w:rsid w:val="00396B67"/>
    <w:rsid w:val="003A09ED"/>
    <w:rsid w:val="003A1525"/>
    <w:rsid w:val="003A2A87"/>
    <w:rsid w:val="003A3159"/>
    <w:rsid w:val="003A34E7"/>
    <w:rsid w:val="003A3507"/>
    <w:rsid w:val="003A6B6A"/>
    <w:rsid w:val="003A7DAC"/>
    <w:rsid w:val="003B22A5"/>
    <w:rsid w:val="003B37A4"/>
    <w:rsid w:val="003B4557"/>
    <w:rsid w:val="003B6A43"/>
    <w:rsid w:val="003B6ACC"/>
    <w:rsid w:val="003B77C4"/>
    <w:rsid w:val="003C00C4"/>
    <w:rsid w:val="003C07AD"/>
    <w:rsid w:val="003C1322"/>
    <w:rsid w:val="003C14FB"/>
    <w:rsid w:val="003C2DB6"/>
    <w:rsid w:val="003C3051"/>
    <w:rsid w:val="003C3BBE"/>
    <w:rsid w:val="003C42E1"/>
    <w:rsid w:val="003C4E80"/>
    <w:rsid w:val="003C5B33"/>
    <w:rsid w:val="003C6219"/>
    <w:rsid w:val="003C69C9"/>
    <w:rsid w:val="003C74CB"/>
    <w:rsid w:val="003D012A"/>
    <w:rsid w:val="003D0246"/>
    <w:rsid w:val="003D0548"/>
    <w:rsid w:val="003D0A55"/>
    <w:rsid w:val="003D167C"/>
    <w:rsid w:val="003D2D2A"/>
    <w:rsid w:val="003D2F53"/>
    <w:rsid w:val="003D3712"/>
    <w:rsid w:val="003D3BE1"/>
    <w:rsid w:val="003D4B28"/>
    <w:rsid w:val="003D4E1F"/>
    <w:rsid w:val="003D510E"/>
    <w:rsid w:val="003D57F1"/>
    <w:rsid w:val="003D6245"/>
    <w:rsid w:val="003D6936"/>
    <w:rsid w:val="003D71DE"/>
    <w:rsid w:val="003D76ED"/>
    <w:rsid w:val="003E018E"/>
    <w:rsid w:val="003E0AA7"/>
    <w:rsid w:val="003E11A8"/>
    <w:rsid w:val="003E26F1"/>
    <w:rsid w:val="003E2925"/>
    <w:rsid w:val="003E32FA"/>
    <w:rsid w:val="003E43E2"/>
    <w:rsid w:val="003E4F20"/>
    <w:rsid w:val="003E53D1"/>
    <w:rsid w:val="003E5B56"/>
    <w:rsid w:val="003E647D"/>
    <w:rsid w:val="003E6F33"/>
    <w:rsid w:val="003E7C84"/>
    <w:rsid w:val="003F0D03"/>
    <w:rsid w:val="003F1000"/>
    <w:rsid w:val="003F24EE"/>
    <w:rsid w:val="003F2B29"/>
    <w:rsid w:val="003F2DCF"/>
    <w:rsid w:val="003F3D93"/>
    <w:rsid w:val="003F3F6B"/>
    <w:rsid w:val="003F4E02"/>
    <w:rsid w:val="003F4EC3"/>
    <w:rsid w:val="003F5513"/>
    <w:rsid w:val="003F6B3C"/>
    <w:rsid w:val="003F6C17"/>
    <w:rsid w:val="00400940"/>
    <w:rsid w:val="00401195"/>
    <w:rsid w:val="00401CCC"/>
    <w:rsid w:val="00404D5C"/>
    <w:rsid w:val="004059B5"/>
    <w:rsid w:val="00406766"/>
    <w:rsid w:val="00410AAD"/>
    <w:rsid w:val="00411798"/>
    <w:rsid w:val="0041264B"/>
    <w:rsid w:val="00413BAA"/>
    <w:rsid w:val="004149BB"/>
    <w:rsid w:val="00414C81"/>
    <w:rsid w:val="00414D34"/>
    <w:rsid w:val="00415A8C"/>
    <w:rsid w:val="00416245"/>
    <w:rsid w:val="00417514"/>
    <w:rsid w:val="004178EF"/>
    <w:rsid w:val="00417AB5"/>
    <w:rsid w:val="00417E54"/>
    <w:rsid w:val="00417E81"/>
    <w:rsid w:val="00420015"/>
    <w:rsid w:val="00420051"/>
    <w:rsid w:val="004202A2"/>
    <w:rsid w:val="00420693"/>
    <w:rsid w:val="004208F4"/>
    <w:rsid w:val="00420E3E"/>
    <w:rsid w:val="0042106E"/>
    <w:rsid w:val="004212B5"/>
    <w:rsid w:val="004214E6"/>
    <w:rsid w:val="004217C1"/>
    <w:rsid w:val="00421ABC"/>
    <w:rsid w:val="00421F6A"/>
    <w:rsid w:val="00422735"/>
    <w:rsid w:val="00422974"/>
    <w:rsid w:val="00423A19"/>
    <w:rsid w:val="00423C05"/>
    <w:rsid w:val="00423DD4"/>
    <w:rsid w:val="00423FE0"/>
    <w:rsid w:val="00424258"/>
    <w:rsid w:val="00425195"/>
    <w:rsid w:val="00425575"/>
    <w:rsid w:val="0042591F"/>
    <w:rsid w:val="00425D61"/>
    <w:rsid w:val="00425EDF"/>
    <w:rsid w:val="00430B30"/>
    <w:rsid w:val="00430B39"/>
    <w:rsid w:val="00430C7F"/>
    <w:rsid w:val="00431884"/>
    <w:rsid w:val="00431E00"/>
    <w:rsid w:val="0043213B"/>
    <w:rsid w:val="00432396"/>
    <w:rsid w:val="00432683"/>
    <w:rsid w:val="00432801"/>
    <w:rsid w:val="00432902"/>
    <w:rsid w:val="00432D43"/>
    <w:rsid w:val="00433643"/>
    <w:rsid w:val="004339BA"/>
    <w:rsid w:val="00433DCB"/>
    <w:rsid w:val="00437816"/>
    <w:rsid w:val="00437A87"/>
    <w:rsid w:val="00440075"/>
    <w:rsid w:val="00440C49"/>
    <w:rsid w:val="00441019"/>
    <w:rsid w:val="00442623"/>
    <w:rsid w:val="0044287E"/>
    <w:rsid w:val="004432C9"/>
    <w:rsid w:val="00443FCF"/>
    <w:rsid w:val="004443CB"/>
    <w:rsid w:val="00445A81"/>
    <w:rsid w:val="00446672"/>
    <w:rsid w:val="0045072B"/>
    <w:rsid w:val="004508EE"/>
    <w:rsid w:val="004512C3"/>
    <w:rsid w:val="004528DB"/>
    <w:rsid w:val="00452A53"/>
    <w:rsid w:val="00452C44"/>
    <w:rsid w:val="00452EBF"/>
    <w:rsid w:val="0045306D"/>
    <w:rsid w:val="0045316B"/>
    <w:rsid w:val="00454C06"/>
    <w:rsid w:val="00454CAF"/>
    <w:rsid w:val="00455533"/>
    <w:rsid w:val="004555ED"/>
    <w:rsid w:val="00455DAB"/>
    <w:rsid w:val="004564BF"/>
    <w:rsid w:val="0046097A"/>
    <w:rsid w:val="00460EC0"/>
    <w:rsid w:val="00461259"/>
    <w:rsid w:val="004622A2"/>
    <w:rsid w:val="004628F3"/>
    <w:rsid w:val="00463A71"/>
    <w:rsid w:val="00464A69"/>
    <w:rsid w:val="0046512D"/>
    <w:rsid w:val="00465D78"/>
    <w:rsid w:val="00466239"/>
    <w:rsid w:val="00466425"/>
    <w:rsid w:val="00466AD4"/>
    <w:rsid w:val="00470014"/>
    <w:rsid w:val="00470EC0"/>
    <w:rsid w:val="00471645"/>
    <w:rsid w:val="004717DE"/>
    <w:rsid w:val="0047241C"/>
    <w:rsid w:val="00472AB4"/>
    <w:rsid w:val="004731C9"/>
    <w:rsid w:val="00473D94"/>
    <w:rsid w:val="004742A9"/>
    <w:rsid w:val="00475194"/>
    <w:rsid w:val="00475D33"/>
    <w:rsid w:val="00476923"/>
    <w:rsid w:val="00481A87"/>
    <w:rsid w:val="00483E8C"/>
    <w:rsid w:val="00484071"/>
    <w:rsid w:val="00484134"/>
    <w:rsid w:val="004856CE"/>
    <w:rsid w:val="004900BA"/>
    <w:rsid w:val="00491213"/>
    <w:rsid w:val="00491265"/>
    <w:rsid w:val="00491B0E"/>
    <w:rsid w:val="00491D83"/>
    <w:rsid w:val="00492378"/>
    <w:rsid w:val="004923A9"/>
    <w:rsid w:val="00494208"/>
    <w:rsid w:val="0049549A"/>
    <w:rsid w:val="00495A92"/>
    <w:rsid w:val="00495AF1"/>
    <w:rsid w:val="00496051"/>
    <w:rsid w:val="0049611F"/>
    <w:rsid w:val="004A0A08"/>
    <w:rsid w:val="004A1C1B"/>
    <w:rsid w:val="004A2B41"/>
    <w:rsid w:val="004A3584"/>
    <w:rsid w:val="004A3F9F"/>
    <w:rsid w:val="004A4CEC"/>
    <w:rsid w:val="004A52DB"/>
    <w:rsid w:val="004A5452"/>
    <w:rsid w:val="004A6098"/>
    <w:rsid w:val="004A6CB4"/>
    <w:rsid w:val="004B017B"/>
    <w:rsid w:val="004B2FE2"/>
    <w:rsid w:val="004B512C"/>
    <w:rsid w:val="004B52CF"/>
    <w:rsid w:val="004C0918"/>
    <w:rsid w:val="004C0D59"/>
    <w:rsid w:val="004C17D7"/>
    <w:rsid w:val="004C1E3D"/>
    <w:rsid w:val="004C2834"/>
    <w:rsid w:val="004C389B"/>
    <w:rsid w:val="004C3C7F"/>
    <w:rsid w:val="004C44DA"/>
    <w:rsid w:val="004C4B28"/>
    <w:rsid w:val="004C4B85"/>
    <w:rsid w:val="004C7515"/>
    <w:rsid w:val="004D0DA3"/>
    <w:rsid w:val="004D1779"/>
    <w:rsid w:val="004D34D0"/>
    <w:rsid w:val="004D4046"/>
    <w:rsid w:val="004D4478"/>
    <w:rsid w:val="004D4B08"/>
    <w:rsid w:val="004D4E4F"/>
    <w:rsid w:val="004D57A1"/>
    <w:rsid w:val="004D5BA1"/>
    <w:rsid w:val="004D5C24"/>
    <w:rsid w:val="004D6D84"/>
    <w:rsid w:val="004D7664"/>
    <w:rsid w:val="004D7E7D"/>
    <w:rsid w:val="004E1D55"/>
    <w:rsid w:val="004E2A20"/>
    <w:rsid w:val="004E2C6B"/>
    <w:rsid w:val="004E317B"/>
    <w:rsid w:val="004E363C"/>
    <w:rsid w:val="004E475F"/>
    <w:rsid w:val="004E4C54"/>
    <w:rsid w:val="004E5A46"/>
    <w:rsid w:val="004E6049"/>
    <w:rsid w:val="004E7325"/>
    <w:rsid w:val="004E7917"/>
    <w:rsid w:val="004F0284"/>
    <w:rsid w:val="004F0BF7"/>
    <w:rsid w:val="004F0DBB"/>
    <w:rsid w:val="004F1063"/>
    <w:rsid w:val="004F157B"/>
    <w:rsid w:val="004F19A9"/>
    <w:rsid w:val="004F2023"/>
    <w:rsid w:val="004F23E9"/>
    <w:rsid w:val="004F29B2"/>
    <w:rsid w:val="004F3C9D"/>
    <w:rsid w:val="004F4CDC"/>
    <w:rsid w:val="004F4E1C"/>
    <w:rsid w:val="004F55A7"/>
    <w:rsid w:val="004F57FA"/>
    <w:rsid w:val="004F65BF"/>
    <w:rsid w:val="004F6E59"/>
    <w:rsid w:val="004F70BA"/>
    <w:rsid w:val="00501A5F"/>
    <w:rsid w:val="005031A8"/>
    <w:rsid w:val="0050351A"/>
    <w:rsid w:val="00503B18"/>
    <w:rsid w:val="00503DC8"/>
    <w:rsid w:val="005040EF"/>
    <w:rsid w:val="0050416E"/>
    <w:rsid w:val="005041B3"/>
    <w:rsid w:val="005043A4"/>
    <w:rsid w:val="005054EB"/>
    <w:rsid w:val="0050599C"/>
    <w:rsid w:val="00507F36"/>
    <w:rsid w:val="005106F6"/>
    <w:rsid w:val="00511D63"/>
    <w:rsid w:val="00511E09"/>
    <w:rsid w:val="00512105"/>
    <w:rsid w:val="00512E9E"/>
    <w:rsid w:val="0051550F"/>
    <w:rsid w:val="00516DE1"/>
    <w:rsid w:val="0051712B"/>
    <w:rsid w:val="005175C8"/>
    <w:rsid w:val="005177E1"/>
    <w:rsid w:val="00517BBD"/>
    <w:rsid w:val="00521A56"/>
    <w:rsid w:val="00521ADA"/>
    <w:rsid w:val="00522BB4"/>
    <w:rsid w:val="00523311"/>
    <w:rsid w:val="00523620"/>
    <w:rsid w:val="005257A6"/>
    <w:rsid w:val="00526B1B"/>
    <w:rsid w:val="00526EF8"/>
    <w:rsid w:val="005313CE"/>
    <w:rsid w:val="00531528"/>
    <w:rsid w:val="005324DE"/>
    <w:rsid w:val="005345E5"/>
    <w:rsid w:val="005346C0"/>
    <w:rsid w:val="00534EBB"/>
    <w:rsid w:val="00534F3A"/>
    <w:rsid w:val="00535E23"/>
    <w:rsid w:val="00535EEF"/>
    <w:rsid w:val="005360DE"/>
    <w:rsid w:val="00536B10"/>
    <w:rsid w:val="0053719E"/>
    <w:rsid w:val="00537E90"/>
    <w:rsid w:val="00540333"/>
    <w:rsid w:val="005436B4"/>
    <w:rsid w:val="005446C8"/>
    <w:rsid w:val="00544784"/>
    <w:rsid w:val="00544E55"/>
    <w:rsid w:val="0054525C"/>
    <w:rsid w:val="005456D0"/>
    <w:rsid w:val="00546229"/>
    <w:rsid w:val="00546623"/>
    <w:rsid w:val="00546F68"/>
    <w:rsid w:val="00547B18"/>
    <w:rsid w:val="00547BA1"/>
    <w:rsid w:val="0055025F"/>
    <w:rsid w:val="00550D66"/>
    <w:rsid w:val="0055110B"/>
    <w:rsid w:val="00552821"/>
    <w:rsid w:val="005532FD"/>
    <w:rsid w:val="00553532"/>
    <w:rsid w:val="005536FD"/>
    <w:rsid w:val="0055611C"/>
    <w:rsid w:val="00556AB2"/>
    <w:rsid w:val="00556C1E"/>
    <w:rsid w:val="00556CFC"/>
    <w:rsid w:val="00556D8A"/>
    <w:rsid w:val="00560CEA"/>
    <w:rsid w:val="00560D02"/>
    <w:rsid w:val="005611FD"/>
    <w:rsid w:val="0056261A"/>
    <w:rsid w:val="00562ADC"/>
    <w:rsid w:val="00562BAC"/>
    <w:rsid w:val="00563C6B"/>
    <w:rsid w:val="005641BA"/>
    <w:rsid w:val="00565559"/>
    <w:rsid w:val="0056569A"/>
    <w:rsid w:val="00566B8C"/>
    <w:rsid w:val="005670E3"/>
    <w:rsid w:val="00567CC8"/>
    <w:rsid w:val="00570502"/>
    <w:rsid w:val="00570787"/>
    <w:rsid w:val="00570958"/>
    <w:rsid w:val="00571206"/>
    <w:rsid w:val="005713F2"/>
    <w:rsid w:val="00572739"/>
    <w:rsid w:val="00572E51"/>
    <w:rsid w:val="00573B8E"/>
    <w:rsid w:val="0057450A"/>
    <w:rsid w:val="00574B90"/>
    <w:rsid w:val="0057500E"/>
    <w:rsid w:val="00575F7E"/>
    <w:rsid w:val="00576004"/>
    <w:rsid w:val="005762BE"/>
    <w:rsid w:val="00577221"/>
    <w:rsid w:val="00577458"/>
    <w:rsid w:val="005779CA"/>
    <w:rsid w:val="00580278"/>
    <w:rsid w:val="00580DA4"/>
    <w:rsid w:val="00580E0F"/>
    <w:rsid w:val="00582870"/>
    <w:rsid w:val="005830A4"/>
    <w:rsid w:val="00587E92"/>
    <w:rsid w:val="0059000D"/>
    <w:rsid w:val="00590CAA"/>
    <w:rsid w:val="00590EBF"/>
    <w:rsid w:val="0059198B"/>
    <w:rsid w:val="00592206"/>
    <w:rsid w:val="00592408"/>
    <w:rsid w:val="00592763"/>
    <w:rsid w:val="005927EE"/>
    <w:rsid w:val="005931C2"/>
    <w:rsid w:val="005936B5"/>
    <w:rsid w:val="00593EE7"/>
    <w:rsid w:val="00596C27"/>
    <w:rsid w:val="00597046"/>
    <w:rsid w:val="00597240"/>
    <w:rsid w:val="00597EF1"/>
    <w:rsid w:val="00597F95"/>
    <w:rsid w:val="005A0715"/>
    <w:rsid w:val="005A1216"/>
    <w:rsid w:val="005A1996"/>
    <w:rsid w:val="005A1D4D"/>
    <w:rsid w:val="005A270F"/>
    <w:rsid w:val="005A2B98"/>
    <w:rsid w:val="005A3593"/>
    <w:rsid w:val="005A36BA"/>
    <w:rsid w:val="005A424A"/>
    <w:rsid w:val="005A438C"/>
    <w:rsid w:val="005A4534"/>
    <w:rsid w:val="005A5033"/>
    <w:rsid w:val="005A58CD"/>
    <w:rsid w:val="005A65A2"/>
    <w:rsid w:val="005A67D9"/>
    <w:rsid w:val="005A6855"/>
    <w:rsid w:val="005A68ED"/>
    <w:rsid w:val="005A6BCA"/>
    <w:rsid w:val="005A6F0A"/>
    <w:rsid w:val="005A770B"/>
    <w:rsid w:val="005A7913"/>
    <w:rsid w:val="005A7F20"/>
    <w:rsid w:val="005B04DD"/>
    <w:rsid w:val="005B23A7"/>
    <w:rsid w:val="005B23D8"/>
    <w:rsid w:val="005B3D5D"/>
    <w:rsid w:val="005B567A"/>
    <w:rsid w:val="005B586A"/>
    <w:rsid w:val="005B5943"/>
    <w:rsid w:val="005B5C71"/>
    <w:rsid w:val="005B61D8"/>
    <w:rsid w:val="005B70F2"/>
    <w:rsid w:val="005B7B6D"/>
    <w:rsid w:val="005C001A"/>
    <w:rsid w:val="005C1250"/>
    <w:rsid w:val="005C2380"/>
    <w:rsid w:val="005C282A"/>
    <w:rsid w:val="005C5786"/>
    <w:rsid w:val="005C583C"/>
    <w:rsid w:val="005C6824"/>
    <w:rsid w:val="005C6B59"/>
    <w:rsid w:val="005C74AD"/>
    <w:rsid w:val="005D042F"/>
    <w:rsid w:val="005D048D"/>
    <w:rsid w:val="005D08D9"/>
    <w:rsid w:val="005D1DC3"/>
    <w:rsid w:val="005D23B6"/>
    <w:rsid w:val="005D2575"/>
    <w:rsid w:val="005D2B0D"/>
    <w:rsid w:val="005D36B8"/>
    <w:rsid w:val="005D3C87"/>
    <w:rsid w:val="005D464C"/>
    <w:rsid w:val="005D4680"/>
    <w:rsid w:val="005D48B1"/>
    <w:rsid w:val="005D4F48"/>
    <w:rsid w:val="005D641A"/>
    <w:rsid w:val="005D674E"/>
    <w:rsid w:val="005D6AEB"/>
    <w:rsid w:val="005D6CB8"/>
    <w:rsid w:val="005D7450"/>
    <w:rsid w:val="005E08B8"/>
    <w:rsid w:val="005E0A37"/>
    <w:rsid w:val="005E101A"/>
    <w:rsid w:val="005E1381"/>
    <w:rsid w:val="005E1FA0"/>
    <w:rsid w:val="005E2170"/>
    <w:rsid w:val="005E2725"/>
    <w:rsid w:val="005E32E5"/>
    <w:rsid w:val="005E34A5"/>
    <w:rsid w:val="005E67DE"/>
    <w:rsid w:val="005F0239"/>
    <w:rsid w:val="005F1B20"/>
    <w:rsid w:val="005F2153"/>
    <w:rsid w:val="005F2A91"/>
    <w:rsid w:val="005F2FF5"/>
    <w:rsid w:val="005F494F"/>
    <w:rsid w:val="005F54AC"/>
    <w:rsid w:val="005F610D"/>
    <w:rsid w:val="005F6267"/>
    <w:rsid w:val="005F6EAE"/>
    <w:rsid w:val="005F7995"/>
    <w:rsid w:val="00600A5F"/>
    <w:rsid w:val="00601C0F"/>
    <w:rsid w:val="00602CE5"/>
    <w:rsid w:val="00604306"/>
    <w:rsid w:val="00605BF5"/>
    <w:rsid w:val="00606CFB"/>
    <w:rsid w:val="006071ED"/>
    <w:rsid w:val="00607502"/>
    <w:rsid w:val="00610075"/>
    <w:rsid w:val="006101D9"/>
    <w:rsid w:val="00610C68"/>
    <w:rsid w:val="00610DC1"/>
    <w:rsid w:val="00611148"/>
    <w:rsid w:val="00611828"/>
    <w:rsid w:val="00611C74"/>
    <w:rsid w:val="0061217D"/>
    <w:rsid w:val="00612973"/>
    <w:rsid w:val="006129DA"/>
    <w:rsid w:val="00612AF2"/>
    <w:rsid w:val="006132C5"/>
    <w:rsid w:val="006135CB"/>
    <w:rsid w:val="00613C52"/>
    <w:rsid w:val="00614279"/>
    <w:rsid w:val="00614C41"/>
    <w:rsid w:val="00615619"/>
    <w:rsid w:val="006177EF"/>
    <w:rsid w:val="00617B7D"/>
    <w:rsid w:val="00620674"/>
    <w:rsid w:val="0062073C"/>
    <w:rsid w:val="00620F36"/>
    <w:rsid w:val="006214D7"/>
    <w:rsid w:val="0062170C"/>
    <w:rsid w:val="00622653"/>
    <w:rsid w:val="00623268"/>
    <w:rsid w:val="00623419"/>
    <w:rsid w:val="00624438"/>
    <w:rsid w:val="0062451A"/>
    <w:rsid w:val="00624DD4"/>
    <w:rsid w:val="006263F7"/>
    <w:rsid w:val="00626F05"/>
    <w:rsid w:val="00630121"/>
    <w:rsid w:val="00631870"/>
    <w:rsid w:val="006319F1"/>
    <w:rsid w:val="006333F9"/>
    <w:rsid w:val="0063383E"/>
    <w:rsid w:val="00633E71"/>
    <w:rsid w:val="006342CA"/>
    <w:rsid w:val="00634750"/>
    <w:rsid w:val="0063476C"/>
    <w:rsid w:val="00634B95"/>
    <w:rsid w:val="00634CDE"/>
    <w:rsid w:val="00635749"/>
    <w:rsid w:val="006371DA"/>
    <w:rsid w:val="006376B2"/>
    <w:rsid w:val="0063783F"/>
    <w:rsid w:val="00637D01"/>
    <w:rsid w:val="00640BC0"/>
    <w:rsid w:val="0064165F"/>
    <w:rsid w:val="006420EC"/>
    <w:rsid w:val="0064247E"/>
    <w:rsid w:val="0064261F"/>
    <w:rsid w:val="006442CC"/>
    <w:rsid w:val="006445F0"/>
    <w:rsid w:val="00645632"/>
    <w:rsid w:val="00646EF0"/>
    <w:rsid w:val="00647375"/>
    <w:rsid w:val="006473B5"/>
    <w:rsid w:val="00647750"/>
    <w:rsid w:val="00650AE2"/>
    <w:rsid w:val="00650B35"/>
    <w:rsid w:val="00652CB4"/>
    <w:rsid w:val="00652EC9"/>
    <w:rsid w:val="0065353A"/>
    <w:rsid w:val="0065483C"/>
    <w:rsid w:val="00654FC3"/>
    <w:rsid w:val="0065504C"/>
    <w:rsid w:val="006553B9"/>
    <w:rsid w:val="00655931"/>
    <w:rsid w:val="00656237"/>
    <w:rsid w:val="006566DA"/>
    <w:rsid w:val="00657853"/>
    <w:rsid w:val="00661D41"/>
    <w:rsid w:val="006626CD"/>
    <w:rsid w:val="00664D7B"/>
    <w:rsid w:val="00667D08"/>
    <w:rsid w:val="00670A5C"/>
    <w:rsid w:val="006729BF"/>
    <w:rsid w:val="006729FD"/>
    <w:rsid w:val="00672C26"/>
    <w:rsid w:val="006733B2"/>
    <w:rsid w:val="00673570"/>
    <w:rsid w:val="006735A3"/>
    <w:rsid w:val="00673CE8"/>
    <w:rsid w:val="00674E79"/>
    <w:rsid w:val="00674EEB"/>
    <w:rsid w:val="00675939"/>
    <w:rsid w:val="00675C13"/>
    <w:rsid w:val="00675D07"/>
    <w:rsid w:val="0067637B"/>
    <w:rsid w:val="0067659A"/>
    <w:rsid w:val="006768EE"/>
    <w:rsid w:val="006776F7"/>
    <w:rsid w:val="006812AF"/>
    <w:rsid w:val="00681624"/>
    <w:rsid w:val="00681670"/>
    <w:rsid w:val="006827AC"/>
    <w:rsid w:val="006836CB"/>
    <w:rsid w:val="006842F1"/>
    <w:rsid w:val="00684C16"/>
    <w:rsid w:val="00684C65"/>
    <w:rsid w:val="006855DD"/>
    <w:rsid w:val="00685B53"/>
    <w:rsid w:val="00686D2A"/>
    <w:rsid w:val="006900B0"/>
    <w:rsid w:val="00690A07"/>
    <w:rsid w:val="00691C8A"/>
    <w:rsid w:val="0069203B"/>
    <w:rsid w:val="00693409"/>
    <w:rsid w:val="0069438F"/>
    <w:rsid w:val="006948FA"/>
    <w:rsid w:val="00694B7D"/>
    <w:rsid w:val="006952E0"/>
    <w:rsid w:val="006977DB"/>
    <w:rsid w:val="00697B53"/>
    <w:rsid w:val="006A06D8"/>
    <w:rsid w:val="006A11D4"/>
    <w:rsid w:val="006A12CA"/>
    <w:rsid w:val="006A25DD"/>
    <w:rsid w:val="006A3FBF"/>
    <w:rsid w:val="006A4011"/>
    <w:rsid w:val="006A44FD"/>
    <w:rsid w:val="006A5E02"/>
    <w:rsid w:val="006A5FFB"/>
    <w:rsid w:val="006A6299"/>
    <w:rsid w:val="006A6D81"/>
    <w:rsid w:val="006B0D1F"/>
    <w:rsid w:val="006B0FA9"/>
    <w:rsid w:val="006B1451"/>
    <w:rsid w:val="006B1C31"/>
    <w:rsid w:val="006B20A5"/>
    <w:rsid w:val="006B327A"/>
    <w:rsid w:val="006B33C3"/>
    <w:rsid w:val="006B3D06"/>
    <w:rsid w:val="006B4480"/>
    <w:rsid w:val="006B469C"/>
    <w:rsid w:val="006B48C8"/>
    <w:rsid w:val="006B6665"/>
    <w:rsid w:val="006B7084"/>
    <w:rsid w:val="006B7569"/>
    <w:rsid w:val="006B7747"/>
    <w:rsid w:val="006B7875"/>
    <w:rsid w:val="006C0049"/>
    <w:rsid w:val="006C0799"/>
    <w:rsid w:val="006C08C9"/>
    <w:rsid w:val="006C1954"/>
    <w:rsid w:val="006C1F47"/>
    <w:rsid w:val="006C2C41"/>
    <w:rsid w:val="006C2DBB"/>
    <w:rsid w:val="006C4906"/>
    <w:rsid w:val="006C4E87"/>
    <w:rsid w:val="006C551D"/>
    <w:rsid w:val="006C55B9"/>
    <w:rsid w:val="006C7924"/>
    <w:rsid w:val="006D047F"/>
    <w:rsid w:val="006D23C0"/>
    <w:rsid w:val="006D2FDD"/>
    <w:rsid w:val="006D345C"/>
    <w:rsid w:val="006D3B06"/>
    <w:rsid w:val="006D3F02"/>
    <w:rsid w:val="006D41BE"/>
    <w:rsid w:val="006D4E0E"/>
    <w:rsid w:val="006E090F"/>
    <w:rsid w:val="006E0CFE"/>
    <w:rsid w:val="006E1369"/>
    <w:rsid w:val="006E2040"/>
    <w:rsid w:val="006E2177"/>
    <w:rsid w:val="006E258D"/>
    <w:rsid w:val="006E3163"/>
    <w:rsid w:val="006E322A"/>
    <w:rsid w:val="006E4507"/>
    <w:rsid w:val="006E4FC2"/>
    <w:rsid w:val="006E5896"/>
    <w:rsid w:val="006E7140"/>
    <w:rsid w:val="006E7AB5"/>
    <w:rsid w:val="006E7EC5"/>
    <w:rsid w:val="006F2235"/>
    <w:rsid w:val="006F2961"/>
    <w:rsid w:val="006F3B74"/>
    <w:rsid w:val="006F400C"/>
    <w:rsid w:val="006F5527"/>
    <w:rsid w:val="006F6068"/>
    <w:rsid w:val="006F6203"/>
    <w:rsid w:val="006F62A4"/>
    <w:rsid w:val="006F6342"/>
    <w:rsid w:val="006F6C5D"/>
    <w:rsid w:val="006F6CF9"/>
    <w:rsid w:val="006F6EAE"/>
    <w:rsid w:val="006F7069"/>
    <w:rsid w:val="006F71CB"/>
    <w:rsid w:val="007000B9"/>
    <w:rsid w:val="007008C3"/>
    <w:rsid w:val="00700A96"/>
    <w:rsid w:val="00700AD0"/>
    <w:rsid w:val="00701297"/>
    <w:rsid w:val="007025E0"/>
    <w:rsid w:val="00702E9C"/>
    <w:rsid w:val="007037B6"/>
    <w:rsid w:val="007042EC"/>
    <w:rsid w:val="00704367"/>
    <w:rsid w:val="00705B94"/>
    <w:rsid w:val="007065D4"/>
    <w:rsid w:val="00706661"/>
    <w:rsid w:val="007071EF"/>
    <w:rsid w:val="0070779E"/>
    <w:rsid w:val="00707A55"/>
    <w:rsid w:val="00707D62"/>
    <w:rsid w:val="00710080"/>
    <w:rsid w:val="0071092E"/>
    <w:rsid w:val="007126B0"/>
    <w:rsid w:val="007128C6"/>
    <w:rsid w:val="00712C27"/>
    <w:rsid w:val="00712C36"/>
    <w:rsid w:val="00712CB9"/>
    <w:rsid w:val="007130AE"/>
    <w:rsid w:val="0071387C"/>
    <w:rsid w:val="0071399C"/>
    <w:rsid w:val="007147ED"/>
    <w:rsid w:val="007158F3"/>
    <w:rsid w:val="0071701E"/>
    <w:rsid w:val="00717716"/>
    <w:rsid w:val="0072120F"/>
    <w:rsid w:val="0072430B"/>
    <w:rsid w:val="00724AEF"/>
    <w:rsid w:val="00724DF1"/>
    <w:rsid w:val="00725256"/>
    <w:rsid w:val="00725AF4"/>
    <w:rsid w:val="00727B1C"/>
    <w:rsid w:val="00731A40"/>
    <w:rsid w:val="00731F25"/>
    <w:rsid w:val="00732717"/>
    <w:rsid w:val="00732B68"/>
    <w:rsid w:val="0073306C"/>
    <w:rsid w:val="00733FD1"/>
    <w:rsid w:val="00734163"/>
    <w:rsid w:val="00736C78"/>
    <w:rsid w:val="00736E23"/>
    <w:rsid w:val="0074058B"/>
    <w:rsid w:val="0074089B"/>
    <w:rsid w:val="007410D2"/>
    <w:rsid w:val="00741701"/>
    <w:rsid w:val="00741F5D"/>
    <w:rsid w:val="00742D88"/>
    <w:rsid w:val="00743271"/>
    <w:rsid w:val="00743D29"/>
    <w:rsid w:val="0074570C"/>
    <w:rsid w:val="007458C0"/>
    <w:rsid w:val="00745D49"/>
    <w:rsid w:val="00746314"/>
    <w:rsid w:val="0074701B"/>
    <w:rsid w:val="00747669"/>
    <w:rsid w:val="00750C43"/>
    <w:rsid w:val="00750FB2"/>
    <w:rsid w:val="007516E8"/>
    <w:rsid w:val="00751C1E"/>
    <w:rsid w:val="00752146"/>
    <w:rsid w:val="0075353A"/>
    <w:rsid w:val="0075639D"/>
    <w:rsid w:val="007604FF"/>
    <w:rsid w:val="00760570"/>
    <w:rsid w:val="00760C9E"/>
    <w:rsid w:val="007615A6"/>
    <w:rsid w:val="00761BA3"/>
    <w:rsid w:val="00761EBF"/>
    <w:rsid w:val="00762084"/>
    <w:rsid w:val="00762191"/>
    <w:rsid w:val="00763782"/>
    <w:rsid w:val="00763ABB"/>
    <w:rsid w:val="00763B1A"/>
    <w:rsid w:val="00764B08"/>
    <w:rsid w:val="0076509B"/>
    <w:rsid w:val="007662DE"/>
    <w:rsid w:val="00766A7F"/>
    <w:rsid w:val="00766F88"/>
    <w:rsid w:val="0077020B"/>
    <w:rsid w:val="007705F0"/>
    <w:rsid w:val="00770ACB"/>
    <w:rsid w:val="00770C55"/>
    <w:rsid w:val="00770C74"/>
    <w:rsid w:val="007716C7"/>
    <w:rsid w:val="007725B6"/>
    <w:rsid w:val="00772D88"/>
    <w:rsid w:val="00773AA7"/>
    <w:rsid w:val="00774B28"/>
    <w:rsid w:val="00775868"/>
    <w:rsid w:val="00775BDA"/>
    <w:rsid w:val="007762CB"/>
    <w:rsid w:val="00776EF8"/>
    <w:rsid w:val="00777159"/>
    <w:rsid w:val="00777186"/>
    <w:rsid w:val="00777C0E"/>
    <w:rsid w:val="00777EED"/>
    <w:rsid w:val="00780BB0"/>
    <w:rsid w:val="007811C7"/>
    <w:rsid w:val="00781670"/>
    <w:rsid w:val="00782361"/>
    <w:rsid w:val="00784842"/>
    <w:rsid w:val="00785085"/>
    <w:rsid w:val="0078509E"/>
    <w:rsid w:val="0078626B"/>
    <w:rsid w:val="0078687D"/>
    <w:rsid w:val="007870FE"/>
    <w:rsid w:val="007871B3"/>
    <w:rsid w:val="00790EF7"/>
    <w:rsid w:val="0079179D"/>
    <w:rsid w:val="00791E5E"/>
    <w:rsid w:val="00792229"/>
    <w:rsid w:val="007925D8"/>
    <w:rsid w:val="007926DC"/>
    <w:rsid w:val="00792BA5"/>
    <w:rsid w:val="007933B2"/>
    <w:rsid w:val="00793C93"/>
    <w:rsid w:val="00794094"/>
    <w:rsid w:val="00794B97"/>
    <w:rsid w:val="00794C24"/>
    <w:rsid w:val="007961ED"/>
    <w:rsid w:val="007964F3"/>
    <w:rsid w:val="00796E53"/>
    <w:rsid w:val="00797653"/>
    <w:rsid w:val="00797A42"/>
    <w:rsid w:val="007A06EF"/>
    <w:rsid w:val="007A2C61"/>
    <w:rsid w:val="007A38D3"/>
    <w:rsid w:val="007A3EA7"/>
    <w:rsid w:val="007A4102"/>
    <w:rsid w:val="007A444C"/>
    <w:rsid w:val="007A458F"/>
    <w:rsid w:val="007A474A"/>
    <w:rsid w:val="007A4963"/>
    <w:rsid w:val="007A4A6B"/>
    <w:rsid w:val="007A4B42"/>
    <w:rsid w:val="007A4C61"/>
    <w:rsid w:val="007A544C"/>
    <w:rsid w:val="007A55CC"/>
    <w:rsid w:val="007A72C9"/>
    <w:rsid w:val="007A7976"/>
    <w:rsid w:val="007B03E1"/>
    <w:rsid w:val="007B129D"/>
    <w:rsid w:val="007B16A6"/>
    <w:rsid w:val="007B1CB8"/>
    <w:rsid w:val="007B1CDF"/>
    <w:rsid w:val="007B1D4B"/>
    <w:rsid w:val="007B3B8D"/>
    <w:rsid w:val="007B4400"/>
    <w:rsid w:val="007B448C"/>
    <w:rsid w:val="007B44C1"/>
    <w:rsid w:val="007B50FF"/>
    <w:rsid w:val="007B552E"/>
    <w:rsid w:val="007B58DE"/>
    <w:rsid w:val="007B5F46"/>
    <w:rsid w:val="007B6BB7"/>
    <w:rsid w:val="007B736E"/>
    <w:rsid w:val="007B7841"/>
    <w:rsid w:val="007C0870"/>
    <w:rsid w:val="007C0B34"/>
    <w:rsid w:val="007C12ED"/>
    <w:rsid w:val="007C3477"/>
    <w:rsid w:val="007C3771"/>
    <w:rsid w:val="007C72AC"/>
    <w:rsid w:val="007C76E1"/>
    <w:rsid w:val="007D05A7"/>
    <w:rsid w:val="007D075F"/>
    <w:rsid w:val="007D13B1"/>
    <w:rsid w:val="007D1588"/>
    <w:rsid w:val="007D167B"/>
    <w:rsid w:val="007D1EAE"/>
    <w:rsid w:val="007D3891"/>
    <w:rsid w:val="007D3ABE"/>
    <w:rsid w:val="007D45A9"/>
    <w:rsid w:val="007D5E72"/>
    <w:rsid w:val="007D6430"/>
    <w:rsid w:val="007D7FA3"/>
    <w:rsid w:val="007E09E8"/>
    <w:rsid w:val="007E12D6"/>
    <w:rsid w:val="007E2CB9"/>
    <w:rsid w:val="007E3465"/>
    <w:rsid w:val="007E4BCF"/>
    <w:rsid w:val="007E4D2D"/>
    <w:rsid w:val="007E504D"/>
    <w:rsid w:val="007E5506"/>
    <w:rsid w:val="007E59AB"/>
    <w:rsid w:val="007E71F4"/>
    <w:rsid w:val="007E7BAC"/>
    <w:rsid w:val="007F0B70"/>
    <w:rsid w:val="007F17F1"/>
    <w:rsid w:val="007F1A68"/>
    <w:rsid w:val="007F1BE4"/>
    <w:rsid w:val="007F2BB4"/>
    <w:rsid w:val="007F3CF5"/>
    <w:rsid w:val="007F4F26"/>
    <w:rsid w:val="007F505D"/>
    <w:rsid w:val="007F587D"/>
    <w:rsid w:val="007F6F22"/>
    <w:rsid w:val="007F736E"/>
    <w:rsid w:val="008007CF"/>
    <w:rsid w:val="00800849"/>
    <w:rsid w:val="00800C97"/>
    <w:rsid w:val="00801A56"/>
    <w:rsid w:val="00801D82"/>
    <w:rsid w:val="0080282A"/>
    <w:rsid w:val="00802FB3"/>
    <w:rsid w:val="00803743"/>
    <w:rsid w:val="00804E3C"/>
    <w:rsid w:val="00806076"/>
    <w:rsid w:val="00806F08"/>
    <w:rsid w:val="00807295"/>
    <w:rsid w:val="008073E1"/>
    <w:rsid w:val="00811E69"/>
    <w:rsid w:val="00811FFE"/>
    <w:rsid w:val="00812DCD"/>
    <w:rsid w:val="00813153"/>
    <w:rsid w:val="0081523C"/>
    <w:rsid w:val="0081544C"/>
    <w:rsid w:val="00815BD8"/>
    <w:rsid w:val="00815EE0"/>
    <w:rsid w:val="00816114"/>
    <w:rsid w:val="00816799"/>
    <w:rsid w:val="008174AE"/>
    <w:rsid w:val="00817EC0"/>
    <w:rsid w:val="008205C6"/>
    <w:rsid w:val="00820675"/>
    <w:rsid w:val="008210D5"/>
    <w:rsid w:val="00821735"/>
    <w:rsid w:val="008231A0"/>
    <w:rsid w:val="0082378C"/>
    <w:rsid w:val="008241C1"/>
    <w:rsid w:val="00824716"/>
    <w:rsid w:val="00824B17"/>
    <w:rsid w:val="0082508F"/>
    <w:rsid w:val="0082533A"/>
    <w:rsid w:val="00825541"/>
    <w:rsid w:val="008258C1"/>
    <w:rsid w:val="008268A3"/>
    <w:rsid w:val="008273FD"/>
    <w:rsid w:val="00827AA3"/>
    <w:rsid w:val="008301FD"/>
    <w:rsid w:val="00830355"/>
    <w:rsid w:val="00830773"/>
    <w:rsid w:val="00831B5F"/>
    <w:rsid w:val="00831FCC"/>
    <w:rsid w:val="00832B6C"/>
    <w:rsid w:val="00833513"/>
    <w:rsid w:val="00833D24"/>
    <w:rsid w:val="0083536F"/>
    <w:rsid w:val="00837B74"/>
    <w:rsid w:val="00837D4B"/>
    <w:rsid w:val="008406F6"/>
    <w:rsid w:val="008462B5"/>
    <w:rsid w:val="0084681B"/>
    <w:rsid w:val="00846B79"/>
    <w:rsid w:val="00850090"/>
    <w:rsid w:val="008515DA"/>
    <w:rsid w:val="00852301"/>
    <w:rsid w:val="0085385B"/>
    <w:rsid w:val="0085486F"/>
    <w:rsid w:val="00856955"/>
    <w:rsid w:val="008569AB"/>
    <w:rsid w:val="0085710F"/>
    <w:rsid w:val="00857896"/>
    <w:rsid w:val="00860BB5"/>
    <w:rsid w:val="00860E36"/>
    <w:rsid w:val="008612E4"/>
    <w:rsid w:val="00861C77"/>
    <w:rsid w:val="00862847"/>
    <w:rsid w:val="0086290C"/>
    <w:rsid w:val="008630B9"/>
    <w:rsid w:val="0086396A"/>
    <w:rsid w:val="0086464B"/>
    <w:rsid w:val="008649CD"/>
    <w:rsid w:val="00864AC3"/>
    <w:rsid w:val="008650F5"/>
    <w:rsid w:val="0086565D"/>
    <w:rsid w:val="00866D5D"/>
    <w:rsid w:val="0086733E"/>
    <w:rsid w:val="00867867"/>
    <w:rsid w:val="008679BF"/>
    <w:rsid w:val="00870CBB"/>
    <w:rsid w:val="00873450"/>
    <w:rsid w:val="00874F54"/>
    <w:rsid w:val="00876354"/>
    <w:rsid w:val="00876864"/>
    <w:rsid w:val="00876CEE"/>
    <w:rsid w:val="00877053"/>
    <w:rsid w:val="00880258"/>
    <w:rsid w:val="00881AB4"/>
    <w:rsid w:val="0088304B"/>
    <w:rsid w:val="00883801"/>
    <w:rsid w:val="0088433C"/>
    <w:rsid w:val="00884498"/>
    <w:rsid w:val="0088478E"/>
    <w:rsid w:val="00884AA4"/>
    <w:rsid w:val="008865B8"/>
    <w:rsid w:val="00886C28"/>
    <w:rsid w:val="00886C42"/>
    <w:rsid w:val="0088774C"/>
    <w:rsid w:val="008878ED"/>
    <w:rsid w:val="00887EF8"/>
    <w:rsid w:val="00890DC1"/>
    <w:rsid w:val="0089179C"/>
    <w:rsid w:val="00891B46"/>
    <w:rsid w:val="00891B4F"/>
    <w:rsid w:val="00892B94"/>
    <w:rsid w:val="00892CFC"/>
    <w:rsid w:val="00893635"/>
    <w:rsid w:val="0089375F"/>
    <w:rsid w:val="00893EED"/>
    <w:rsid w:val="008941E4"/>
    <w:rsid w:val="0089479A"/>
    <w:rsid w:val="00896065"/>
    <w:rsid w:val="00896928"/>
    <w:rsid w:val="00897887"/>
    <w:rsid w:val="008978DD"/>
    <w:rsid w:val="008A00EA"/>
    <w:rsid w:val="008A0407"/>
    <w:rsid w:val="008A0710"/>
    <w:rsid w:val="008A1F75"/>
    <w:rsid w:val="008A21F7"/>
    <w:rsid w:val="008A226F"/>
    <w:rsid w:val="008A25B6"/>
    <w:rsid w:val="008A27CB"/>
    <w:rsid w:val="008A2E07"/>
    <w:rsid w:val="008A496C"/>
    <w:rsid w:val="008A4C1E"/>
    <w:rsid w:val="008A4FBB"/>
    <w:rsid w:val="008A50FB"/>
    <w:rsid w:val="008A535B"/>
    <w:rsid w:val="008A612E"/>
    <w:rsid w:val="008A62F6"/>
    <w:rsid w:val="008A6671"/>
    <w:rsid w:val="008A6EC2"/>
    <w:rsid w:val="008A76F7"/>
    <w:rsid w:val="008A7A4A"/>
    <w:rsid w:val="008B0734"/>
    <w:rsid w:val="008B076F"/>
    <w:rsid w:val="008B0B30"/>
    <w:rsid w:val="008B0CE9"/>
    <w:rsid w:val="008B157C"/>
    <w:rsid w:val="008B2296"/>
    <w:rsid w:val="008B28E2"/>
    <w:rsid w:val="008B2AA2"/>
    <w:rsid w:val="008B3917"/>
    <w:rsid w:val="008B42D7"/>
    <w:rsid w:val="008B4567"/>
    <w:rsid w:val="008B4A7E"/>
    <w:rsid w:val="008B6009"/>
    <w:rsid w:val="008B6E04"/>
    <w:rsid w:val="008C1A0E"/>
    <w:rsid w:val="008C1DA5"/>
    <w:rsid w:val="008C238D"/>
    <w:rsid w:val="008C2720"/>
    <w:rsid w:val="008C5159"/>
    <w:rsid w:val="008C5D4E"/>
    <w:rsid w:val="008C67D2"/>
    <w:rsid w:val="008C6B07"/>
    <w:rsid w:val="008C6C08"/>
    <w:rsid w:val="008C6E77"/>
    <w:rsid w:val="008C7A60"/>
    <w:rsid w:val="008D0C53"/>
    <w:rsid w:val="008D136B"/>
    <w:rsid w:val="008D22EA"/>
    <w:rsid w:val="008D23CD"/>
    <w:rsid w:val="008D25DC"/>
    <w:rsid w:val="008D2D97"/>
    <w:rsid w:val="008D2DEE"/>
    <w:rsid w:val="008D3101"/>
    <w:rsid w:val="008D349F"/>
    <w:rsid w:val="008D3F9D"/>
    <w:rsid w:val="008D43AC"/>
    <w:rsid w:val="008D48FB"/>
    <w:rsid w:val="008D4DB8"/>
    <w:rsid w:val="008D5990"/>
    <w:rsid w:val="008D5EA0"/>
    <w:rsid w:val="008D5FF8"/>
    <w:rsid w:val="008D6111"/>
    <w:rsid w:val="008D6DD8"/>
    <w:rsid w:val="008D7829"/>
    <w:rsid w:val="008E0371"/>
    <w:rsid w:val="008E0874"/>
    <w:rsid w:val="008E1218"/>
    <w:rsid w:val="008E2266"/>
    <w:rsid w:val="008E2FB8"/>
    <w:rsid w:val="008E32F5"/>
    <w:rsid w:val="008E33A9"/>
    <w:rsid w:val="008E5EE3"/>
    <w:rsid w:val="008E6A20"/>
    <w:rsid w:val="008E6B60"/>
    <w:rsid w:val="008E709D"/>
    <w:rsid w:val="008F0085"/>
    <w:rsid w:val="008F0FCD"/>
    <w:rsid w:val="008F223B"/>
    <w:rsid w:val="008F3624"/>
    <w:rsid w:val="008F46AD"/>
    <w:rsid w:val="008F476F"/>
    <w:rsid w:val="008F4780"/>
    <w:rsid w:val="008F4CF7"/>
    <w:rsid w:val="008F5D6B"/>
    <w:rsid w:val="008F67BB"/>
    <w:rsid w:val="008F6BB9"/>
    <w:rsid w:val="008F71C6"/>
    <w:rsid w:val="008F7E55"/>
    <w:rsid w:val="0090083F"/>
    <w:rsid w:val="00900B3C"/>
    <w:rsid w:val="00901125"/>
    <w:rsid w:val="00902E79"/>
    <w:rsid w:val="009055C5"/>
    <w:rsid w:val="009059EB"/>
    <w:rsid w:val="00906337"/>
    <w:rsid w:val="009069C9"/>
    <w:rsid w:val="00906FF5"/>
    <w:rsid w:val="009076FA"/>
    <w:rsid w:val="00907D6D"/>
    <w:rsid w:val="009105C6"/>
    <w:rsid w:val="0091069A"/>
    <w:rsid w:val="00910783"/>
    <w:rsid w:val="00910DC8"/>
    <w:rsid w:val="0091214D"/>
    <w:rsid w:val="009130BD"/>
    <w:rsid w:val="0091470E"/>
    <w:rsid w:val="00914D29"/>
    <w:rsid w:val="00914F14"/>
    <w:rsid w:val="0091544C"/>
    <w:rsid w:val="00915700"/>
    <w:rsid w:val="0091593D"/>
    <w:rsid w:val="009162D6"/>
    <w:rsid w:val="00916344"/>
    <w:rsid w:val="00916D1B"/>
    <w:rsid w:val="00916F7C"/>
    <w:rsid w:val="00920F98"/>
    <w:rsid w:val="009216E1"/>
    <w:rsid w:val="00921CE0"/>
    <w:rsid w:val="0092257F"/>
    <w:rsid w:val="00922D2A"/>
    <w:rsid w:val="00924056"/>
    <w:rsid w:val="00924275"/>
    <w:rsid w:val="009247AD"/>
    <w:rsid w:val="00925351"/>
    <w:rsid w:val="00925491"/>
    <w:rsid w:val="00925701"/>
    <w:rsid w:val="009271F3"/>
    <w:rsid w:val="0092750F"/>
    <w:rsid w:val="00930448"/>
    <w:rsid w:val="00930C1C"/>
    <w:rsid w:val="00931532"/>
    <w:rsid w:val="009323D2"/>
    <w:rsid w:val="00933ABE"/>
    <w:rsid w:val="00936217"/>
    <w:rsid w:val="009364F8"/>
    <w:rsid w:val="0094199C"/>
    <w:rsid w:val="00942200"/>
    <w:rsid w:val="00943484"/>
    <w:rsid w:val="00943937"/>
    <w:rsid w:val="00944075"/>
    <w:rsid w:val="009455D6"/>
    <w:rsid w:val="009456B2"/>
    <w:rsid w:val="00945A3A"/>
    <w:rsid w:val="00946177"/>
    <w:rsid w:val="00946D03"/>
    <w:rsid w:val="00947418"/>
    <w:rsid w:val="00950075"/>
    <w:rsid w:val="00951019"/>
    <w:rsid w:val="00951214"/>
    <w:rsid w:val="00951A55"/>
    <w:rsid w:val="00952480"/>
    <w:rsid w:val="00953373"/>
    <w:rsid w:val="009542F7"/>
    <w:rsid w:val="00954D27"/>
    <w:rsid w:val="0095510D"/>
    <w:rsid w:val="0095553E"/>
    <w:rsid w:val="00955C8A"/>
    <w:rsid w:val="00955F8D"/>
    <w:rsid w:val="00956675"/>
    <w:rsid w:val="009570F4"/>
    <w:rsid w:val="009573E0"/>
    <w:rsid w:val="00957D4C"/>
    <w:rsid w:val="009610A4"/>
    <w:rsid w:val="009619DD"/>
    <w:rsid w:val="00961D54"/>
    <w:rsid w:val="00961EBC"/>
    <w:rsid w:val="0096227B"/>
    <w:rsid w:val="00962DEF"/>
    <w:rsid w:val="00963286"/>
    <w:rsid w:val="009633BC"/>
    <w:rsid w:val="00963CE0"/>
    <w:rsid w:val="0096471D"/>
    <w:rsid w:val="00965381"/>
    <w:rsid w:val="00965B17"/>
    <w:rsid w:val="00965C45"/>
    <w:rsid w:val="00965C76"/>
    <w:rsid w:val="00965ECF"/>
    <w:rsid w:val="00965EF5"/>
    <w:rsid w:val="009669A1"/>
    <w:rsid w:val="009669AE"/>
    <w:rsid w:val="00967073"/>
    <w:rsid w:val="00967394"/>
    <w:rsid w:val="00967FBB"/>
    <w:rsid w:val="00971261"/>
    <w:rsid w:val="0097152C"/>
    <w:rsid w:val="00971671"/>
    <w:rsid w:val="00972302"/>
    <w:rsid w:val="00972C8C"/>
    <w:rsid w:val="00972ECE"/>
    <w:rsid w:val="00973A9C"/>
    <w:rsid w:val="0097478C"/>
    <w:rsid w:val="0097479A"/>
    <w:rsid w:val="00975BAD"/>
    <w:rsid w:val="0097616C"/>
    <w:rsid w:val="0097728F"/>
    <w:rsid w:val="009800D2"/>
    <w:rsid w:val="00980167"/>
    <w:rsid w:val="009807EF"/>
    <w:rsid w:val="00980B21"/>
    <w:rsid w:val="00980D7A"/>
    <w:rsid w:val="009815E9"/>
    <w:rsid w:val="009824AD"/>
    <w:rsid w:val="00982D17"/>
    <w:rsid w:val="00983070"/>
    <w:rsid w:val="00983BB2"/>
    <w:rsid w:val="00983E02"/>
    <w:rsid w:val="00984305"/>
    <w:rsid w:val="00985CB3"/>
    <w:rsid w:val="009869A0"/>
    <w:rsid w:val="00987773"/>
    <w:rsid w:val="009901C5"/>
    <w:rsid w:val="00991133"/>
    <w:rsid w:val="00991690"/>
    <w:rsid w:val="00991929"/>
    <w:rsid w:val="00991CB3"/>
    <w:rsid w:val="009923C0"/>
    <w:rsid w:val="00994138"/>
    <w:rsid w:val="00994670"/>
    <w:rsid w:val="00994C77"/>
    <w:rsid w:val="00994E15"/>
    <w:rsid w:val="00994F41"/>
    <w:rsid w:val="009953A6"/>
    <w:rsid w:val="009955C6"/>
    <w:rsid w:val="00995FCF"/>
    <w:rsid w:val="00996251"/>
    <w:rsid w:val="00996466"/>
    <w:rsid w:val="009A274E"/>
    <w:rsid w:val="009A4927"/>
    <w:rsid w:val="009A71CB"/>
    <w:rsid w:val="009A721A"/>
    <w:rsid w:val="009A755B"/>
    <w:rsid w:val="009A7F4C"/>
    <w:rsid w:val="009B2540"/>
    <w:rsid w:val="009B3DD5"/>
    <w:rsid w:val="009B4466"/>
    <w:rsid w:val="009B4786"/>
    <w:rsid w:val="009B485C"/>
    <w:rsid w:val="009B48F4"/>
    <w:rsid w:val="009B4C21"/>
    <w:rsid w:val="009B5217"/>
    <w:rsid w:val="009B54E4"/>
    <w:rsid w:val="009B5B06"/>
    <w:rsid w:val="009B7062"/>
    <w:rsid w:val="009B741E"/>
    <w:rsid w:val="009B7565"/>
    <w:rsid w:val="009C1905"/>
    <w:rsid w:val="009C1FFA"/>
    <w:rsid w:val="009C292C"/>
    <w:rsid w:val="009C3548"/>
    <w:rsid w:val="009C5092"/>
    <w:rsid w:val="009C5753"/>
    <w:rsid w:val="009C605B"/>
    <w:rsid w:val="009C60D2"/>
    <w:rsid w:val="009C66E8"/>
    <w:rsid w:val="009C68E1"/>
    <w:rsid w:val="009C6E43"/>
    <w:rsid w:val="009C72DF"/>
    <w:rsid w:val="009D0ED3"/>
    <w:rsid w:val="009D119B"/>
    <w:rsid w:val="009D276D"/>
    <w:rsid w:val="009D27BB"/>
    <w:rsid w:val="009D29DC"/>
    <w:rsid w:val="009D3FE2"/>
    <w:rsid w:val="009D4181"/>
    <w:rsid w:val="009D43AD"/>
    <w:rsid w:val="009D53EF"/>
    <w:rsid w:val="009D5C1E"/>
    <w:rsid w:val="009D5C93"/>
    <w:rsid w:val="009D693D"/>
    <w:rsid w:val="009D78AA"/>
    <w:rsid w:val="009D7F34"/>
    <w:rsid w:val="009E03FE"/>
    <w:rsid w:val="009E0D27"/>
    <w:rsid w:val="009E1D6B"/>
    <w:rsid w:val="009E2282"/>
    <w:rsid w:val="009E3012"/>
    <w:rsid w:val="009E3715"/>
    <w:rsid w:val="009E3DCE"/>
    <w:rsid w:val="009E3E66"/>
    <w:rsid w:val="009E488B"/>
    <w:rsid w:val="009E5481"/>
    <w:rsid w:val="009E6DA1"/>
    <w:rsid w:val="009E745B"/>
    <w:rsid w:val="009E7CA6"/>
    <w:rsid w:val="009F1F79"/>
    <w:rsid w:val="009F42C8"/>
    <w:rsid w:val="009F482D"/>
    <w:rsid w:val="009F4CFC"/>
    <w:rsid w:val="009F500A"/>
    <w:rsid w:val="009F57DE"/>
    <w:rsid w:val="009F58FD"/>
    <w:rsid w:val="009F5ECA"/>
    <w:rsid w:val="009F622C"/>
    <w:rsid w:val="009F62E1"/>
    <w:rsid w:val="009F6303"/>
    <w:rsid w:val="009F6679"/>
    <w:rsid w:val="009F6BE1"/>
    <w:rsid w:val="009F6E91"/>
    <w:rsid w:val="009F7EA4"/>
    <w:rsid w:val="009F7FDB"/>
    <w:rsid w:val="00A001E1"/>
    <w:rsid w:val="00A00629"/>
    <w:rsid w:val="00A00890"/>
    <w:rsid w:val="00A01AE8"/>
    <w:rsid w:val="00A01BA8"/>
    <w:rsid w:val="00A02D10"/>
    <w:rsid w:val="00A02DAB"/>
    <w:rsid w:val="00A02E69"/>
    <w:rsid w:val="00A0338F"/>
    <w:rsid w:val="00A03820"/>
    <w:rsid w:val="00A03DDD"/>
    <w:rsid w:val="00A04FE4"/>
    <w:rsid w:val="00A0505F"/>
    <w:rsid w:val="00A05CFD"/>
    <w:rsid w:val="00A06352"/>
    <w:rsid w:val="00A104FB"/>
    <w:rsid w:val="00A10864"/>
    <w:rsid w:val="00A1086D"/>
    <w:rsid w:val="00A11A73"/>
    <w:rsid w:val="00A12472"/>
    <w:rsid w:val="00A12850"/>
    <w:rsid w:val="00A13CB9"/>
    <w:rsid w:val="00A14118"/>
    <w:rsid w:val="00A15D4F"/>
    <w:rsid w:val="00A16F53"/>
    <w:rsid w:val="00A17E84"/>
    <w:rsid w:val="00A2050B"/>
    <w:rsid w:val="00A20736"/>
    <w:rsid w:val="00A23196"/>
    <w:rsid w:val="00A23778"/>
    <w:rsid w:val="00A24866"/>
    <w:rsid w:val="00A266B0"/>
    <w:rsid w:val="00A26759"/>
    <w:rsid w:val="00A26CC0"/>
    <w:rsid w:val="00A26D6E"/>
    <w:rsid w:val="00A27488"/>
    <w:rsid w:val="00A276A4"/>
    <w:rsid w:val="00A27F9D"/>
    <w:rsid w:val="00A30083"/>
    <w:rsid w:val="00A30AE0"/>
    <w:rsid w:val="00A32BD5"/>
    <w:rsid w:val="00A33080"/>
    <w:rsid w:val="00A334A1"/>
    <w:rsid w:val="00A34A20"/>
    <w:rsid w:val="00A3508F"/>
    <w:rsid w:val="00A35848"/>
    <w:rsid w:val="00A3716D"/>
    <w:rsid w:val="00A37ECB"/>
    <w:rsid w:val="00A42027"/>
    <w:rsid w:val="00A4246F"/>
    <w:rsid w:val="00A42681"/>
    <w:rsid w:val="00A45B51"/>
    <w:rsid w:val="00A45DA0"/>
    <w:rsid w:val="00A4668A"/>
    <w:rsid w:val="00A47FA6"/>
    <w:rsid w:val="00A5009F"/>
    <w:rsid w:val="00A5015C"/>
    <w:rsid w:val="00A503FF"/>
    <w:rsid w:val="00A5090E"/>
    <w:rsid w:val="00A51A65"/>
    <w:rsid w:val="00A52110"/>
    <w:rsid w:val="00A52889"/>
    <w:rsid w:val="00A554A6"/>
    <w:rsid w:val="00A55781"/>
    <w:rsid w:val="00A57BD4"/>
    <w:rsid w:val="00A60091"/>
    <w:rsid w:val="00A6020B"/>
    <w:rsid w:val="00A6118A"/>
    <w:rsid w:val="00A616EF"/>
    <w:rsid w:val="00A62348"/>
    <w:rsid w:val="00A640A7"/>
    <w:rsid w:val="00A64173"/>
    <w:rsid w:val="00A64B42"/>
    <w:rsid w:val="00A64FD0"/>
    <w:rsid w:val="00A655DC"/>
    <w:rsid w:val="00A6737B"/>
    <w:rsid w:val="00A6740B"/>
    <w:rsid w:val="00A70037"/>
    <w:rsid w:val="00A704A3"/>
    <w:rsid w:val="00A70F90"/>
    <w:rsid w:val="00A711F7"/>
    <w:rsid w:val="00A714D7"/>
    <w:rsid w:val="00A71722"/>
    <w:rsid w:val="00A72A54"/>
    <w:rsid w:val="00A72F62"/>
    <w:rsid w:val="00A7310E"/>
    <w:rsid w:val="00A73118"/>
    <w:rsid w:val="00A735F0"/>
    <w:rsid w:val="00A73D0A"/>
    <w:rsid w:val="00A73E62"/>
    <w:rsid w:val="00A742F4"/>
    <w:rsid w:val="00A74720"/>
    <w:rsid w:val="00A74B88"/>
    <w:rsid w:val="00A7515F"/>
    <w:rsid w:val="00A75943"/>
    <w:rsid w:val="00A759CC"/>
    <w:rsid w:val="00A763DB"/>
    <w:rsid w:val="00A768DB"/>
    <w:rsid w:val="00A800B4"/>
    <w:rsid w:val="00A8024E"/>
    <w:rsid w:val="00A80321"/>
    <w:rsid w:val="00A80647"/>
    <w:rsid w:val="00A80D55"/>
    <w:rsid w:val="00A81CD0"/>
    <w:rsid w:val="00A82527"/>
    <w:rsid w:val="00A829BA"/>
    <w:rsid w:val="00A84E1C"/>
    <w:rsid w:val="00A85FB0"/>
    <w:rsid w:val="00A9118D"/>
    <w:rsid w:val="00A914B0"/>
    <w:rsid w:val="00A915CC"/>
    <w:rsid w:val="00A93771"/>
    <w:rsid w:val="00A94816"/>
    <w:rsid w:val="00A94EF3"/>
    <w:rsid w:val="00A9533E"/>
    <w:rsid w:val="00A95B4C"/>
    <w:rsid w:val="00A96608"/>
    <w:rsid w:val="00A97759"/>
    <w:rsid w:val="00AA02BF"/>
    <w:rsid w:val="00AA0B2F"/>
    <w:rsid w:val="00AA161F"/>
    <w:rsid w:val="00AA1FF1"/>
    <w:rsid w:val="00AA2652"/>
    <w:rsid w:val="00AA2B2E"/>
    <w:rsid w:val="00AA3AB3"/>
    <w:rsid w:val="00AA3CAA"/>
    <w:rsid w:val="00AA4146"/>
    <w:rsid w:val="00AB0381"/>
    <w:rsid w:val="00AB1070"/>
    <w:rsid w:val="00AB29F9"/>
    <w:rsid w:val="00AB2C10"/>
    <w:rsid w:val="00AB2F38"/>
    <w:rsid w:val="00AB3682"/>
    <w:rsid w:val="00AB5444"/>
    <w:rsid w:val="00AB5EEB"/>
    <w:rsid w:val="00AB637A"/>
    <w:rsid w:val="00AB6A84"/>
    <w:rsid w:val="00AC0347"/>
    <w:rsid w:val="00AC054F"/>
    <w:rsid w:val="00AC0C38"/>
    <w:rsid w:val="00AC1B45"/>
    <w:rsid w:val="00AC1CD6"/>
    <w:rsid w:val="00AC1EAD"/>
    <w:rsid w:val="00AC3782"/>
    <w:rsid w:val="00AC47ED"/>
    <w:rsid w:val="00AC59FD"/>
    <w:rsid w:val="00AC70A8"/>
    <w:rsid w:val="00AC7258"/>
    <w:rsid w:val="00AD11E0"/>
    <w:rsid w:val="00AD16E2"/>
    <w:rsid w:val="00AD2A2C"/>
    <w:rsid w:val="00AD2D78"/>
    <w:rsid w:val="00AD5C7C"/>
    <w:rsid w:val="00AD6BE4"/>
    <w:rsid w:val="00AE0FB3"/>
    <w:rsid w:val="00AE1FAB"/>
    <w:rsid w:val="00AE3258"/>
    <w:rsid w:val="00AE39E4"/>
    <w:rsid w:val="00AE4C53"/>
    <w:rsid w:val="00AE630A"/>
    <w:rsid w:val="00AE6F39"/>
    <w:rsid w:val="00AE7966"/>
    <w:rsid w:val="00AF01D1"/>
    <w:rsid w:val="00AF05FB"/>
    <w:rsid w:val="00AF117E"/>
    <w:rsid w:val="00AF252E"/>
    <w:rsid w:val="00AF2956"/>
    <w:rsid w:val="00AF2D71"/>
    <w:rsid w:val="00AF2F4D"/>
    <w:rsid w:val="00AF30F8"/>
    <w:rsid w:val="00AF4A6C"/>
    <w:rsid w:val="00AF5707"/>
    <w:rsid w:val="00AF59C4"/>
    <w:rsid w:val="00AF6FB5"/>
    <w:rsid w:val="00AF7127"/>
    <w:rsid w:val="00AF7399"/>
    <w:rsid w:val="00AF7718"/>
    <w:rsid w:val="00B0003B"/>
    <w:rsid w:val="00B00563"/>
    <w:rsid w:val="00B00E92"/>
    <w:rsid w:val="00B00F5A"/>
    <w:rsid w:val="00B01B49"/>
    <w:rsid w:val="00B02591"/>
    <w:rsid w:val="00B028AA"/>
    <w:rsid w:val="00B0366E"/>
    <w:rsid w:val="00B0454F"/>
    <w:rsid w:val="00B04B8F"/>
    <w:rsid w:val="00B0625B"/>
    <w:rsid w:val="00B07074"/>
    <w:rsid w:val="00B07A90"/>
    <w:rsid w:val="00B109CE"/>
    <w:rsid w:val="00B10BB6"/>
    <w:rsid w:val="00B119C9"/>
    <w:rsid w:val="00B11A7E"/>
    <w:rsid w:val="00B12374"/>
    <w:rsid w:val="00B12CF2"/>
    <w:rsid w:val="00B12EA7"/>
    <w:rsid w:val="00B13490"/>
    <w:rsid w:val="00B13F23"/>
    <w:rsid w:val="00B1569F"/>
    <w:rsid w:val="00B15993"/>
    <w:rsid w:val="00B15E3D"/>
    <w:rsid w:val="00B1645A"/>
    <w:rsid w:val="00B169EE"/>
    <w:rsid w:val="00B16ABF"/>
    <w:rsid w:val="00B17F00"/>
    <w:rsid w:val="00B206C4"/>
    <w:rsid w:val="00B206FF"/>
    <w:rsid w:val="00B2140D"/>
    <w:rsid w:val="00B21669"/>
    <w:rsid w:val="00B2171D"/>
    <w:rsid w:val="00B21B02"/>
    <w:rsid w:val="00B21E7F"/>
    <w:rsid w:val="00B22711"/>
    <w:rsid w:val="00B23642"/>
    <w:rsid w:val="00B244C9"/>
    <w:rsid w:val="00B25173"/>
    <w:rsid w:val="00B2599E"/>
    <w:rsid w:val="00B26EC4"/>
    <w:rsid w:val="00B27123"/>
    <w:rsid w:val="00B27A21"/>
    <w:rsid w:val="00B30E0E"/>
    <w:rsid w:val="00B31004"/>
    <w:rsid w:val="00B31526"/>
    <w:rsid w:val="00B31619"/>
    <w:rsid w:val="00B32496"/>
    <w:rsid w:val="00B32EC9"/>
    <w:rsid w:val="00B33070"/>
    <w:rsid w:val="00B3378F"/>
    <w:rsid w:val="00B33E85"/>
    <w:rsid w:val="00B34994"/>
    <w:rsid w:val="00B34C0F"/>
    <w:rsid w:val="00B36260"/>
    <w:rsid w:val="00B369C2"/>
    <w:rsid w:val="00B36CD6"/>
    <w:rsid w:val="00B373AA"/>
    <w:rsid w:val="00B404FF"/>
    <w:rsid w:val="00B40E7C"/>
    <w:rsid w:val="00B412B4"/>
    <w:rsid w:val="00B4141A"/>
    <w:rsid w:val="00B4205F"/>
    <w:rsid w:val="00B423EF"/>
    <w:rsid w:val="00B439A8"/>
    <w:rsid w:val="00B44294"/>
    <w:rsid w:val="00B451F1"/>
    <w:rsid w:val="00B4576A"/>
    <w:rsid w:val="00B46772"/>
    <w:rsid w:val="00B46BCA"/>
    <w:rsid w:val="00B46F93"/>
    <w:rsid w:val="00B47D45"/>
    <w:rsid w:val="00B51A12"/>
    <w:rsid w:val="00B521C0"/>
    <w:rsid w:val="00B52A5F"/>
    <w:rsid w:val="00B53058"/>
    <w:rsid w:val="00B536B8"/>
    <w:rsid w:val="00B5383B"/>
    <w:rsid w:val="00B542E8"/>
    <w:rsid w:val="00B54E59"/>
    <w:rsid w:val="00B554B6"/>
    <w:rsid w:val="00B5567D"/>
    <w:rsid w:val="00B55900"/>
    <w:rsid w:val="00B55E92"/>
    <w:rsid w:val="00B57360"/>
    <w:rsid w:val="00B611B8"/>
    <w:rsid w:val="00B61288"/>
    <w:rsid w:val="00B61343"/>
    <w:rsid w:val="00B613E8"/>
    <w:rsid w:val="00B61B4A"/>
    <w:rsid w:val="00B62161"/>
    <w:rsid w:val="00B622A4"/>
    <w:rsid w:val="00B62486"/>
    <w:rsid w:val="00B63464"/>
    <w:rsid w:val="00B6355C"/>
    <w:rsid w:val="00B637FB"/>
    <w:rsid w:val="00B63A2A"/>
    <w:rsid w:val="00B63BA2"/>
    <w:rsid w:val="00B642D6"/>
    <w:rsid w:val="00B64349"/>
    <w:rsid w:val="00B6498E"/>
    <w:rsid w:val="00B6580E"/>
    <w:rsid w:val="00B662BF"/>
    <w:rsid w:val="00B67117"/>
    <w:rsid w:val="00B70582"/>
    <w:rsid w:val="00B7142C"/>
    <w:rsid w:val="00B7191E"/>
    <w:rsid w:val="00B72D29"/>
    <w:rsid w:val="00B72E30"/>
    <w:rsid w:val="00B73220"/>
    <w:rsid w:val="00B738CE"/>
    <w:rsid w:val="00B73D70"/>
    <w:rsid w:val="00B741B6"/>
    <w:rsid w:val="00B751C5"/>
    <w:rsid w:val="00B756C6"/>
    <w:rsid w:val="00B75F6C"/>
    <w:rsid w:val="00B76716"/>
    <w:rsid w:val="00B777A7"/>
    <w:rsid w:val="00B80515"/>
    <w:rsid w:val="00B80972"/>
    <w:rsid w:val="00B809ED"/>
    <w:rsid w:val="00B81436"/>
    <w:rsid w:val="00B82115"/>
    <w:rsid w:val="00B8229B"/>
    <w:rsid w:val="00B830D6"/>
    <w:rsid w:val="00B83405"/>
    <w:rsid w:val="00B83CE7"/>
    <w:rsid w:val="00B87FB9"/>
    <w:rsid w:val="00B9074D"/>
    <w:rsid w:val="00B90FCE"/>
    <w:rsid w:val="00B92528"/>
    <w:rsid w:val="00B925A4"/>
    <w:rsid w:val="00B92731"/>
    <w:rsid w:val="00B927BA"/>
    <w:rsid w:val="00B9290E"/>
    <w:rsid w:val="00B92946"/>
    <w:rsid w:val="00B92B8C"/>
    <w:rsid w:val="00B933BC"/>
    <w:rsid w:val="00B93DFB"/>
    <w:rsid w:val="00B944F4"/>
    <w:rsid w:val="00B94600"/>
    <w:rsid w:val="00B94AB2"/>
    <w:rsid w:val="00B95A0B"/>
    <w:rsid w:val="00B9763D"/>
    <w:rsid w:val="00B97D28"/>
    <w:rsid w:val="00BA14F7"/>
    <w:rsid w:val="00BA2517"/>
    <w:rsid w:val="00BA2D77"/>
    <w:rsid w:val="00BA3D48"/>
    <w:rsid w:val="00BA4D75"/>
    <w:rsid w:val="00BA55A3"/>
    <w:rsid w:val="00BA660C"/>
    <w:rsid w:val="00BA7B36"/>
    <w:rsid w:val="00BA7F31"/>
    <w:rsid w:val="00BB05E3"/>
    <w:rsid w:val="00BB0748"/>
    <w:rsid w:val="00BB087A"/>
    <w:rsid w:val="00BB0D62"/>
    <w:rsid w:val="00BB13FE"/>
    <w:rsid w:val="00BB208D"/>
    <w:rsid w:val="00BB2120"/>
    <w:rsid w:val="00BB21A6"/>
    <w:rsid w:val="00BB2D74"/>
    <w:rsid w:val="00BB33D3"/>
    <w:rsid w:val="00BB40D9"/>
    <w:rsid w:val="00BB42A6"/>
    <w:rsid w:val="00BB4DFD"/>
    <w:rsid w:val="00BB5E4C"/>
    <w:rsid w:val="00BB6706"/>
    <w:rsid w:val="00BB7A9F"/>
    <w:rsid w:val="00BB7D2A"/>
    <w:rsid w:val="00BC0A53"/>
    <w:rsid w:val="00BC0D3A"/>
    <w:rsid w:val="00BC10BE"/>
    <w:rsid w:val="00BC13D9"/>
    <w:rsid w:val="00BC1D19"/>
    <w:rsid w:val="00BC2784"/>
    <w:rsid w:val="00BC29CA"/>
    <w:rsid w:val="00BC30F3"/>
    <w:rsid w:val="00BC3557"/>
    <w:rsid w:val="00BC35B2"/>
    <w:rsid w:val="00BC3993"/>
    <w:rsid w:val="00BC3E81"/>
    <w:rsid w:val="00BC430F"/>
    <w:rsid w:val="00BC43C9"/>
    <w:rsid w:val="00BC4B7E"/>
    <w:rsid w:val="00BC5986"/>
    <w:rsid w:val="00BC5A44"/>
    <w:rsid w:val="00BC602F"/>
    <w:rsid w:val="00BC6A11"/>
    <w:rsid w:val="00BC78B8"/>
    <w:rsid w:val="00BD04E5"/>
    <w:rsid w:val="00BD0516"/>
    <w:rsid w:val="00BD0667"/>
    <w:rsid w:val="00BD0BAA"/>
    <w:rsid w:val="00BD0E06"/>
    <w:rsid w:val="00BD352E"/>
    <w:rsid w:val="00BD37A9"/>
    <w:rsid w:val="00BD3915"/>
    <w:rsid w:val="00BD44F2"/>
    <w:rsid w:val="00BD52CF"/>
    <w:rsid w:val="00BD64F0"/>
    <w:rsid w:val="00BD6E0A"/>
    <w:rsid w:val="00BD7248"/>
    <w:rsid w:val="00BD731C"/>
    <w:rsid w:val="00BE0689"/>
    <w:rsid w:val="00BE1263"/>
    <w:rsid w:val="00BE1339"/>
    <w:rsid w:val="00BE1374"/>
    <w:rsid w:val="00BE14A8"/>
    <w:rsid w:val="00BE1DA2"/>
    <w:rsid w:val="00BE2B18"/>
    <w:rsid w:val="00BE2BC1"/>
    <w:rsid w:val="00BE3638"/>
    <w:rsid w:val="00BE4A1B"/>
    <w:rsid w:val="00BE50F4"/>
    <w:rsid w:val="00BE697D"/>
    <w:rsid w:val="00BE701E"/>
    <w:rsid w:val="00BF005B"/>
    <w:rsid w:val="00BF0FA0"/>
    <w:rsid w:val="00BF13BB"/>
    <w:rsid w:val="00BF20C9"/>
    <w:rsid w:val="00BF24E7"/>
    <w:rsid w:val="00BF2CF3"/>
    <w:rsid w:val="00BF2F4A"/>
    <w:rsid w:val="00BF351E"/>
    <w:rsid w:val="00BF3DF2"/>
    <w:rsid w:val="00BF4E5B"/>
    <w:rsid w:val="00BF5EAB"/>
    <w:rsid w:val="00BF6821"/>
    <w:rsid w:val="00BF715E"/>
    <w:rsid w:val="00C01629"/>
    <w:rsid w:val="00C03781"/>
    <w:rsid w:val="00C05968"/>
    <w:rsid w:val="00C06672"/>
    <w:rsid w:val="00C073AB"/>
    <w:rsid w:val="00C10C00"/>
    <w:rsid w:val="00C10C80"/>
    <w:rsid w:val="00C124CE"/>
    <w:rsid w:val="00C12C12"/>
    <w:rsid w:val="00C13255"/>
    <w:rsid w:val="00C13A81"/>
    <w:rsid w:val="00C14002"/>
    <w:rsid w:val="00C15B2D"/>
    <w:rsid w:val="00C1604E"/>
    <w:rsid w:val="00C163C7"/>
    <w:rsid w:val="00C16865"/>
    <w:rsid w:val="00C1688C"/>
    <w:rsid w:val="00C201BB"/>
    <w:rsid w:val="00C20253"/>
    <w:rsid w:val="00C20F9D"/>
    <w:rsid w:val="00C20FE0"/>
    <w:rsid w:val="00C215CD"/>
    <w:rsid w:val="00C2254E"/>
    <w:rsid w:val="00C225B3"/>
    <w:rsid w:val="00C22DEC"/>
    <w:rsid w:val="00C234CA"/>
    <w:rsid w:val="00C23836"/>
    <w:rsid w:val="00C244DB"/>
    <w:rsid w:val="00C249CC"/>
    <w:rsid w:val="00C26C18"/>
    <w:rsid w:val="00C270C5"/>
    <w:rsid w:val="00C27B54"/>
    <w:rsid w:val="00C30CF2"/>
    <w:rsid w:val="00C31046"/>
    <w:rsid w:val="00C31E0E"/>
    <w:rsid w:val="00C32310"/>
    <w:rsid w:val="00C3263E"/>
    <w:rsid w:val="00C32E40"/>
    <w:rsid w:val="00C335AD"/>
    <w:rsid w:val="00C33AC7"/>
    <w:rsid w:val="00C34896"/>
    <w:rsid w:val="00C35A3F"/>
    <w:rsid w:val="00C36C70"/>
    <w:rsid w:val="00C379F5"/>
    <w:rsid w:val="00C40427"/>
    <w:rsid w:val="00C41029"/>
    <w:rsid w:val="00C413AA"/>
    <w:rsid w:val="00C4144F"/>
    <w:rsid w:val="00C41C62"/>
    <w:rsid w:val="00C41CAA"/>
    <w:rsid w:val="00C423E7"/>
    <w:rsid w:val="00C42C05"/>
    <w:rsid w:val="00C43637"/>
    <w:rsid w:val="00C44852"/>
    <w:rsid w:val="00C44C2C"/>
    <w:rsid w:val="00C45FAA"/>
    <w:rsid w:val="00C46404"/>
    <w:rsid w:val="00C50218"/>
    <w:rsid w:val="00C50D27"/>
    <w:rsid w:val="00C50D86"/>
    <w:rsid w:val="00C50E7E"/>
    <w:rsid w:val="00C514E5"/>
    <w:rsid w:val="00C51BE2"/>
    <w:rsid w:val="00C51D1D"/>
    <w:rsid w:val="00C52432"/>
    <w:rsid w:val="00C52D53"/>
    <w:rsid w:val="00C542AC"/>
    <w:rsid w:val="00C545BC"/>
    <w:rsid w:val="00C5470B"/>
    <w:rsid w:val="00C54927"/>
    <w:rsid w:val="00C570AF"/>
    <w:rsid w:val="00C570B5"/>
    <w:rsid w:val="00C57E05"/>
    <w:rsid w:val="00C6001B"/>
    <w:rsid w:val="00C605EC"/>
    <w:rsid w:val="00C60A28"/>
    <w:rsid w:val="00C6115A"/>
    <w:rsid w:val="00C62F49"/>
    <w:rsid w:val="00C660EC"/>
    <w:rsid w:val="00C6695E"/>
    <w:rsid w:val="00C67392"/>
    <w:rsid w:val="00C67904"/>
    <w:rsid w:val="00C70082"/>
    <w:rsid w:val="00C703FE"/>
    <w:rsid w:val="00C72105"/>
    <w:rsid w:val="00C721C4"/>
    <w:rsid w:val="00C72D5B"/>
    <w:rsid w:val="00C7421E"/>
    <w:rsid w:val="00C75FEB"/>
    <w:rsid w:val="00C7620A"/>
    <w:rsid w:val="00C7786B"/>
    <w:rsid w:val="00C801F0"/>
    <w:rsid w:val="00C810EC"/>
    <w:rsid w:val="00C82019"/>
    <w:rsid w:val="00C82409"/>
    <w:rsid w:val="00C82AA2"/>
    <w:rsid w:val="00C83114"/>
    <w:rsid w:val="00C84965"/>
    <w:rsid w:val="00C85C0C"/>
    <w:rsid w:val="00C863DC"/>
    <w:rsid w:val="00C868B0"/>
    <w:rsid w:val="00C875F2"/>
    <w:rsid w:val="00C902B8"/>
    <w:rsid w:val="00C91D2A"/>
    <w:rsid w:val="00C92315"/>
    <w:rsid w:val="00C93223"/>
    <w:rsid w:val="00C954E8"/>
    <w:rsid w:val="00C9587A"/>
    <w:rsid w:val="00C95B13"/>
    <w:rsid w:val="00C9677F"/>
    <w:rsid w:val="00C96BB6"/>
    <w:rsid w:val="00C96F6E"/>
    <w:rsid w:val="00C973B5"/>
    <w:rsid w:val="00C976D2"/>
    <w:rsid w:val="00C97A39"/>
    <w:rsid w:val="00C97EA5"/>
    <w:rsid w:val="00C97F89"/>
    <w:rsid w:val="00C97FE5"/>
    <w:rsid w:val="00CA10C6"/>
    <w:rsid w:val="00CA1F73"/>
    <w:rsid w:val="00CA2867"/>
    <w:rsid w:val="00CA497A"/>
    <w:rsid w:val="00CA5E40"/>
    <w:rsid w:val="00CA6321"/>
    <w:rsid w:val="00CA6AE4"/>
    <w:rsid w:val="00CA6BF2"/>
    <w:rsid w:val="00CA7274"/>
    <w:rsid w:val="00CA74A0"/>
    <w:rsid w:val="00CB09CF"/>
    <w:rsid w:val="00CB14DE"/>
    <w:rsid w:val="00CB1500"/>
    <w:rsid w:val="00CB260A"/>
    <w:rsid w:val="00CB27BC"/>
    <w:rsid w:val="00CB2A8A"/>
    <w:rsid w:val="00CB32B5"/>
    <w:rsid w:val="00CB36D4"/>
    <w:rsid w:val="00CB4968"/>
    <w:rsid w:val="00CB55E5"/>
    <w:rsid w:val="00CB564D"/>
    <w:rsid w:val="00CB6028"/>
    <w:rsid w:val="00CB63E1"/>
    <w:rsid w:val="00CB69EF"/>
    <w:rsid w:val="00CB6EF3"/>
    <w:rsid w:val="00CB7DE2"/>
    <w:rsid w:val="00CC05F3"/>
    <w:rsid w:val="00CC087F"/>
    <w:rsid w:val="00CC0AF4"/>
    <w:rsid w:val="00CC12CE"/>
    <w:rsid w:val="00CC1401"/>
    <w:rsid w:val="00CC1C80"/>
    <w:rsid w:val="00CC29D2"/>
    <w:rsid w:val="00CC2A95"/>
    <w:rsid w:val="00CC46D5"/>
    <w:rsid w:val="00CC7440"/>
    <w:rsid w:val="00CC7B30"/>
    <w:rsid w:val="00CD097A"/>
    <w:rsid w:val="00CD10FE"/>
    <w:rsid w:val="00CD1BEC"/>
    <w:rsid w:val="00CD26F7"/>
    <w:rsid w:val="00CD2F21"/>
    <w:rsid w:val="00CD35C4"/>
    <w:rsid w:val="00CD3965"/>
    <w:rsid w:val="00CD3A7F"/>
    <w:rsid w:val="00CD40BB"/>
    <w:rsid w:val="00CD44AB"/>
    <w:rsid w:val="00CD48D9"/>
    <w:rsid w:val="00CD4AF3"/>
    <w:rsid w:val="00CD7BC5"/>
    <w:rsid w:val="00CE0462"/>
    <w:rsid w:val="00CE0ADE"/>
    <w:rsid w:val="00CE0CBA"/>
    <w:rsid w:val="00CE1245"/>
    <w:rsid w:val="00CE14E0"/>
    <w:rsid w:val="00CE1B8D"/>
    <w:rsid w:val="00CE1E04"/>
    <w:rsid w:val="00CE3190"/>
    <w:rsid w:val="00CE3656"/>
    <w:rsid w:val="00CE4EB6"/>
    <w:rsid w:val="00CE573F"/>
    <w:rsid w:val="00CE586C"/>
    <w:rsid w:val="00CE5D12"/>
    <w:rsid w:val="00CE6609"/>
    <w:rsid w:val="00CE669A"/>
    <w:rsid w:val="00CE70FC"/>
    <w:rsid w:val="00CE7220"/>
    <w:rsid w:val="00CF001F"/>
    <w:rsid w:val="00CF0EFC"/>
    <w:rsid w:val="00CF2CF2"/>
    <w:rsid w:val="00CF32F0"/>
    <w:rsid w:val="00CF3335"/>
    <w:rsid w:val="00CF3A43"/>
    <w:rsid w:val="00CF3DA6"/>
    <w:rsid w:val="00CF420A"/>
    <w:rsid w:val="00CF421F"/>
    <w:rsid w:val="00CF4742"/>
    <w:rsid w:val="00CF4905"/>
    <w:rsid w:val="00CF50C3"/>
    <w:rsid w:val="00CF59CE"/>
    <w:rsid w:val="00CF5B02"/>
    <w:rsid w:val="00CF644D"/>
    <w:rsid w:val="00CF6F33"/>
    <w:rsid w:val="00CF7C04"/>
    <w:rsid w:val="00D027AC"/>
    <w:rsid w:val="00D03262"/>
    <w:rsid w:val="00D0446B"/>
    <w:rsid w:val="00D04A02"/>
    <w:rsid w:val="00D053B2"/>
    <w:rsid w:val="00D0553E"/>
    <w:rsid w:val="00D060C4"/>
    <w:rsid w:val="00D06937"/>
    <w:rsid w:val="00D06E20"/>
    <w:rsid w:val="00D07620"/>
    <w:rsid w:val="00D10132"/>
    <w:rsid w:val="00D10144"/>
    <w:rsid w:val="00D11624"/>
    <w:rsid w:val="00D11A58"/>
    <w:rsid w:val="00D131FC"/>
    <w:rsid w:val="00D14318"/>
    <w:rsid w:val="00D15029"/>
    <w:rsid w:val="00D15231"/>
    <w:rsid w:val="00D15757"/>
    <w:rsid w:val="00D1645B"/>
    <w:rsid w:val="00D176B8"/>
    <w:rsid w:val="00D20137"/>
    <w:rsid w:val="00D2032D"/>
    <w:rsid w:val="00D20C98"/>
    <w:rsid w:val="00D219D6"/>
    <w:rsid w:val="00D21D7C"/>
    <w:rsid w:val="00D21EF6"/>
    <w:rsid w:val="00D224FC"/>
    <w:rsid w:val="00D232B7"/>
    <w:rsid w:val="00D23A7B"/>
    <w:rsid w:val="00D242EE"/>
    <w:rsid w:val="00D24928"/>
    <w:rsid w:val="00D24C5C"/>
    <w:rsid w:val="00D25893"/>
    <w:rsid w:val="00D259EA"/>
    <w:rsid w:val="00D25D2F"/>
    <w:rsid w:val="00D25FED"/>
    <w:rsid w:val="00D266C1"/>
    <w:rsid w:val="00D26B50"/>
    <w:rsid w:val="00D26E8C"/>
    <w:rsid w:val="00D270C3"/>
    <w:rsid w:val="00D30BD5"/>
    <w:rsid w:val="00D31845"/>
    <w:rsid w:val="00D319C6"/>
    <w:rsid w:val="00D33567"/>
    <w:rsid w:val="00D33709"/>
    <w:rsid w:val="00D337E7"/>
    <w:rsid w:val="00D3382B"/>
    <w:rsid w:val="00D3456B"/>
    <w:rsid w:val="00D34681"/>
    <w:rsid w:val="00D35D20"/>
    <w:rsid w:val="00D35FC2"/>
    <w:rsid w:val="00D36EDF"/>
    <w:rsid w:val="00D375FE"/>
    <w:rsid w:val="00D37998"/>
    <w:rsid w:val="00D410A3"/>
    <w:rsid w:val="00D4264B"/>
    <w:rsid w:val="00D428D9"/>
    <w:rsid w:val="00D42F09"/>
    <w:rsid w:val="00D4305F"/>
    <w:rsid w:val="00D431BA"/>
    <w:rsid w:val="00D432B1"/>
    <w:rsid w:val="00D4364D"/>
    <w:rsid w:val="00D43BC8"/>
    <w:rsid w:val="00D43E40"/>
    <w:rsid w:val="00D44176"/>
    <w:rsid w:val="00D44730"/>
    <w:rsid w:val="00D459C4"/>
    <w:rsid w:val="00D4653E"/>
    <w:rsid w:val="00D46D61"/>
    <w:rsid w:val="00D5022B"/>
    <w:rsid w:val="00D51691"/>
    <w:rsid w:val="00D52BA8"/>
    <w:rsid w:val="00D5337E"/>
    <w:rsid w:val="00D540A5"/>
    <w:rsid w:val="00D5546C"/>
    <w:rsid w:val="00D5587D"/>
    <w:rsid w:val="00D55D2E"/>
    <w:rsid w:val="00D56277"/>
    <w:rsid w:val="00D565F3"/>
    <w:rsid w:val="00D611F4"/>
    <w:rsid w:val="00D615FC"/>
    <w:rsid w:val="00D61B27"/>
    <w:rsid w:val="00D63AE7"/>
    <w:rsid w:val="00D6614E"/>
    <w:rsid w:val="00D66857"/>
    <w:rsid w:val="00D674DD"/>
    <w:rsid w:val="00D71AFF"/>
    <w:rsid w:val="00D7396D"/>
    <w:rsid w:val="00D73D59"/>
    <w:rsid w:val="00D74C3D"/>
    <w:rsid w:val="00D76B29"/>
    <w:rsid w:val="00D77E82"/>
    <w:rsid w:val="00D80359"/>
    <w:rsid w:val="00D80532"/>
    <w:rsid w:val="00D8067B"/>
    <w:rsid w:val="00D81012"/>
    <w:rsid w:val="00D812ED"/>
    <w:rsid w:val="00D81A2B"/>
    <w:rsid w:val="00D81D44"/>
    <w:rsid w:val="00D8220C"/>
    <w:rsid w:val="00D82C46"/>
    <w:rsid w:val="00D84548"/>
    <w:rsid w:val="00D84E74"/>
    <w:rsid w:val="00D85282"/>
    <w:rsid w:val="00D85E0C"/>
    <w:rsid w:val="00D85EB3"/>
    <w:rsid w:val="00D86853"/>
    <w:rsid w:val="00D87B9B"/>
    <w:rsid w:val="00D901A1"/>
    <w:rsid w:val="00D9068B"/>
    <w:rsid w:val="00D907C9"/>
    <w:rsid w:val="00D90F18"/>
    <w:rsid w:val="00D91078"/>
    <w:rsid w:val="00D910DE"/>
    <w:rsid w:val="00D91B77"/>
    <w:rsid w:val="00D91FB4"/>
    <w:rsid w:val="00D92037"/>
    <w:rsid w:val="00D929EF"/>
    <w:rsid w:val="00D930EB"/>
    <w:rsid w:val="00D9330F"/>
    <w:rsid w:val="00D93752"/>
    <w:rsid w:val="00D94A05"/>
    <w:rsid w:val="00D94F6E"/>
    <w:rsid w:val="00D95264"/>
    <w:rsid w:val="00D959A5"/>
    <w:rsid w:val="00D95BF3"/>
    <w:rsid w:val="00DA0AC7"/>
    <w:rsid w:val="00DA0AED"/>
    <w:rsid w:val="00DA315F"/>
    <w:rsid w:val="00DA340C"/>
    <w:rsid w:val="00DA38DA"/>
    <w:rsid w:val="00DA6190"/>
    <w:rsid w:val="00DB04FB"/>
    <w:rsid w:val="00DB0E7C"/>
    <w:rsid w:val="00DB11A2"/>
    <w:rsid w:val="00DB20BB"/>
    <w:rsid w:val="00DB30FB"/>
    <w:rsid w:val="00DB32B7"/>
    <w:rsid w:val="00DB471C"/>
    <w:rsid w:val="00DB4CC7"/>
    <w:rsid w:val="00DB557D"/>
    <w:rsid w:val="00DB5D25"/>
    <w:rsid w:val="00DB62F1"/>
    <w:rsid w:val="00DB70D6"/>
    <w:rsid w:val="00DB782E"/>
    <w:rsid w:val="00DC1B8D"/>
    <w:rsid w:val="00DC2A44"/>
    <w:rsid w:val="00DC2FAE"/>
    <w:rsid w:val="00DC44FD"/>
    <w:rsid w:val="00DC5238"/>
    <w:rsid w:val="00DC58FA"/>
    <w:rsid w:val="00DC62BE"/>
    <w:rsid w:val="00DC6F5E"/>
    <w:rsid w:val="00DC73B1"/>
    <w:rsid w:val="00DD00BA"/>
    <w:rsid w:val="00DD05EA"/>
    <w:rsid w:val="00DD0AD1"/>
    <w:rsid w:val="00DD116D"/>
    <w:rsid w:val="00DD152D"/>
    <w:rsid w:val="00DD206D"/>
    <w:rsid w:val="00DD216A"/>
    <w:rsid w:val="00DD370C"/>
    <w:rsid w:val="00DD42D7"/>
    <w:rsid w:val="00DD4E6F"/>
    <w:rsid w:val="00DD511F"/>
    <w:rsid w:val="00DD6491"/>
    <w:rsid w:val="00DD711C"/>
    <w:rsid w:val="00DE0A45"/>
    <w:rsid w:val="00DE1149"/>
    <w:rsid w:val="00DE126E"/>
    <w:rsid w:val="00DE1D59"/>
    <w:rsid w:val="00DE1DD0"/>
    <w:rsid w:val="00DE1E12"/>
    <w:rsid w:val="00DE1F1E"/>
    <w:rsid w:val="00DE20F9"/>
    <w:rsid w:val="00DE2284"/>
    <w:rsid w:val="00DE24D3"/>
    <w:rsid w:val="00DE2ECC"/>
    <w:rsid w:val="00DE4DA2"/>
    <w:rsid w:val="00DE5053"/>
    <w:rsid w:val="00DE5297"/>
    <w:rsid w:val="00DE599E"/>
    <w:rsid w:val="00DE66F5"/>
    <w:rsid w:val="00DE6856"/>
    <w:rsid w:val="00DE6A4A"/>
    <w:rsid w:val="00DF0375"/>
    <w:rsid w:val="00DF09A4"/>
    <w:rsid w:val="00DF78A8"/>
    <w:rsid w:val="00E00701"/>
    <w:rsid w:val="00E00FD5"/>
    <w:rsid w:val="00E01080"/>
    <w:rsid w:val="00E0196F"/>
    <w:rsid w:val="00E02373"/>
    <w:rsid w:val="00E0399F"/>
    <w:rsid w:val="00E041C0"/>
    <w:rsid w:val="00E043F8"/>
    <w:rsid w:val="00E04D1D"/>
    <w:rsid w:val="00E05D70"/>
    <w:rsid w:val="00E10AFC"/>
    <w:rsid w:val="00E1101B"/>
    <w:rsid w:val="00E129A6"/>
    <w:rsid w:val="00E12F88"/>
    <w:rsid w:val="00E14326"/>
    <w:rsid w:val="00E14A4C"/>
    <w:rsid w:val="00E14F2B"/>
    <w:rsid w:val="00E156DC"/>
    <w:rsid w:val="00E15766"/>
    <w:rsid w:val="00E168C2"/>
    <w:rsid w:val="00E16B0F"/>
    <w:rsid w:val="00E16C63"/>
    <w:rsid w:val="00E21AA5"/>
    <w:rsid w:val="00E22FC2"/>
    <w:rsid w:val="00E2321E"/>
    <w:rsid w:val="00E24338"/>
    <w:rsid w:val="00E249AC"/>
    <w:rsid w:val="00E24D4F"/>
    <w:rsid w:val="00E258D6"/>
    <w:rsid w:val="00E263FC"/>
    <w:rsid w:val="00E26401"/>
    <w:rsid w:val="00E277F6"/>
    <w:rsid w:val="00E27D2B"/>
    <w:rsid w:val="00E312D2"/>
    <w:rsid w:val="00E31B24"/>
    <w:rsid w:val="00E3230E"/>
    <w:rsid w:val="00E32A46"/>
    <w:rsid w:val="00E3321B"/>
    <w:rsid w:val="00E33AE0"/>
    <w:rsid w:val="00E342D9"/>
    <w:rsid w:val="00E35A50"/>
    <w:rsid w:val="00E3657A"/>
    <w:rsid w:val="00E36B47"/>
    <w:rsid w:val="00E36BE1"/>
    <w:rsid w:val="00E3742D"/>
    <w:rsid w:val="00E377D1"/>
    <w:rsid w:val="00E43AE7"/>
    <w:rsid w:val="00E43DF2"/>
    <w:rsid w:val="00E44B9E"/>
    <w:rsid w:val="00E456B3"/>
    <w:rsid w:val="00E46FF0"/>
    <w:rsid w:val="00E4733B"/>
    <w:rsid w:val="00E503DD"/>
    <w:rsid w:val="00E51391"/>
    <w:rsid w:val="00E51465"/>
    <w:rsid w:val="00E51F2D"/>
    <w:rsid w:val="00E53086"/>
    <w:rsid w:val="00E53ED1"/>
    <w:rsid w:val="00E5586F"/>
    <w:rsid w:val="00E56BAE"/>
    <w:rsid w:val="00E6056F"/>
    <w:rsid w:val="00E60A7F"/>
    <w:rsid w:val="00E62380"/>
    <w:rsid w:val="00E62DBD"/>
    <w:rsid w:val="00E63073"/>
    <w:rsid w:val="00E65E36"/>
    <w:rsid w:val="00E6710F"/>
    <w:rsid w:val="00E67824"/>
    <w:rsid w:val="00E70024"/>
    <w:rsid w:val="00E70CA5"/>
    <w:rsid w:val="00E712D4"/>
    <w:rsid w:val="00E7224E"/>
    <w:rsid w:val="00E72B1D"/>
    <w:rsid w:val="00E73B4D"/>
    <w:rsid w:val="00E748DA"/>
    <w:rsid w:val="00E767B7"/>
    <w:rsid w:val="00E76981"/>
    <w:rsid w:val="00E775AA"/>
    <w:rsid w:val="00E80A47"/>
    <w:rsid w:val="00E80D74"/>
    <w:rsid w:val="00E816B7"/>
    <w:rsid w:val="00E8172B"/>
    <w:rsid w:val="00E819B2"/>
    <w:rsid w:val="00E81FD2"/>
    <w:rsid w:val="00E82385"/>
    <w:rsid w:val="00E8250C"/>
    <w:rsid w:val="00E8295D"/>
    <w:rsid w:val="00E82964"/>
    <w:rsid w:val="00E82C4C"/>
    <w:rsid w:val="00E82EC5"/>
    <w:rsid w:val="00E83A1B"/>
    <w:rsid w:val="00E83A76"/>
    <w:rsid w:val="00E83CEC"/>
    <w:rsid w:val="00E83EAE"/>
    <w:rsid w:val="00E850E5"/>
    <w:rsid w:val="00E857E4"/>
    <w:rsid w:val="00E858EB"/>
    <w:rsid w:val="00E85FCE"/>
    <w:rsid w:val="00E86BE4"/>
    <w:rsid w:val="00E87EAE"/>
    <w:rsid w:val="00E905A6"/>
    <w:rsid w:val="00E908E1"/>
    <w:rsid w:val="00E90A39"/>
    <w:rsid w:val="00E90DDA"/>
    <w:rsid w:val="00E9291B"/>
    <w:rsid w:val="00E92ED9"/>
    <w:rsid w:val="00E9688F"/>
    <w:rsid w:val="00E96987"/>
    <w:rsid w:val="00E97345"/>
    <w:rsid w:val="00EA0560"/>
    <w:rsid w:val="00EA06F4"/>
    <w:rsid w:val="00EA1DBA"/>
    <w:rsid w:val="00EA52C6"/>
    <w:rsid w:val="00EA58EC"/>
    <w:rsid w:val="00EA5B52"/>
    <w:rsid w:val="00EA6921"/>
    <w:rsid w:val="00EA7273"/>
    <w:rsid w:val="00EA7B70"/>
    <w:rsid w:val="00EA7D41"/>
    <w:rsid w:val="00EB21AF"/>
    <w:rsid w:val="00EB2A27"/>
    <w:rsid w:val="00EB2E11"/>
    <w:rsid w:val="00EB3A92"/>
    <w:rsid w:val="00EB47C0"/>
    <w:rsid w:val="00EB4EC9"/>
    <w:rsid w:val="00EB5A25"/>
    <w:rsid w:val="00EB666C"/>
    <w:rsid w:val="00EB6F1B"/>
    <w:rsid w:val="00EB7A16"/>
    <w:rsid w:val="00EB7E9A"/>
    <w:rsid w:val="00EC035E"/>
    <w:rsid w:val="00EC079B"/>
    <w:rsid w:val="00EC0E78"/>
    <w:rsid w:val="00EC111D"/>
    <w:rsid w:val="00EC228A"/>
    <w:rsid w:val="00EC2BAB"/>
    <w:rsid w:val="00EC31A2"/>
    <w:rsid w:val="00EC3FC0"/>
    <w:rsid w:val="00EC5451"/>
    <w:rsid w:val="00EC58CA"/>
    <w:rsid w:val="00EC59A9"/>
    <w:rsid w:val="00EC5B6F"/>
    <w:rsid w:val="00EC6176"/>
    <w:rsid w:val="00EC6842"/>
    <w:rsid w:val="00EC7073"/>
    <w:rsid w:val="00EC7422"/>
    <w:rsid w:val="00ED08D9"/>
    <w:rsid w:val="00ED0A17"/>
    <w:rsid w:val="00ED18AC"/>
    <w:rsid w:val="00ED1A86"/>
    <w:rsid w:val="00ED1B3A"/>
    <w:rsid w:val="00ED1BD5"/>
    <w:rsid w:val="00ED2C45"/>
    <w:rsid w:val="00ED2DEF"/>
    <w:rsid w:val="00ED347E"/>
    <w:rsid w:val="00ED3D7F"/>
    <w:rsid w:val="00ED3EF6"/>
    <w:rsid w:val="00ED497D"/>
    <w:rsid w:val="00ED4ECF"/>
    <w:rsid w:val="00ED5A4B"/>
    <w:rsid w:val="00ED660E"/>
    <w:rsid w:val="00ED76D7"/>
    <w:rsid w:val="00EE17D7"/>
    <w:rsid w:val="00EE2065"/>
    <w:rsid w:val="00EE276B"/>
    <w:rsid w:val="00EE3056"/>
    <w:rsid w:val="00EE33EA"/>
    <w:rsid w:val="00EE3679"/>
    <w:rsid w:val="00EE3826"/>
    <w:rsid w:val="00EE3C09"/>
    <w:rsid w:val="00EE41C6"/>
    <w:rsid w:val="00EE5502"/>
    <w:rsid w:val="00EE6140"/>
    <w:rsid w:val="00EE61A9"/>
    <w:rsid w:val="00EF07FB"/>
    <w:rsid w:val="00EF1301"/>
    <w:rsid w:val="00EF1655"/>
    <w:rsid w:val="00EF2C00"/>
    <w:rsid w:val="00EF2FAD"/>
    <w:rsid w:val="00EF31B3"/>
    <w:rsid w:val="00EF3CF3"/>
    <w:rsid w:val="00EF5325"/>
    <w:rsid w:val="00EF5EA8"/>
    <w:rsid w:val="00EF7C9B"/>
    <w:rsid w:val="00EF7DD3"/>
    <w:rsid w:val="00F004B3"/>
    <w:rsid w:val="00F01182"/>
    <w:rsid w:val="00F02F23"/>
    <w:rsid w:val="00F03370"/>
    <w:rsid w:val="00F039C5"/>
    <w:rsid w:val="00F03B10"/>
    <w:rsid w:val="00F04622"/>
    <w:rsid w:val="00F04D75"/>
    <w:rsid w:val="00F04D8D"/>
    <w:rsid w:val="00F04E44"/>
    <w:rsid w:val="00F050DE"/>
    <w:rsid w:val="00F05680"/>
    <w:rsid w:val="00F056AA"/>
    <w:rsid w:val="00F05D60"/>
    <w:rsid w:val="00F07048"/>
    <w:rsid w:val="00F0770A"/>
    <w:rsid w:val="00F07FE7"/>
    <w:rsid w:val="00F1087A"/>
    <w:rsid w:val="00F1184D"/>
    <w:rsid w:val="00F11B70"/>
    <w:rsid w:val="00F11BA2"/>
    <w:rsid w:val="00F12145"/>
    <w:rsid w:val="00F13238"/>
    <w:rsid w:val="00F13600"/>
    <w:rsid w:val="00F13A19"/>
    <w:rsid w:val="00F14E02"/>
    <w:rsid w:val="00F1514E"/>
    <w:rsid w:val="00F16E15"/>
    <w:rsid w:val="00F17C6B"/>
    <w:rsid w:val="00F20332"/>
    <w:rsid w:val="00F20762"/>
    <w:rsid w:val="00F21831"/>
    <w:rsid w:val="00F22B9E"/>
    <w:rsid w:val="00F22F18"/>
    <w:rsid w:val="00F23295"/>
    <w:rsid w:val="00F23385"/>
    <w:rsid w:val="00F23AEA"/>
    <w:rsid w:val="00F25876"/>
    <w:rsid w:val="00F25E65"/>
    <w:rsid w:val="00F26445"/>
    <w:rsid w:val="00F26B9B"/>
    <w:rsid w:val="00F27B14"/>
    <w:rsid w:val="00F301E5"/>
    <w:rsid w:val="00F303C4"/>
    <w:rsid w:val="00F30A8F"/>
    <w:rsid w:val="00F310BC"/>
    <w:rsid w:val="00F323E9"/>
    <w:rsid w:val="00F32EEF"/>
    <w:rsid w:val="00F32F35"/>
    <w:rsid w:val="00F33E4B"/>
    <w:rsid w:val="00F34CBD"/>
    <w:rsid w:val="00F352E6"/>
    <w:rsid w:val="00F4208F"/>
    <w:rsid w:val="00F42F33"/>
    <w:rsid w:val="00F42F52"/>
    <w:rsid w:val="00F431F5"/>
    <w:rsid w:val="00F43A38"/>
    <w:rsid w:val="00F44ABC"/>
    <w:rsid w:val="00F44F0B"/>
    <w:rsid w:val="00F46626"/>
    <w:rsid w:val="00F47272"/>
    <w:rsid w:val="00F4783F"/>
    <w:rsid w:val="00F50DB3"/>
    <w:rsid w:val="00F511DA"/>
    <w:rsid w:val="00F513ED"/>
    <w:rsid w:val="00F51EC7"/>
    <w:rsid w:val="00F51F28"/>
    <w:rsid w:val="00F5423F"/>
    <w:rsid w:val="00F547E2"/>
    <w:rsid w:val="00F55A9C"/>
    <w:rsid w:val="00F56892"/>
    <w:rsid w:val="00F569C8"/>
    <w:rsid w:val="00F57134"/>
    <w:rsid w:val="00F579DA"/>
    <w:rsid w:val="00F57B35"/>
    <w:rsid w:val="00F607D3"/>
    <w:rsid w:val="00F60F4C"/>
    <w:rsid w:val="00F62BB0"/>
    <w:rsid w:val="00F64384"/>
    <w:rsid w:val="00F6490E"/>
    <w:rsid w:val="00F64DEA"/>
    <w:rsid w:val="00F65381"/>
    <w:rsid w:val="00F65641"/>
    <w:rsid w:val="00F67D52"/>
    <w:rsid w:val="00F70917"/>
    <w:rsid w:val="00F70AD7"/>
    <w:rsid w:val="00F71236"/>
    <w:rsid w:val="00F728E4"/>
    <w:rsid w:val="00F72B33"/>
    <w:rsid w:val="00F739A2"/>
    <w:rsid w:val="00F74E23"/>
    <w:rsid w:val="00F75183"/>
    <w:rsid w:val="00F75623"/>
    <w:rsid w:val="00F77535"/>
    <w:rsid w:val="00F80647"/>
    <w:rsid w:val="00F81812"/>
    <w:rsid w:val="00F8186E"/>
    <w:rsid w:val="00F8313F"/>
    <w:rsid w:val="00F841D8"/>
    <w:rsid w:val="00F84E82"/>
    <w:rsid w:val="00F8569F"/>
    <w:rsid w:val="00F85E7A"/>
    <w:rsid w:val="00F8655B"/>
    <w:rsid w:val="00F86584"/>
    <w:rsid w:val="00F874DD"/>
    <w:rsid w:val="00F87E3E"/>
    <w:rsid w:val="00F90E49"/>
    <w:rsid w:val="00F9137D"/>
    <w:rsid w:val="00F92AA9"/>
    <w:rsid w:val="00F93244"/>
    <w:rsid w:val="00F93A74"/>
    <w:rsid w:val="00F93E6C"/>
    <w:rsid w:val="00F93F0B"/>
    <w:rsid w:val="00F965A7"/>
    <w:rsid w:val="00F96E4A"/>
    <w:rsid w:val="00FA10BD"/>
    <w:rsid w:val="00FA1FDD"/>
    <w:rsid w:val="00FA24C9"/>
    <w:rsid w:val="00FA3DD2"/>
    <w:rsid w:val="00FA3FFB"/>
    <w:rsid w:val="00FA4A60"/>
    <w:rsid w:val="00FA4E5C"/>
    <w:rsid w:val="00FA62B1"/>
    <w:rsid w:val="00FA6869"/>
    <w:rsid w:val="00FA7256"/>
    <w:rsid w:val="00FA7793"/>
    <w:rsid w:val="00FA79BD"/>
    <w:rsid w:val="00FA7C34"/>
    <w:rsid w:val="00FB04B5"/>
    <w:rsid w:val="00FB0544"/>
    <w:rsid w:val="00FB07DC"/>
    <w:rsid w:val="00FB1A1A"/>
    <w:rsid w:val="00FB24DF"/>
    <w:rsid w:val="00FB332B"/>
    <w:rsid w:val="00FB3810"/>
    <w:rsid w:val="00FB7CD9"/>
    <w:rsid w:val="00FC0939"/>
    <w:rsid w:val="00FC1446"/>
    <w:rsid w:val="00FC33EF"/>
    <w:rsid w:val="00FC3402"/>
    <w:rsid w:val="00FC3B15"/>
    <w:rsid w:val="00FC4529"/>
    <w:rsid w:val="00FC4BF1"/>
    <w:rsid w:val="00FC5C36"/>
    <w:rsid w:val="00FC67F8"/>
    <w:rsid w:val="00FC726C"/>
    <w:rsid w:val="00FD28BC"/>
    <w:rsid w:val="00FD2BED"/>
    <w:rsid w:val="00FD41B5"/>
    <w:rsid w:val="00FD49C5"/>
    <w:rsid w:val="00FD6491"/>
    <w:rsid w:val="00FD6F9D"/>
    <w:rsid w:val="00FD6FCF"/>
    <w:rsid w:val="00FE0B41"/>
    <w:rsid w:val="00FE0D79"/>
    <w:rsid w:val="00FE3135"/>
    <w:rsid w:val="00FE471E"/>
    <w:rsid w:val="00FE4977"/>
    <w:rsid w:val="00FE4D85"/>
    <w:rsid w:val="00FE6343"/>
    <w:rsid w:val="00FE64BB"/>
    <w:rsid w:val="00FE6CD8"/>
    <w:rsid w:val="00FF0659"/>
    <w:rsid w:val="00FF0CBD"/>
    <w:rsid w:val="00FF44ED"/>
    <w:rsid w:val="00FF4CFA"/>
    <w:rsid w:val="00FF646E"/>
    <w:rsid w:val="00FF6921"/>
    <w:rsid w:val="00FF6E2F"/>
    <w:rsid w:val="00FF705A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659"/>
    <w:pPr>
      <w:widowControl w:val="0"/>
    </w:pPr>
    <w:rPr>
      <w:rFonts w:ascii="Calibri" w:hAnsi="Calibri"/>
      <w:kern w:val="2"/>
      <w:sz w:val="24"/>
      <w:szCs w:val="22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adjustRightInd w:val="0"/>
      <w:snapToGrid w:val="0"/>
      <w:ind w:leftChars="122" w:left="293"/>
      <w:jc w:val="both"/>
      <w:outlineLvl w:val="1"/>
    </w:pPr>
    <w:rPr>
      <w:b/>
      <w:bCs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BodyText">
    <w:name w:val="Body Text"/>
    <w:basedOn w:val="Normal"/>
    <w:semiHidden/>
    <w:pPr>
      <w:jc w:val="both"/>
    </w:pPr>
    <w:rPr>
      <w:rFonts w:ascii="Arial" w:hAnsi="Arial" w:cs="Arial"/>
    </w:rPr>
  </w:style>
  <w:style w:type="character" w:customStyle="1" w:styleId="st1">
    <w:name w:val="st1"/>
    <w:rsid w:val="00B31004"/>
  </w:style>
  <w:style w:type="character" w:styleId="Emphasis">
    <w:name w:val="Emphasis"/>
    <w:uiPriority w:val="20"/>
    <w:qFormat/>
    <w:rsid w:val="008241C1"/>
    <w:rPr>
      <w:i/>
      <w:iCs/>
    </w:rPr>
  </w:style>
  <w:style w:type="character" w:styleId="Hyperlink">
    <w:name w:val="Hyperlink"/>
    <w:uiPriority w:val="99"/>
    <w:unhideWhenUsed/>
    <w:rsid w:val="002C50DB"/>
    <w:rPr>
      <w:color w:val="0000FF"/>
      <w:u w:val="single"/>
    </w:rPr>
  </w:style>
  <w:style w:type="table" w:styleId="TableGrid">
    <w:name w:val="Table Grid"/>
    <w:basedOn w:val="TableNormal"/>
    <w:uiPriority w:val="59"/>
    <w:rsid w:val="00031624"/>
    <w:rPr>
      <w:rFonts w:eastAsia="SimSu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841D8"/>
    <w:pPr>
      <w:widowControl/>
      <w:spacing w:before="100" w:beforeAutospacing="1" w:after="100" w:afterAutospacing="1"/>
    </w:pPr>
    <w:rPr>
      <w:rFonts w:ascii="Times New Roman" w:eastAsia="Times New Roman" w:hAnsi="Times New Roman"/>
      <w:kern w:val="0"/>
      <w:szCs w:val="24"/>
    </w:rPr>
  </w:style>
  <w:style w:type="paragraph" w:customStyle="1" w:styleId="gcsmessage">
    <w:name w:val="gcs_message"/>
    <w:basedOn w:val="Normal"/>
    <w:rsid w:val="0042591F"/>
    <w:pPr>
      <w:widowControl/>
      <w:spacing w:before="100" w:beforeAutospacing="1" w:after="100" w:afterAutospacing="1"/>
    </w:pPr>
    <w:rPr>
      <w:rFonts w:ascii="Times New Roman" w:hAnsi="Times New Roman"/>
      <w:kern w:val="0"/>
      <w:szCs w:val="24"/>
    </w:rPr>
  </w:style>
  <w:style w:type="paragraph" w:customStyle="1" w:styleId="p1">
    <w:name w:val="p1"/>
    <w:basedOn w:val="Normal"/>
    <w:rsid w:val="00D431BA"/>
    <w:pPr>
      <w:widowControl/>
    </w:pPr>
    <w:rPr>
      <w:rFonts w:ascii=".PingFang HK" w:hAnsi=".PingFang HK" w:cs="PMingLiU"/>
      <w:color w:val="454545"/>
      <w:kern w:val="0"/>
      <w:sz w:val="20"/>
      <w:szCs w:val="20"/>
    </w:rPr>
  </w:style>
  <w:style w:type="character" w:customStyle="1" w:styleId="s1">
    <w:name w:val="s1"/>
    <w:rsid w:val="00D431BA"/>
    <w:rPr>
      <w:rFonts w:ascii=".PingFangHK-Medium" w:hAnsi=".PingFangHK-Medium" w:hint="default"/>
      <w:b w:val="0"/>
      <w:bCs w:val="0"/>
      <w:i w:val="0"/>
      <w:iCs w:val="0"/>
      <w:sz w:val="34"/>
      <w:szCs w:val="34"/>
    </w:rPr>
  </w:style>
  <w:style w:type="character" w:customStyle="1" w:styleId="shorttext">
    <w:name w:val="short_text"/>
    <w:rsid w:val="00507F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659"/>
    <w:pPr>
      <w:widowControl w:val="0"/>
    </w:pPr>
    <w:rPr>
      <w:rFonts w:ascii="Calibri" w:hAnsi="Calibri"/>
      <w:kern w:val="2"/>
      <w:sz w:val="24"/>
      <w:szCs w:val="22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adjustRightInd w:val="0"/>
      <w:snapToGrid w:val="0"/>
      <w:ind w:leftChars="122" w:left="293"/>
      <w:jc w:val="both"/>
      <w:outlineLvl w:val="1"/>
    </w:pPr>
    <w:rPr>
      <w:b/>
      <w:bCs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BodyText">
    <w:name w:val="Body Text"/>
    <w:basedOn w:val="Normal"/>
    <w:semiHidden/>
    <w:pPr>
      <w:jc w:val="both"/>
    </w:pPr>
    <w:rPr>
      <w:rFonts w:ascii="Arial" w:hAnsi="Arial" w:cs="Arial"/>
    </w:rPr>
  </w:style>
  <w:style w:type="character" w:customStyle="1" w:styleId="st1">
    <w:name w:val="st1"/>
    <w:rsid w:val="00B31004"/>
  </w:style>
  <w:style w:type="character" w:styleId="Emphasis">
    <w:name w:val="Emphasis"/>
    <w:uiPriority w:val="20"/>
    <w:qFormat/>
    <w:rsid w:val="008241C1"/>
    <w:rPr>
      <w:i/>
      <w:iCs/>
    </w:rPr>
  </w:style>
  <w:style w:type="character" w:styleId="Hyperlink">
    <w:name w:val="Hyperlink"/>
    <w:uiPriority w:val="99"/>
    <w:unhideWhenUsed/>
    <w:rsid w:val="002C50DB"/>
    <w:rPr>
      <w:color w:val="0000FF"/>
      <w:u w:val="single"/>
    </w:rPr>
  </w:style>
  <w:style w:type="table" w:styleId="TableGrid">
    <w:name w:val="Table Grid"/>
    <w:basedOn w:val="TableNormal"/>
    <w:uiPriority w:val="59"/>
    <w:rsid w:val="00031624"/>
    <w:rPr>
      <w:rFonts w:eastAsia="SimSu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841D8"/>
    <w:pPr>
      <w:widowControl/>
      <w:spacing w:before="100" w:beforeAutospacing="1" w:after="100" w:afterAutospacing="1"/>
    </w:pPr>
    <w:rPr>
      <w:rFonts w:ascii="Times New Roman" w:eastAsia="Times New Roman" w:hAnsi="Times New Roman"/>
      <w:kern w:val="0"/>
      <w:szCs w:val="24"/>
    </w:rPr>
  </w:style>
  <w:style w:type="paragraph" w:customStyle="1" w:styleId="gcsmessage">
    <w:name w:val="gcs_message"/>
    <w:basedOn w:val="Normal"/>
    <w:rsid w:val="0042591F"/>
    <w:pPr>
      <w:widowControl/>
      <w:spacing w:before="100" w:beforeAutospacing="1" w:after="100" w:afterAutospacing="1"/>
    </w:pPr>
    <w:rPr>
      <w:rFonts w:ascii="Times New Roman" w:hAnsi="Times New Roman"/>
      <w:kern w:val="0"/>
      <w:szCs w:val="24"/>
    </w:rPr>
  </w:style>
  <w:style w:type="paragraph" w:customStyle="1" w:styleId="p1">
    <w:name w:val="p1"/>
    <w:basedOn w:val="Normal"/>
    <w:rsid w:val="00D431BA"/>
    <w:pPr>
      <w:widowControl/>
    </w:pPr>
    <w:rPr>
      <w:rFonts w:ascii=".PingFang HK" w:hAnsi=".PingFang HK" w:cs="PMingLiU"/>
      <w:color w:val="454545"/>
      <w:kern w:val="0"/>
      <w:sz w:val="20"/>
      <w:szCs w:val="20"/>
    </w:rPr>
  </w:style>
  <w:style w:type="character" w:customStyle="1" w:styleId="s1">
    <w:name w:val="s1"/>
    <w:rsid w:val="00D431BA"/>
    <w:rPr>
      <w:rFonts w:ascii=".PingFangHK-Medium" w:hAnsi=".PingFangHK-Medium" w:hint="default"/>
      <w:b w:val="0"/>
      <w:bCs w:val="0"/>
      <w:i w:val="0"/>
      <w:iCs w:val="0"/>
      <w:sz w:val="34"/>
      <w:szCs w:val="34"/>
    </w:rPr>
  </w:style>
  <w:style w:type="character" w:customStyle="1" w:styleId="shorttext">
    <w:name w:val="short_text"/>
    <w:rsid w:val="00507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a\AppData\Roaming\Microsoft\Templates\NotaImprens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96829-5677-4938-90F4-60ACCE8F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NotaImprensa</Template>
  <TotalTime>63</TotalTime>
  <Pages>2</Pages>
  <Words>484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Concluída apresentação de propostas à Comissão</vt:lpstr>
    </vt:vector>
  </TitlesOfParts>
  <Company>GCS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Concluída apresentação de propostas à Comissão</dc:title>
  <dc:creator>Joana Vong Pui San 黃珮珊</dc:creator>
  <cp:lastModifiedBy>Maria Isabel D. C. André Bandeira</cp:lastModifiedBy>
  <cp:revision>10</cp:revision>
  <cp:lastPrinted>2002-01-08T11:44:00Z</cp:lastPrinted>
  <dcterms:created xsi:type="dcterms:W3CDTF">2018-10-13T11:26:00Z</dcterms:created>
  <dcterms:modified xsi:type="dcterms:W3CDTF">2018-10-13T12:39:00Z</dcterms:modified>
</cp:coreProperties>
</file>